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D60" w:rsidRPr="001D3C73" w:rsidRDefault="00365D60" w:rsidP="00B83359">
      <w:pPr>
        <w:jc w:val="center"/>
        <w:rPr>
          <w:b/>
          <w:color w:val="FFFFFF"/>
        </w:rPr>
      </w:pPr>
      <w:r>
        <w:rPr>
          <w:noProof/>
        </w:rPr>
        <w:pict>
          <v:shape id="PubBanner" o:spid="_x0000_s1026" style="position:absolute;left:0;text-align:left;margin-left:18pt;margin-top:-9pt;width:495pt;height:63pt;z-index:-251666432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669">
            <v:stroke joinstyle="miter"/>
            <v:shadow on="t" offset="6pt,6pt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10800,0;684,13728;10800,12549;20928,13728" o:connectangles="270,180,90,0" textboxrect="2826,4525,18785,12549"/>
            <v:handles>
              <v:h position="@3,#0" polar="10800,10800"/>
              <v:h position="#2,#1" polar="10800,10800" radiusrange="0,10800"/>
            </v:handles>
            <o:lock v:ext="edit" verticies="t"/>
          </v:shape>
        </w:pict>
      </w:r>
      <w:r w:rsidRPr="001D3C73">
        <w:rPr>
          <w:b/>
          <w:color w:val="FFFFFF"/>
        </w:rPr>
        <w:t>АДМИНИСТРАЦИЯ</w:t>
      </w:r>
    </w:p>
    <w:p w:rsidR="00365D60" w:rsidRPr="001D3C73" w:rsidRDefault="00365D60" w:rsidP="00D95639">
      <w:pPr>
        <w:jc w:val="center"/>
        <w:rPr>
          <w:b/>
          <w:color w:val="FFFFFF"/>
        </w:rPr>
      </w:pPr>
      <w:r w:rsidRPr="001D3C73">
        <w:rPr>
          <w:b/>
          <w:color w:val="FFFFFF"/>
        </w:rPr>
        <w:t>И    ДУМА    РАДИЩЕВСКОГО    ГОРОДСКОГО    ПОСЕЛЕНИЯ</w:t>
      </w:r>
    </w:p>
    <w:p w:rsidR="00365D60" w:rsidRDefault="00365D60" w:rsidP="00D95639">
      <w:pPr>
        <w:rPr>
          <w:b/>
          <w:color w:val="FFFFFF"/>
        </w:rPr>
        <w:sectPr w:rsidR="00365D60" w:rsidSect="00451201">
          <w:footerReference w:type="even" r:id="rId7"/>
          <w:footerReference w:type="default" r:id="rId8"/>
          <w:type w:val="continuous"/>
          <w:pgSz w:w="11906" w:h="16838"/>
          <w:pgMar w:top="567" w:right="567" w:bottom="567" w:left="567" w:header="709" w:footer="709" w:gutter="0"/>
          <w:cols w:space="709"/>
          <w:docGrid w:linePitch="360"/>
        </w:sectPr>
      </w:pPr>
    </w:p>
    <w:p w:rsidR="00365D60" w:rsidRPr="001D3C73" w:rsidRDefault="00365D60" w:rsidP="00D95639">
      <w:pPr>
        <w:rPr>
          <w:b/>
          <w:color w:val="FFFFFF"/>
        </w:rPr>
      </w:pPr>
    </w:p>
    <w:p w:rsidR="00365D60" w:rsidRDefault="00365D60" w:rsidP="00D9563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12.6pt;width:6in;height:87pt;z-index:-251665408" adj="9800" fillcolor="#b2b2b2" strokecolor="#33c" strokeweight="1pt">
            <v:fill opacity=".5"/>
            <v:shadow on="t" color="#99f" offset="3pt"/>
            <v:textpath style="font-family:&quot;Arial&quot;;font-weight:bold;v-text-kern:t" trim="t" fitpath="t" string="В Е С Т Н И К"/>
          </v:shape>
        </w:pict>
      </w:r>
    </w:p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8" type="#_x0000_t75" alt="70_000" style="position:absolute;margin-left:-18pt;margin-top:6.6pt;width:4in;height:171pt;z-index:-251667456;visibility:visible">
            <v:imagedata r:id="rId9" o:title="" blacklevel="3932f"/>
          </v:shape>
        </w:pict>
      </w:r>
    </w:p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D95639"/>
    <w:p w:rsidR="00365D60" w:rsidRDefault="00365D60" w:rsidP="00C71BB1">
      <w:pPr>
        <w:jc w:val="center"/>
        <w:rPr>
          <w:sz w:val="28"/>
          <w:szCs w:val="28"/>
          <w:highlight w:val="lightGray"/>
        </w:rPr>
        <w:sectPr w:rsidR="00365D60" w:rsidSect="00451201">
          <w:type w:val="continuous"/>
          <w:pgSz w:w="11906" w:h="16838"/>
          <w:pgMar w:top="567" w:right="567" w:bottom="567" w:left="567" w:header="709" w:footer="709" w:gutter="0"/>
          <w:cols w:num="2" w:space="709"/>
          <w:docGrid w:linePitch="360"/>
        </w:sectPr>
      </w:pPr>
      <w:r>
        <w:rPr>
          <w:noProof/>
        </w:rPr>
        <w:pict>
          <v:shape id="_x0000_s1029" type="#_x0000_t136" style="position:absolute;left:0;text-align:left;margin-left:3pt;margin-top:15pt;width:243pt;height:126pt;z-index:-251664384" adj="10173" fillcolor="#b2b2b2" strokecolor="#33c" strokeweight="1pt">
            <v:fill opacity=".5"/>
            <v:shadow on="t" color="#99f" offset="3pt"/>
            <v:textpath style="font-family:&quot;Arial&quot;;v-text-kern:t" trim="t" fitpath="t" string="РАДИЩЕВСКОГО &#10;МУНИЦИПАЛЬНОГО&#10;ОБРАЗОВАНИЯ"/>
          </v:shape>
        </w:pict>
      </w:r>
    </w:p>
    <w:p w:rsidR="00365D60" w:rsidRDefault="00365D60" w:rsidP="00C71BB1">
      <w:pPr>
        <w:jc w:val="center"/>
        <w:rPr>
          <w:sz w:val="28"/>
          <w:szCs w:val="28"/>
          <w:highlight w:val="lightGray"/>
        </w:rPr>
      </w:pPr>
    </w:p>
    <w:p w:rsidR="00365D60" w:rsidRDefault="00365D60" w:rsidP="00C71BB1">
      <w:pPr>
        <w:jc w:val="center"/>
        <w:rPr>
          <w:sz w:val="28"/>
          <w:szCs w:val="28"/>
          <w:highlight w:val="lightGray"/>
        </w:rPr>
      </w:pPr>
    </w:p>
    <w:p w:rsidR="00365D60" w:rsidRDefault="00365D60" w:rsidP="00C71BB1">
      <w:pPr>
        <w:jc w:val="center"/>
        <w:rPr>
          <w:sz w:val="28"/>
          <w:szCs w:val="28"/>
          <w:highlight w:val="lightGray"/>
        </w:rPr>
      </w:pPr>
    </w:p>
    <w:p w:rsidR="00365D60" w:rsidRDefault="00365D60" w:rsidP="00C71BB1">
      <w:pPr>
        <w:jc w:val="center"/>
        <w:rPr>
          <w:sz w:val="28"/>
          <w:szCs w:val="28"/>
          <w:highlight w:val="lightGray"/>
        </w:rPr>
      </w:pPr>
    </w:p>
    <w:p w:rsidR="00365D60" w:rsidRDefault="00365D60" w:rsidP="00C71BB1">
      <w:pPr>
        <w:jc w:val="center"/>
        <w:rPr>
          <w:sz w:val="28"/>
          <w:szCs w:val="28"/>
          <w:highlight w:val="lightGray"/>
        </w:rPr>
      </w:pPr>
    </w:p>
    <w:p w:rsidR="00365D60" w:rsidRDefault="00365D60" w:rsidP="00C71BB1">
      <w:pPr>
        <w:jc w:val="center"/>
        <w:rPr>
          <w:sz w:val="28"/>
          <w:szCs w:val="28"/>
          <w:highlight w:val="lightGray"/>
        </w:rPr>
      </w:pPr>
    </w:p>
    <w:p w:rsidR="00365D60" w:rsidRDefault="00365D60" w:rsidP="00AA562D">
      <w:pPr>
        <w:rPr>
          <w:sz w:val="28"/>
          <w:szCs w:val="28"/>
          <w:highlight w:val="lightGray"/>
        </w:rPr>
      </w:pPr>
    </w:p>
    <w:p w:rsidR="00365D60" w:rsidRDefault="00365D60" w:rsidP="00C71BB1">
      <w:pPr>
        <w:jc w:val="center"/>
        <w:rPr>
          <w:sz w:val="28"/>
          <w:szCs w:val="28"/>
          <w:highlight w:val="lightGray"/>
        </w:rPr>
      </w:pPr>
    </w:p>
    <w:p w:rsidR="00365D60" w:rsidRPr="00FD7FEC" w:rsidRDefault="00365D60" w:rsidP="00FD7FEC">
      <w:pPr>
        <w:jc w:val="center"/>
        <w:rPr>
          <w:sz w:val="28"/>
          <w:szCs w:val="28"/>
        </w:rPr>
      </w:pPr>
      <w:r>
        <w:rPr>
          <w:sz w:val="28"/>
          <w:szCs w:val="28"/>
          <w:highlight w:val="lightGray"/>
        </w:rPr>
        <w:t xml:space="preserve">№ </w:t>
      </w:r>
      <w:r w:rsidRPr="00037650">
        <w:rPr>
          <w:sz w:val="28"/>
          <w:szCs w:val="28"/>
          <w:highlight w:val="lightGray"/>
        </w:rPr>
        <w:t xml:space="preserve">18 </w:t>
      </w:r>
      <w:r w:rsidRPr="00037650">
        <w:rPr>
          <w:b/>
          <w:sz w:val="28"/>
          <w:szCs w:val="28"/>
          <w:highlight w:val="lightGray"/>
        </w:rPr>
        <w:t>(200)</w:t>
      </w:r>
      <w:r>
        <w:rPr>
          <w:b/>
          <w:sz w:val="28"/>
          <w:szCs w:val="28"/>
          <w:highlight w:val="lightGray"/>
        </w:rPr>
        <w:t xml:space="preserve">   15 августа      2015</w:t>
      </w:r>
      <w:r w:rsidRPr="006A4209">
        <w:rPr>
          <w:b/>
          <w:sz w:val="28"/>
          <w:szCs w:val="28"/>
          <w:highlight w:val="lightGray"/>
        </w:rPr>
        <w:t>г</w:t>
      </w:r>
      <w:r w:rsidRPr="00211137">
        <w:rPr>
          <w:sz w:val="28"/>
          <w:szCs w:val="28"/>
          <w:highlight w:val="lightGray"/>
        </w:rPr>
        <w:t>.    Выходит      два  раза   в  месяц</w:t>
      </w:r>
    </w:p>
    <w:p w:rsidR="00365D60" w:rsidRDefault="00365D60" w:rsidP="00B83A86">
      <w:pPr>
        <w:jc w:val="center"/>
        <w:rPr>
          <w:b/>
          <w:noProof/>
        </w:rPr>
      </w:pPr>
    </w:p>
    <w:p w:rsidR="00365D60" w:rsidRDefault="00365D60" w:rsidP="00B83A86">
      <w:pPr>
        <w:jc w:val="center"/>
        <w:rPr>
          <w:b/>
          <w:noProof/>
        </w:rPr>
      </w:pPr>
      <w:r>
        <w:rPr>
          <w:b/>
          <w:noProof/>
        </w:rPr>
        <w:t>ДЕНЬ  ГОСУДАРСТВЕННОГО  ФЛАГА РОССИИ!</w:t>
      </w:r>
    </w:p>
    <w:p w:rsidR="00365D60" w:rsidRDefault="00365D60" w:rsidP="00C929FE">
      <w:pPr>
        <w:jc w:val="both"/>
      </w:pPr>
      <w:r>
        <w:t xml:space="preserve">      Российский бело-сине-красный триколор имеет более чем 300-летнюю историю. Он появился на рубеже XVII-XVIII веков, в эпоху становления России как мощного государства.</w:t>
      </w:r>
    </w:p>
    <w:p w:rsidR="00365D60" w:rsidRDefault="00365D60" w:rsidP="00C929FE">
      <w:pPr>
        <w:jc w:val="both"/>
      </w:pPr>
      <w:r>
        <w:t>22 августа 1991 года Верховный Совет РСФСР постановил считать официальным Национальным флагом Российской Федерации "исторический флаг России – полотнище из равновеликих горизонтальных белой, лазоревой и алой полос”, а указом Президента РФ от 11 декабря 1993 года было утверждено Положение о государственном флаге Российской Федерации.</w:t>
      </w:r>
    </w:p>
    <w:p w:rsidR="00365D60" w:rsidRDefault="00365D60" w:rsidP="00C929FE">
      <w:pPr>
        <w:jc w:val="both"/>
      </w:pPr>
      <w:r>
        <w:t xml:space="preserve">      В 1994 году день 22 августа был объявлен Днем Государственного флага Российской Федерации. Статус и порядок использования флага установлен в 2000 году Федеральным конституционным законом "О Государственном флаге Российской Федерации".</w:t>
      </w:r>
    </w:p>
    <w:p w:rsidR="00365D60" w:rsidRDefault="00365D60" w:rsidP="00C929FE">
      <w:pPr>
        <w:ind w:left="1416"/>
      </w:pPr>
      <w:r>
        <w:t>Три цвета — синий, белый, красный,</w:t>
      </w:r>
    </w:p>
    <w:p w:rsidR="00365D60" w:rsidRDefault="00365D60" w:rsidP="00C929FE">
      <w:pPr>
        <w:ind w:left="1416"/>
      </w:pPr>
      <w:r>
        <w:rPr>
          <w:noProof/>
        </w:rPr>
        <w:pict>
          <v:shape id="_x0000_s1030" type="#_x0000_t75" style="position:absolute;left:0;text-align:left;margin-left:320.15pt;margin-top:14.35pt;width:225.1pt;height:147.85pt;z-index:251656192;visibility:visible;mso-wrap-distance-top:.96pt;mso-wrap-distance-right:9.38pt;mso-wrap-distance-bottom:1.2pt" wrapcoords="936 1096 720 1425 648 18640 792 20394 1008 20504 20592 20504 20808 20394 20952 18640 21024 2741 20808 1425 20664 1096 936 1096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">
            <v:imagedata r:id="rId10" o:title=""/>
            <o:lock v:ext="edit" aspectratio="f"/>
            <w10:wrap type="through"/>
          </v:shape>
        </w:pict>
      </w:r>
      <w:r>
        <w:t xml:space="preserve"> Страну уж триста лет хранят,</w:t>
      </w:r>
    </w:p>
    <w:p w:rsidR="00365D60" w:rsidRDefault="00365D60" w:rsidP="00C929FE">
      <w:pPr>
        <w:ind w:left="1416"/>
      </w:pPr>
      <w:r>
        <w:t xml:space="preserve"> И в день лихой, и в час ненастный,</w:t>
      </w:r>
    </w:p>
    <w:p w:rsidR="00365D60" w:rsidRDefault="00365D60" w:rsidP="00C929FE">
      <w:pPr>
        <w:ind w:left="1416"/>
      </w:pPr>
      <w:r>
        <w:t xml:space="preserve"> От бед Россию защитят.</w:t>
      </w:r>
    </w:p>
    <w:p w:rsidR="00365D60" w:rsidRDefault="00365D60" w:rsidP="00C929FE">
      <w:pPr>
        <w:ind w:left="1416"/>
      </w:pPr>
    </w:p>
    <w:p w:rsidR="00365D60" w:rsidRDefault="00365D60" w:rsidP="00C929FE">
      <w:pPr>
        <w:ind w:left="1416"/>
      </w:pPr>
      <w:r>
        <w:t xml:space="preserve"> И пусть на столько лет забвенью,</w:t>
      </w:r>
    </w:p>
    <w:p w:rsidR="00365D60" w:rsidRDefault="00365D60" w:rsidP="00C929FE">
      <w:pPr>
        <w:ind w:left="1416"/>
      </w:pPr>
      <w:r>
        <w:t xml:space="preserve"> Был предан славный триколор,</w:t>
      </w:r>
    </w:p>
    <w:p w:rsidR="00365D60" w:rsidRDefault="00365D60" w:rsidP="00C929FE">
      <w:pPr>
        <w:ind w:left="1416"/>
      </w:pPr>
      <w:r>
        <w:t xml:space="preserve"> Но все ж по Божьему веленью,</w:t>
      </w:r>
    </w:p>
    <w:p w:rsidR="00365D60" w:rsidRDefault="00365D60" w:rsidP="00C929FE">
      <w:pPr>
        <w:ind w:left="1416"/>
      </w:pPr>
      <w:r>
        <w:t xml:space="preserve"> России был он возвращен.</w:t>
      </w:r>
    </w:p>
    <w:p w:rsidR="00365D60" w:rsidRDefault="00365D60" w:rsidP="00C929FE">
      <w:pPr>
        <w:ind w:left="1416"/>
      </w:pPr>
    </w:p>
    <w:p w:rsidR="00365D60" w:rsidRDefault="00365D60" w:rsidP="00C929FE">
      <w:pPr>
        <w:ind w:left="1416"/>
      </w:pPr>
      <w:r>
        <w:t xml:space="preserve"> Сегодня флагом мы гордимся,</w:t>
      </w:r>
    </w:p>
    <w:p w:rsidR="00365D60" w:rsidRDefault="00365D60" w:rsidP="00C929FE">
      <w:pPr>
        <w:ind w:left="1416"/>
      </w:pPr>
      <w:r>
        <w:t xml:space="preserve"> Он символ крепости страны,</w:t>
      </w:r>
    </w:p>
    <w:p w:rsidR="00365D60" w:rsidRDefault="00365D60" w:rsidP="00C929FE">
      <w:pPr>
        <w:ind w:left="1416"/>
      </w:pPr>
      <w:r>
        <w:t xml:space="preserve"> С ним мы из пепла возродимся,</w:t>
      </w:r>
    </w:p>
    <w:p w:rsidR="00365D60" w:rsidRDefault="00365D60" w:rsidP="00C929FE">
      <w:pPr>
        <w:ind w:left="1416"/>
      </w:pPr>
      <w:r>
        <w:t xml:space="preserve"> Ему навеки мы верны!</w:t>
      </w:r>
    </w:p>
    <w:p w:rsidR="00365D60" w:rsidRPr="00B6579B" w:rsidRDefault="00365D60" w:rsidP="00B6579B">
      <w:pPr>
        <w:jc w:val="center"/>
        <w:rPr>
          <w:sz w:val="20"/>
          <w:szCs w:val="20"/>
        </w:rPr>
      </w:pPr>
    </w:p>
    <w:p w:rsidR="00365D60" w:rsidRPr="00B6579B" w:rsidRDefault="00365D60" w:rsidP="00B6579B">
      <w:pPr>
        <w:jc w:val="center"/>
        <w:rPr>
          <w:sz w:val="20"/>
          <w:szCs w:val="20"/>
        </w:rPr>
      </w:pPr>
    </w:p>
    <w:p w:rsidR="00365D60" w:rsidRPr="00B6579B" w:rsidRDefault="00365D60" w:rsidP="00B6579B">
      <w:pPr>
        <w:jc w:val="right"/>
      </w:pPr>
      <w:r w:rsidRPr="00953A78">
        <w:rPr>
          <w:b/>
          <w:i/>
          <w:sz w:val="20"/>
          <w:szCs w:val="20"/>
        </w:rPr>
        <w:t>Администрация и Дума Радищевского городского поселения</w:t>
      </w:r>
    </w:p>
    <w:p w:rsidR="00365D60" w:rsidRDefault="00365D60" w:rsidP="00B83A86">
      <w:pPr>
        <w:pStyle w:val="NoSpacing"/>
        <w:sectPr w:rsidR="00365D60" w:rsidSect="00B83A86">
          <w:type w:val="continuous"/>
          <w:pgSz w:w="11906" w:h="16838"/>
          <w:pgMar w:top="567" w:right="567" w:bottom="510" w:left="567" w:header="709" w:footer="709" w:gutter="0"/>
          <w:cols w:space="709"/>
          <w:docGrid w:linePitch="360"/>
        </w:sectPr>
      </w:pPr>
    </w:p>
    <w:p w:rsidR="00365D60" w:rsidRPr="002D631D" w:rsidRDefault="00365D60" w:rsidP="004B040A">
      <w:pPr>
        <w:pStyle w:val="NoSpacing"/>
        <w:rPr>
          <w:b/>
          <w:sz w:val="28"/>
          <w:szCs w:val="28"/>
        </w:rPr>
      </w:pPr>
    </w:p>
    <w:p w:rsidR="00365D60" w:rsidRDefault="00365D60" w:rsidP="00030C9C">
      <w:pPr>
        <w:jc w:val="center"/>
        <w:rPr>
          <w:b/>
        </w:rPr>
      </w:pPr>
    </w:p>
    <w:p w:rsidR="00365D60" w:rsidRPr="002B33D7" w:rsidRDefault="00365D60" w:rsidP="00030C9C">
      <w:pPr>
        <w:jc w:val="center"/>
        <w:rPr>
          <w:b/>
        </w:rPr>
      </w:pPr>
    </w:p>
    <w:p w:rsidR="00365D60" w:rsidRDefault="00365D60" w:rsidP="00FE0976"/>
    <w:p w:rsidR="00365D60" w:rsidRDefault="00365D60" w:rsidP="00FE0976"/>
    <w:p w:rsidR="00365D60" w:rsidRDefault="00365D60" w:rsidP="00FE0976"/>
    <w:p w:rsidR="00365D60" w:rsidRDefault="00365D60" w:rsidP="00FE0976"/>
    <w:p w:rsidR="00365D60" w:rsidRDefault="00365D60" w:rsidP="00FE0976"/>
    <w:p w:rsidR="00365D60" w:rsidRDefault="00365D60" w:rsidP="00FE0976"/>
    <w:p w:rsidR="00365D60" w:rsidRPr="00C929FE" w:rsidRDefault="00365D60" w:rsidP="00FE0976">
      <w:pPr>
        <w:rPr>
          <w:b/>
        </w:rPr>
      </w:pPr>
    </w:p>
    <w:p w:rsidR="00365D60" w:rsidRPr="00C929FE" w:rsidRDefault="00365D60" w:rsidP="00C929FE">
      <w:pPr>
        <w:jc w:val="center"/>
        <w:rPr>
          <w:b/>
        </w:rPr>
      </w:pPr>
      <w:r w:rsidRPr="00C929FE">
        <w:rPr>
          <w:b/>
        </w:rPr>
        <w:t>14 августа – МЕДОВЫЙ  СПАС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</w:p>
    <w:p w:rsidR="00365D60" w:rsidRPr="00C929FE" w:rsidRDefault="00365D60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Pr="00C929FE">
        <w:rPr>
          <w:sz w:val="22"/>
          <w:szCs w:val="22"/>
        </w:rPr>
        <w:t>Медовый (первый) спас празднуется 14 августа (или 1 августа по старому стилю) в первый день Успенского поста.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 Медовым этот спас назван потому, что к этому дню пасечники приступают к сбору меда, т.к. соты полны свежим янтарным медом. В этот день в церкви освящали мед нового сбора и только начиная с Медового спаса разрешалось употреблять мед в пищу. А так как на Руси мед был единственной сладостью, то медовый спас поистине был радостью! Мед добавляли не только в пряники, блины и пироги, но и делали на его основе алкогольные и </w:t>
      </w:r>
      <w:r>
        <w:rPr>
          <w:sz w:val="22"/>
          <w:szCs w:val="22"/>
        </w:rPr>
        <w:t xml:space="preserve">  </w:t>
      </w:r>
      <w:r w:rsidRPr="00C929FE">
        <w:rPr>
          <w:sz w:val="22"/>
          <w:szCs w:val="22"/>
        </w:rPr>
        <w:t xml:space="preserve">безалкогольные напитки. 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 В этот день по традиции на Руси освящали воду и естественные водоемы, новые колодцы, а старые чистили. Поэтому медовый спас также называю "мокрым".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 После «мокрого Спаса» или Макавея уже не купались: лето клонится к закату, вода «цветёт», птицы замолкают, пчела не носит сборы, грачи собираются в стаи и готовятся к отлёту.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>По погоде на 14 августа судят о том, каков будет третий Спас.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C929FE">
        <w:rPr>
          <w:sz w:val="22"/>
          <w:szCs w:val="22"/>
        </w:rPr>
        <w:t>Со Спаса начинаются проводы лета. Говорят: «У Спаса всего в запасе: и дождь, и вёдро, и серопогодье».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Медового счастья, медовой погоды,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Медовой любви вам на долгие годы!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Веселья, здоровья, терпенья и сил!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Чтоб спас нашу жизнь до конца обновил!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И не было места печали и боли,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А лишь благодати цветное раздолье!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Успехов в делах и удачи в пути,</w:t>
      </w:r>
    </w:p>
    <w:p w:rsidR="00365D60" w:rsidRPr="00C929FE" w:rsidRDefault="00365D60" w:rsidP="00C929FE">
      <w:pPr>
        <w:pBdr>
          <w:bottom w:val="single" w:sz="12" w:space="1" w:color="auto"/>
        </w:pBdr>
        <w:ind w:left="70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>И каждому то, чего ищет найти!</w:t>
      </w:r>
    </w:p>
    <w:p w:rsidR="00365D60" w:rsidRDefault="00365D60" w:rsidP="00C929FE">
      <w:pPr>
        <w:jc w:val="center"/>
        <w:rPr>
          <w:b/>
        </w:rPr>
      </w:pPr>
    </w:p>
    <w:p w:rsidR="00365D60" w:rsidRPr="00C929FE" w:rsidRDefault="00365D60" w:rsidP="00C929FE">
      <w:pPr>
        <w:jc w:val="center"/>
        <w:rPr>
          <w:b/>
        </w:rPr>
      </w:pPr>
      <w:r w:rsidRPr="00C929FE">
        <w:rPr>
          <w:b/>
        </w:rPr>
        <w:t>19 августа- ЯБЛОЧНЫЙ  СПАС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</w:p>
    <w:p w:rsidR="00365D60" w:rsidRPr="00C929FE" w:rsidRDefault="00365D60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Яблочный Спас отмечают 19 августа. В церковном календаре этот день известен как Преображение Господа Бога и Спаса нашего Иисуса Христа. 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C929FE">
        <w:rPr>
          <w:sz w:val="22"/>
          <w:szCs w:val="22"/>
        </w:rPr>
        <w:t>Яблочный спас - встреча осени. По народным приметам, Яблочный Спас означает наступление осени и преображение природы.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929FE">
        <w:rPr>
          <w:sz w:val="22"/>
          <w:szCs w:val="22"/>
        </w:rPr>
        <w:t xml:space="preserve"> До Спаса не позволяется есть яблоки и блюда из яблок. А вот 19 августа, напротив, полагается срывать и освящать яблоки и другие фрукты нового урожая, готовить из них разные блюда, пирога, варенье и напитки, угощать домашних и соседей. С этого дня начинался сбор урожая и заготовки на зиму. По традиции в этот день вначале угощали яблоками родных, близких, а также сирот, неимущих, как поминание об уснувших вечным сном предков, и лишь затем сами ели. На яблочный спас можно вместе с яблоками отправить близким поздравление или открытку с яблочным спасом.</w:t>
      </w:r>
    </w:p>
    <w:p w:rsidR="00365D60" w:rsidRPr="00C929FE" w:rsidRDefault="00365D60" w:rsidP="00C929FE">
      <w:pPr>
        <w:jc w:val="center"/>
        <w:rPr>
          <w:b/>
          <w:sz w:val="22"/>
          <w:szCs w:val="22"/>
          <w:u w:val="single"/>
        </w:rPr>
      </w:pPr>
      <w:r w:rsidRPr="00C929FE">
        <w:rPr>
          <w:b/>
          <w:sz w:val="22"/>
          <w:szCs w:val="22"/>
          <w:u w:val="single"/>
        </w:rPr>
        <w:t>Приметы и поговорки на яблочный спас: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Каков второй Спас, таков и январь.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На второй Спас бери голицы про запас.</w:t>
      </w:r>
    </w:p>
    <w:p w:rsidR="00365D60" w:rsidRPr="00C929FE" w:rsidRDefault="00365D60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Со второго Спаса засевай озими.</w:t>
      </w:r>
    </w:p>
    <w:p w:rsidR="00365D60" w:rsidRPr="00C929FE" w:rsidRDefault="00365D60" w:rsidP="00C929FE">
      <w:pPr>
        <w:pBdr>
          <w:bottom w:val="single" w:sz="12" w:space="1" w:color="auto"/>
        </w:pBdr>
        <w:ind w:left="708"/>
        <w:jc w:val="both"/>
        <w:rPr>
          <w:sz w:val="22"/>
          <w:szCs w:val="22"/>
        </w:rPr>
      </w:pPr>
    </w:p>
    <w:p w:rsidR="00365D60" w:rsidRPr="00C929FE" w:rsidRDefault="00365D60" w:rsidP="00C929FE">
      <w:pPr>
        <w:jc w:val="center"/>
        <w:rPr>
          <w:b/>
        </w:rPr>
      </w:pPr>
    </w:p>
    <w:p w:rsidR="00365D60" w:rsidRDefault="00365D60" w:rsidP="00C929FE">
      <w:pPr>
        <w:jc w:val="center"/>
        <w:rPr>
          <w:b/>
        </w:rPr>
      </w:pPr>
      <w:r w:rsidRPr="00C929FE">
        <w:rPr>
          <w:b/>
        </w:rPr>
        <w:t>22  августа –</w:t>
      </w:r>
    </w:p>
    <w:p w:rsidR="00365D60" w:rsidRDefault="00365D60" w:rsidP="00C929FE">
      <w:pPr>
        <w:jc w:val="center"/>
        <w:rPr>
          <w:b/>
        </w:rPr>
      </w:pPr>
      <w:r w:rsidRPr="00C929FE">
        <w:rPr>
          <w:b/>
        </w:rPr>
        <w:t xml:space="preserve"> ДЕНЬ ГОСУДАРСТВЕННОГО ФЛАГА РФ</w:t>
      </w:r>
    </w:p>
    <w:p w:rsidR="00365D60" w:rsidRPr="00C929FE" w:rsidRDefault="00365D60" w:rsidP="00C929FE">
      <w:pPr>
        <w:jc w:val="center"/>
        <w:rPr>
          <w:b/>
        </w:rPr>
      </w:pPr>
      <w:r w:rsidRPr="00F54041">
        <w:rPr>
          <w:b/>
          <w:noProof/>
        </w:rPr>
        <w:pict>
          <v:shape id="Рисунок 1" o:spid="_x0000_i1025" type="#_x0000_t75" style="width:143.25pt;height:131.25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">
            <v:imagedata r:id="rId11" o:title="" croptop="-443f" cropbottom="-652f" cropright="-207f"/>
            <o:lock v:ext="edit" aspectratio="f"/>
          </v:shape>
        </w:pic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929FE">
        <w:rPr>
          <w:sz w:val="22"/>
          <w:szCs w:val="22"/>
        </w:rPr>
        <w:t xml:space="preserve">Впервые бело-сине-красный флаг был поднят на первом русском военном корабле "Орел", в царствование Алексея Михайловича. Однако государственным флагом он стал только при Петре I. 20 января 1705 года он издал указ, согласно которому "на торговых всяких судах" должны поднимать бело-сине-красный флаг, сам начертал образец и определил порядок горизонтальных полос. 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 В царствование Александра II в 1858 году был утвержден новый имперский государственный флаг "с расположением гербовых черно-желто-белого цветов Империи на знаменах, флагах и других предметах для украшений на улицах при торжественных случаях". А 1 января 1865 года вышел именной указ Александра II, в котором цвета черный, оранжевый (золотой) и белый уже прямо названы "государственными цветами России". В результате у России появились два флага: государственный - вывешивался на казенных зданиях и бело-сине-красный - на частных: украшал в праздничные дни города страны. Народ не принял имперский флаг, он в России не прижился. 28 апреля 1883 года было объявлено повеление Александра III, в котором говорилось: "Чтобы в тех торжественных случаях, когда признается возможным дозволить украшение зданий флагами, был употреблен исключительно русский флаг, состоящий из трех полос: верхней - белого, средней - синего и нижней - красного цветов". То было первое официальное утверждение Российскоготриколора государственным актом. Сохранило его и Временное правительство.</w:t>
      </w:r>
    </w:p>
    <w:p w:rsidR="00365D60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929FE">
        <w:rPr>
          <w:sz w:val="22"/>
          <w:szCs w:val="22"/>
        </w:rPr>
        <w:t xml:space="preserve"> Большевики в апреле 1918 года приняли решение упразднить триколор и заменить его на революционно-красное полотнище, которое и было более 70 лет государственным флагом. 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C929FE">
        <w:rPr>
          <w:sz w:val="22"/>
          <w:szCs w:val="22"/>
        </w:rPr>
        <w:t>В 1994 году день 22 августа был объявлен Днем Государственного флага Российской Федерации. Статус и порядок использования флага установлен в 2000 году Федеральным конституционным законом "О Государственном флаге Российской Федерации".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C929FE">
        <w:rPr>
          <w:sz w:val="22"/>
          <w:szCs w:val="22"/>
        </w:rPr>
        <w:t xml:space="preserve"> Цвета современного российского триколора не имеют официального толкования. Из истории известно, что белый цвет символизировал свободу и независимость государства, синий являлся цветом Богоматери, которая покровительствует России, а красный означал державность.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>Есть и еще одна трактовка цветов флага: белый - Вера, синий - Надежда, красный - Любовь.</w:t>
      </w:r>
    </w:p>
    <w:p w:rsidR="00365D60" w:rsidRDefault="00365D60" w:rsidP="00C929FE">
      <w:pPr>
        <w:pBdr>
          <w:bottom w:val="single" w:sz="12" w:space="1" w:color="auto"/>
        </w:pBdr>
        <w:jc w:val="both"/>
      </w:pPr>
      <w:r w:rsidRPr="00C929FE">
        <w:rPr>
          <w:sz w:val="22"/>
          <w:szCs w:val="22"/>
        </w:rPr>
        <w:t xml:space="preserve"> Или так: белый символизирует благородство, синий — честность, а красный — смелость и великодушие, присущие русским людям.</w:t>
      </w:r>
      <w:r>
        <w:t xml:space="preserve"> </w:t>
      </w:r>
    </w:p>
    <w:p w:rsidR="00365D60" w:rsidRDefault="00365D60" w:rsidP="00C929FE"/>
    <w:p w:rsidR="00365D60" w:rsidRPr="00C929FE" w:rsidRDefault="00365D60" w:rsidP="00C929FE">
      <w:pPr>
        <w:jc w:val="center"/>
        <w:rPr>
          <w:b/>
        </w:rPr>
      </w:pPr>
      <w:r w:rsidRPr="00C929FE">
        <w:rPr>
          <w:b/>
        </w:rPr>
        <w:t>29 августа – ОРЕХОВЫЙ  СПАС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t xml:space="preserve">    </w:t>
      </w:r>
      <w:r w:rsidRPr="00C929FE">
        <w:rPr>
          <w:sz w:val="22"/>
          <w:szCs w:val="22"/>
        </w:rPr>
        <w:t xml:space="preserve">В этот день пекли хлеб из нового урожая, освящали его. Поскольку уборка хлеба к этому дню уже заканчивалась, третий спас еще называли Хлебным спасом. «Третий Спас хлеба припас» - говорили на Руси. Начинали сеять озимые хлеба, поэтому другие названия третьего спаса - Посевы или Досевки. Ореховым (орешным) этот спас называют из-за созревших лесных орехов (лещины), которые с этого дня разрешалось собирать, а урожай часто освящали в церкви. 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929FE">
        <w:rPr>
          <w:sz w:val="22"/>
          <w:szCs w:val="22"/>
        </w:rPr>
        <w:t xml:space="preserve"> В старину говорили: «Первый Спас — на воде стоят; второй Спас — яблоки едят; третий Спас — на зелёных горах холсты продают», поэтому третий Спас ещё называли «Спас на холстах», «Спас на полотне», «Холщовый спас». В этот день было принято торговать холстами, полотнами.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929FE">
        <w:rPr>
          <w:sz w:val="22"/>
          <w:szCs w:val="22"/>
        </w:rPr>
        <w:t xml:space="preserve"> Ореховый спас считался днем благодарения Господу за урожай хлеба и орехов, о чем свидетельствуют приметы и поговорки.</w:t>
      </w:r>
    </w:p>
    <w:p w:rsidR="00365D60" w:rsidRPr="00C929FE" w:rsidRDefault="00365D60" w:rsidP="00C929FE">
      <w:pPr>
        <w:jc w:val="both"/>
        <w:rPr>
          <w:sz w:val="22"/>
          <w:szCs w:val="22"/>
        </w:rPr>
      </w:pPr>
      <w:r>
        <w:rPr>
          <w:noProof/>
        </w:rPr>
        <w:pict>
          <v:shape id="Рисунок 3" o:spid="_x0000_s1031" type="#_x0000_t75" style="position:absolute;left:0;text-align:left;margin-left:37.1pt;margin-top:3.75pt;width:144.95pt;height:94.55pt;z-index:251657216;visibility:visible;mso-wrap-distance-top:.96pt;mso-wrap-distance-right:9.54pt;mso-wrap-distance-bottom:1.48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">
            <v:imagedata r:id="rId12" o:title=""/>
            <o:lock v:ext="edit" aspectratio="f"/>
          </v:shape>
        </w:pict>
      </w:r>
    </w:p>
    <w:p w:rsidR="00365D60" w:rsidRPr="002B6568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346F84">
      <w:pPr>
        <w:tabs>
          <w:tab w:val="center" w:pos="4819"/>
          <w:tab w:val="left" w:pos="8835"/>
        </w:tabs>
      </w:pPr>
    </w:p>
    <w:p w:rsidR="00365D60" w:rsidRDefault="00365D60" w:rsidP="00731845">
      <w:pPr>
        <w:pBdr>
          <w:bottom w:val="single" w:sz="12" w:space="1" w:color="auto"/>
        </w:pBdr>
        <w:tabs>
          <w:tab w:val="center" w:pos="4819"/>
          <w:tab w:val="left" w:pos="8835"/>
        </w:tabs>
      </w:pPr>
    </w:p>
    <w:p w:rsidR="00365D60" w:rsidRDefault="00365D60" w:rsidP="00731845">
      <w:pPr>
        <w:pBdr>
          <w:bottom w:val="single" w:sz="12" w:space="1" w:color="auto"/>
        </w:pBdr>
        <w:tabs>
          <w:tab w:val="center" w:pos="4819"/>
          <w:tab w:val="left" w:pos="8835"/>
        </w:tabs>
      </w:pPr>
    </w:p>
    <w:p w:rsidR="00365D60" w:rsidRDefault="00365D60" w:rsidP="000E28FC">
      <w:pPr>
        <w:pBdr>
          <w:bottom w:val="single" w:sz="12" w:space="1" w:color="auto"/>
        </w:pBdr>
        <w:tabs>
          <w:tab w:val="center" w:pos="4819"/>
          <w:tab w:val="left" w:pos="8835"/>
        </w:tabs>
        <w:jc w:val="both"/>
      </w:pPr>
      <w:r>
        <w:t>_________________________________________</w:t>
      </w: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</w:pPr>
    </w:p>
    <w:p w:rsidR="00365D60" w:rsidRDefault="00365D60" w:rsidP="001E1EFB">
      <w:pPr>
        <w:widowControl w:val="0"/>
        <w:tabs>
          <w:tab w:val="center" w:pos="4819"/>
          <w:tab w:val="left" w:pos="8835"/>
        </w:tabs>
        <w:jc w:val="center"/>
        <w:rPr>
          <w:sz w:val="22"/>
          <w:szCs w:val="22"/>
        </w:rPr>
      </w:pPr>
    </w:p>
    <w:p w:rsidR="00365D60" w:rsidRPr="001E1EFB" w:rsidRDefault="00365D60" w:rsidP="001E1EFB">
      <w:pPr>
        <w:widowControl w:val="0"/>
        <w:tabs>
          <w:tab w:val="center" w:pos="4819"/>
          <w:tab w:val="left" w:pos="8835"/>
        </w:tabs>
        <w:jc w:val="center"/>
        <w:rPr>
          <w:sz w:val="22"/>
          <w:szCs w:val="22"/>
        </w:rPr>
      </w:pPr>
      <w:r w:rsidRPr="001E1EFB">
        <w:rPr>
          <w:sz w:val="22"/>
          <w:szCs w:val="22"/>
        </w:rPr>
        <w:t>Российская Федерация</w:t>
      </w:r>
    </w:p>
    <w:p w:rsidR="00365D60" w:rsidRPr="001E1EFB" w:rsidRDefault="00365D60" w:rsidP="001E1EFB">
      <w:pPr>
        <w:widowControl w:val="0"/>
        <w:tabs>
          <w:tab w:val="center" w:pos="4819"/>
          <w:tab w:val="left" w:pos="8400"/>
        </w:tabs>
        <w:jc w:val="center"/>
        <w:rPr>
          <w:sz w:val="22"/>
          <w:szCs w:val="22"/>
        </w:rPr>
      </w:pPr>
      <w:r w:rsidRPr="001E1EFB">
        <w:rPr>
          <w:sz w:val="22"/>
          <w:szCs w:val="22"/>
        </w:rPr>
        <w:t>Иркутская область</w:t>
      </w:r>
    </w:p>
    <w:p w:rsidR="00365D60" w:rsidRPr="001E1EFB" w:rsidRDefault="00365D60" w:rsidP="001E1EFB">
      <w:pPr>
        <w:widowControl w:val="0"/>
        <w:jc w:val="center"/>
        <w:rPr>
          <w:sz w:val="22"/>
          <w:szCs w:val="22"/>
        </w:rPr>
      </w:pPr>
      <w:r w:rsidRPr="001E1EFB">
        <w:rPr>
          <w:sz w:val="22"/>
          <w:szCs w:val="22"/>
        </w:rPr>
        <w:t>Нижнеилимский муниципальный район</w:t>
      </w:r>
    </w:p>
    <w:p w:rsidR="00365D60" w:rsidRPr="001E1EFB" w:rsidRDefault="00365D60" w:rsidP="001E1EFB">
      <w:pPr>
        <w:widowControl w:val="0"/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1E1EFB">
        <w:rPr>
          <w:b/>
          <w:sz w:val="22"/>
          <w:szCs w:val="22"/>
        </w:rPr>
        <w:t>АДМИНИСТРАЦИЯ РАДИЩЕВСКОГО ГОРОДСКОГО ПОСЕЛЕНИЯ</w:t>
      </w:r>
    </w:p>
    <w:p w:rsidR="00365D60" w:rsidRPr="001E1EFB" w:rsidRDefault="00365D60" w:rsidP="001E1EFB">
      <w:pPr>
        <w:widowControl w:val="0"/>
        <w:jc w:val="center"/>
        <w:rPr>
          <w:sz w:val="16"/>
          <w:szCs w:val="16"/>
        </w:rPr>
      </w:pPr>
    </w:p>
    <w:p w:rsidR="00365D60" w:rsidRPr="001E1EFB" w:rsidRDefault="00365D60" w:rsidP="001E1EFB">
      <w:pPr>
        <w:widowControl w:val="0"/>
        <w:jc w:val="center"/>
        <w:rPr>
          <w:b/>
          <w:sz w:val="22"/>
          <w:szCs w:val="22"/>
        </w:rPr>
      </w:pPr>
      <w:r w:rsidRPr="001E1EFB">
        <w:rPr>
          <w:b/>
          <w:sz w:val="22"/>
          <w:szCs w:val="22"/>
        </w:rPr>
        <w:t>ПОСТАНОВЛЕНИЕ</w:t>
      </w:r>
      <w:r w:rsidRPr="001E1EFB">
        <w:rPr>
          <w:b/>
          <w:sz w:val="22"/>
          <w:szCs w:val="22"/>
        </w:rPr>
        <w:tab/>
      </w:r>
    </w:p>
    <w:p w:rsidR="00365D60" w:rsidRPr="001E1EFB" w:rsidRDefault="00365D60" w:rsidP="001E1EFB">
      <w:pPr>
        <w:widowControl w:val="0"/>
        <w:rPr>
          <w:sz w:val="16"/>
          <w:szCs w:val="16"/>
        </w:rPr>
      </w:pPr>
    </w:p>
    <w:p w:rsidR="00365D60" w:rsidRPr="001E1EFB" w:rsidRDefault="00365D60" w:rsidP="001E1EFB">
      <w:pPr>
        <w:widowControl w:val="0"/>
        <w:rPr>
          <w:sz w:val="22"/>
          <w:szCs w:val="22"/>
        </w:rPr>
      </w:pPr>
      <w:r w:rsidRPr="001E1EFB">
        <w:rPr>
          <w:sz w:val="22"/>
          <w:szCs w:val="22"/>
        </w:rPr>
        <w:t xml:space="preserve">от </w:t>
      </w:r>
      <w:r w:rsidRPr="001E1EFB">
        <w:rPr>
          <w:color w:val="000000"/>
          <w:sz w:val="22"/>
          <w:szCs w:val="22"/>
        </w:rPr>
        <w:t xml:space="preserve">31.07.2015 г. </w:t>
      </w:r>
      <w:r w:rsidRPr="001E1EFB">
        <w:rPr>
          <w:sz w:val="22"/>
          <w:szCs w:val="22"/>
        </w:rPr>
        <w:t xml:space="preserve">№ 71   </w:t>
      </w:r>
    </w:p>
    <w:p w:rsidR="00365D60" w:rsidRPr="001E1EFB" w:rsidRDefault="00365D60" w:rsidP="001E1EFB">
      <w:pPr>
        <w:widowControl w:val="0"/>
        <w:rPr>
          <w:b/>
          <w:sz w:val="22"/>
          <w:szCs w:val="22"/>
        </w:rPr>
      </w:pPr>
      <w:r w:rsidRPr="001E1EFB">
        <w:rPr>
          <w:sz w:val="22"/>
          <w:szCs w:val="22"/>
        </w:rPr>
        <w:t>р.п. Радищев</w:t>
      </w:r>
      <w:r w:rsidRPr="001E1EFB">
        <w:rPr>
          <w:sz w:val="22"/>
          <w:szCs w:val="22"/>
        </w:rPr>
        <w:tab/>
      </w:r>
    </w:p>
    <w:p w:rsidR="00365D60" w:rsidRPr="001E1EFB" w:rsidRDefault="00365D60" w:rsidP="001E1EFB">
      <w:pPr>
        <w:widowControl w:val="0"/>
        <w:rPr>
          <w:sz w:val="16"/>
          <w:szCs w:val="16"/>
        </w:rPr>
      </w:pPr>
    </w:p>
    <w:p w:rsidR="00365D60" w:rsidRPr="001E1EFB" w:rsidRDefault="00365D60" w:rsidP="001E1EFB">
      <w:pPr>
        <w:widowControl w:val="0"/>
        <w:rPr>
          <w:sz w:val="22"/>
          <w:szCs w:val="22"/>
        </w:rPr>
      </w:pPr>
      <w:r w:rsidRPr="001E1EFB">
        <w:rPr>
          <w:sz w:val="22"/>
          <w:szCs w:val="22"/>
        </w:rPr>
        <w:t xml:space="preserve">«Об утверждении Правил присвоения, изменения </w:t>
      </w:r>
    </w:p>
    <w:p w:rsidR="00365D60" w:rsidRPr="001E1EFB" w:rsidRDefault="00365D60" w:rsidP="001E1EFB">
      <w:pPr>
        <w:widowControl w:val="0"/>
        <w:rPr>
          <w:sz w:val="22"/>
          <w:szCs w:val="22"/>
        </w:rPr>
      </w:pPr>
      <w:r w:rsidRPr="001E1EFB">
        <w:rPr>
          <w:sz w:val="22"/>
          <w:szCs w:val="22"/>
        </w:rPr>
        <w:t xml:space="preserve">и аннулирования адресов на территории </w:t>
      </w:r>
    </w:p>
    <w:p w:rsidR="00365D60" w:rsidRPr="001E1EFB" w:rsidRDefault="00365D60" w:rsidP="001E1EFB">
      <w:pPr>
        <w:widowControl w:val="0"/>
        <w:rPr>
          <w:sz w:val="22"/>
          <w:szCs w:val="22"/>
        </w:rPr>
      </w:pPr>
      <w:r w:rsidRPr="001E1EFB">
        <w:rPr>
          <w:sz w:val="22"/>
          <w:szCs w:val="22"/>
        </w:rPr>
        <w:t>Радищевского муниципального образования»</w:t>
      </w:r>
    </w:p>
    <w:p w:rsidR="00365D60" w:rsidRPr="001E1EFB" w:rsidRDefault="00365D60" w:rsidP="001E1EFB">
      <w:pPr>
        <w:ind w:firstLine="708"/>
        <w:jc w:val="both"/>
        <w:rPr>
          <w:sz w:val="16"/>
          <w:szCs w:val="16"/>
        </w:rPr>
      </w:pPr>
    </w:p>
    <w:p w:rsidR="00365D60" w:rsidRPr="001E1EFB" w:rsidRDefault="00365D60" w:rsidP="001E1EFB">
      <w:pPr>
        <w:pStyle w:val="Heading1"/>
        <w:jc w:val="both"/>
        <w:rPr>
          <w:b w:val="0"/>
          <w:sz w:val="22"/>
          <w:szCs w:val="22"/>
        </w:rPr>
      </w:pPr>
      <w:r w:rsidRPr="001E1EFB">
        <w:rPr>
          <w:sz w:val="22"/>
          <w:szCs w:val="22"/>
        </w:rPr>
        <w:tab/>
      </w:r>
      <w:r w:rsidRPr="001E1EFB">
        <w:rPr>
          <w:b w:val="0"/>
          <w:sz w:val="22"/>
          <w:szCs w:val="22"/>
        </w:rPr>
        <w:t xml:space="preserve">В соответствии с Федеральным законом от 28.12.2013 г. № 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Постановлением Правительства РФ от 19.11.2014г. №1221 </w:t>
      </w:r>
      <w:hyperlink r:id="rId13" w:history="1">
        <w:r w:rsidRPr="001E1EFB">
          <w:rPr>
            <w:rStyle w:val="a"/>
            <w:b/>
            <w:bCs/>
            <w:sz w:val="22"/>
            <w:szCs w:val="22"/>
          </w:rPr>
          <w:t>"Об утверждении Правил присвоения, изменения и аннулирования адресов"</w:t>
        </w:r>
      </w:hyperlink>
      <w:r w:rsidRPr="001E1EFB">
        <w:rPr>
          <w:b w:val="0"/>
          <w:sz w:val="22"/>
          <w:szCs w:val="22"/>
        </w:rPr>
        <w:t xml:space="preserve">, руководствуясь Уставом Радищевского муниципального образования, </w:t>
      </w:r>
      <w:r w:rsidRPr="001E1EFB">
        <w:rPr>
          <w:b w:val="0"/>
          <w:bCs/>
          <w:sz w:val="22"/>
          <w:szCs w:val="22"/>
        </w:rPr>
        <w:t>администрация Радищевского городского поселения Нижнеилимского района</w:t>
      </w:r>
    </w:p>
    <w:p w:rsidR="00365D60" w:rsidRPr="001E1EFB" w:rsidRDefault="00365D60" w:rsidP="001E1EFB">
      <w:pPr>
        <w:pStyle w:val="BodyTextIndent3"/>
        <w:spacing w:after="0"/>
        <w:ind w:left="0"/>
        <w:jc w:val="center"/>
        <w:rPr>
          <w:sz w:val="22"/>
          <w:szCs w:val="22"/>
        </w:rPr>
      </w:pPr>
      <w:r w:rsidRPr="001E1EFB">
        <w:rPr>
          <w:sz w:val="22"/>
          <w:szCs w:val="22"/>
        </w:rPr>
        <w:t>ПОСТАНОВЛЯЕТ:</w:t>
      </w:r>
    </w:p>
    <w:p w:rsidR="00365D60" w:rsidRPr="001E1EFB" w:rsidRDefault="00365D60" w:rsidP="001E1EFB">
      <w:pPr>
        <w:pStyle w:val="BodyTextIndent3"/>
        <w:spacing w:after="0"/>
        <w:ind w:left="0"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1. Утвердить Правила присвоения, изменения и аннулирования адресов на территории Радищевского муниципального образования (Приложение №1).</w:t>
      </w:r>
    </w:p>
    <w:p w:rsidR="00365D60" w:rsidRPr="001E1EFB" w:rsidRDefault="00365D60" w:rsidP="001E1EFB">
      <w:pPr>
        <w:pStyle w:val="ConsPlusTitle"/>
        <w:tabs>
          <w:tab w:val="left" w:pos="3306"/>
        </w:tabs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E1EFB">
        <w:rPr>
          <w:rFonts w:ascii="Times New Roman" w:hAnsi="Times New Roman"/>
          <w:b w:val="0"/>
          <w:sz w:val="22"/>
          <w:szCs w:val="22"/>
        </w:rPr>
        <w:t xml:space="preserve">2. С момента вступления в силу настоящего постановления считать утратившим силу Постановление администрации Радищевского городского поселения от 12.01.2015г. №4 </w:t>
      </w:r>
      <w:r w:rsidRPr="001E1EFB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«Об утверждении </w:t>
      </w:r>
      <w:r w:rsidRPr="001E1EFB">
        <w:rPr>
          <w:rFonts w:ascii="Times New Roman" w:hAnsi="Times New Roman" w:cs="Times New Roman"/>
          <w:b w:val="0"/>
          <w:sz w:val="22"/>
          <w:szCs w:val="22"/>
        </w:rPr>
        <w:t>Положения о порядке присвоения, изменения адресов объектам недвижимости, расположенным на территории Радищевского городского поселения».</w:t>
      </w:r>
      <w:r w:rsidRPr="001E1EFB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365D60" w:rsidRPr="001E1EFB" w:rsidRDefault="00365D60" w:rsidP="001E1EFB">
      <w:pPr>
        <w:pStyle w:val="BodyTextIndent3"/>
        <w:spacing w:after="0"/>
        <w:ind w:left="0"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3. Опубликовать настоящее постановление в СМИ «Вестник Радищевского муниципального образования», и разместить на официальном сайте администрации Радищевского городского поселения в информационно-телекоммуникационной сети «Интернет».</w:t>
      </w:r>
    </w:p>
    <w:p w:rsidR="00365D60" w:rsidRPr="001E1EFB" w:rsidRDefault="00365D60" w:rsidP="001E1EFB">
      <w:pPr>
        <w:pStyle w:val="BodyTextIndent3"/>
        <w:spacing w:after="0"/>
        <w:ind w:left="0"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4. Настоящее постановление вступает в силу с момента его опубликования.</w:t>
      </w:r>
    </w:p>
    <w:p w:rsidR="00365D60" w:rsidRPr="001E1EFB" w:rsidRDefault="00365D60" w:rsidP="001E1EFB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5. Контроль за исполнением данного Постановления оставляю за собой.</w:t>
      </w:r>
    </w:p>
    <w:p w:rsidR="00365D60" w:rsidRPr="001E1EFB" w:rsidRDefault="00365D60" w:rsidP="001E1EFB">
      <w:pPr>
        <w:widowControl w:val="0"/>
        <w:tabs>
          <w:tab w:val="left" w:pos="5985"/>
        </w:tabs>
        <w:jc w:val="both"/>
        <w:rPr>
          <w:sz w:val="22"/>
          <w:szCs w:val="22"/>
        </w:rPr>
      </w:pPr>
    </w:p>
    <w:p w:rsidR="00365D60" w:rsidRPr="001E1EFB" w:rsidRDefault="00365D60" w:rsidP="001E1EFB">
      <w:pPr>
        <w:widowControl w:val="0"/>
        <w:tabs>
          <w:tab w:val="left" w:pos="5985"/>
        </w:tabs>
        <w:rPr>
          <w:sz w:val="22"/>
          <w:szCs w:val="22"/>
        </w:rPr>
      </w:pPr>
      <w:r w:rsidRPr="001E1EFB">
        <w:rPr>
          <w:sz w:val="22"/>
          <w:szCs w:val="22"/>
        </w:rPr>
        <w:t xml:space="preserve">И.о. главы Радищевского </w:t>
      </w:r>
      <w:r w:rsidRPr="001E1EFB">
        <w:rPr>
          <w:sz w:val="22"/>
          <w:szCs w:val="22"/>
        </w:rPr>
        <w:tab/>
      </w:r>
      <w:r w:rsidRPr="001E1EFB">
        <w:rPr>
          <w:sz w:val="22"/>
          <w:szCs w:val="22"/>
        </w:rPr>
        <w:tab/>
      </w:r>
      <w:r w:rsidRPr="001E1EFB">
        <w:rPr>
          <w:sz w:val="22"/>
          <w:szCs w:val="22"/>
        </w:rPr>
        <w:tab/>
      </w:r>
    </w:p>
    <w:p w:rsidR="00365D60" w:rsidRPr="001E1EFB" w:rsidRDefault="00365D60" w:rsidP="001E1EFB">
      <w:pPr>
        <w:widowControl w:val="0"/>
        <w:rPr>
          <w:sz w:val="22"/>
          <w:szCs w:val="22"/>
        </w:rPr>
      </w:pPr>
      <w:r w:rsidRPr="001E1EFB">
        <w:rPr>
          <w:sz w:val="22"/>
          <w:szCs w:val="22"/>
        </w:rPr>
        <w:t>муниципального образования</w:t>
      </w:r>
      <w:r w:rsidRPr="001E1EFB">
        <w:rPr>
          <w:sz w:val="22"/>
          <w:szCs w:val="22"/>
        </w:rPr>
        <w:tab/>
      </w:r>
      <w:r w:rsidRPr="001E1EFB">
        <w:rPr>
          <w:sz w:val="22"/>
          <w:szCs w:val="22"/>
        </w:rPr>
        <w:tab/>
        <w:t>О.В. Каючкина</w:t>
      </w:r>
    </w:p>
    <w:p w:rsidR="00365D60" w:rsidRPr="001E1EFB" w:rsidRDefault="00365D60" w:rsidP="001E1EFB">
      <w:pPr>
        <w:widowControl w:val="0"/>
        <w:rPr>
          <w:sz w:val="22"/>
          <w:szCs w:val="22"/>
        </w:rPr>
      </w:pPr>
    </w:p>
    <w:p w:rsidR="00365D60" w:rsidRPr="001E1EFB" w:rsidRDefault="00365D60" w:rsidP="001E1EFB">
      <w:pPr>
        <w:widowControl w:val="0"/>
        <w:rPr>
          <w:sz w:val="22"/>
          <w:szCs w:val="22"/>
        </w:rPr>
      </w:pPr>
    </w:p>
    <w:p w:rsidR="00365D60" w:rsidRPr="001E1EFB" w:rsidRDefault="00365D60" w:rsidP="001E1EFB">
      <w:pPr>
        <w:pStyle w:val="ConsPlusTitle"/>
        <w:tabs>
          <w:tab w:val="left" w:pos="330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365D60" w:rsidRPr="001E1EFB" w:rsidRDefault="00365D60" w:rsidP="001E1EFB">
      <w:pPr>
        <w:pStyle w:val="ConsPlusTitle"/>
        <w:tabs>
          <w:tab w:val="left" w:pos="330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365D60" w:rsidRDefault="00365D60" w:rsidP="001E1EFB">
      <w:pPr>
        <w:widowControl w:val="0"/>
        <w:jc w:val="right"/>
        <w:rPr>
          <w:sz w:val="22"/>
          <w:szCs w:val="22"/>
        </w:rPr>
      </w:pPr>
    </w:p>
    <w:p w:rsidR="00365D60" w:rsidRDefault="00365D60" w:rsidP="001E1EFB">
      <w:pPr>
        <w:widowControl w:val="0"/>
        <w:jc w:val="right"/>
        <w:rPr>
          <w:sz w:val="22"/>
          <w:szCs w:val="22"/>
        </w:rPr>
      </w:pPr>
    </w:p>
    <w:p w:rsidR="00365D60" w:rsidRDefault="00365D60" w:rsidP="001E1EFB">
      <w:pPr>
        <w:widowControl w:val="0"/>
        <w:jc w:val="right"/>
        <w:rPr>
          <w:sz w:val="22"/>
          <w:szCs w:val="22"/>
        </w:rPr>
      </w:pPr>
    </w:p>
    <w:p w:rsidR="00365D60" w:rsidRDefault="00365D60" w:rsidP="001E1EFB">
      <w:pPr>
        <w:widowControl w:val="0"/>
        <w:jc w:val="right"/>
        <w:rPr>
          <w:sz w:val="22"/>
          <w:szCs w:val="22"/>
        </w:rPr>
      </w:pPr>
    </w:p>
    <w:p w:rsidR="00365D60" w:rsidRDefault="00365D60" w:rsidP="001E1EFB">
      <w:pPr>
        <w:widowControl w:val="0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1E1EFB">
        <w:rPr>
          <w:sz w:val="22"/>
          <w:szCs w:val="22"/>
        </w:rPr>
        <w:t>риложение 1</w:t>
      </w:r>
    </w:p>
    <w:p w:rsidR="00365D60" w:rsidRPr="001E1EFB" w:rsidRDefault="00365D60" w:rsidP="001E1EFB">
      <w:pPr>
        <w:widowControl w:val="0"/>
        <w:jc w:val="right"/>
        <w:rPr>
          <w:sz w:val="22"/>
          <w:szCs w:val="22"/>
        </w:rPr>
      </w:pPr>
      <w:r w:rsidRPr="001E1EFB">
        <w:rPr>
          <w:sz w:val="22"/>
          <w:szCs w:val="22"/>
        </w:rPr>
        <w:t>к Постановлению администрации</w:t>
      </w:r>
    </w:p>
    <w:p w:rsidR="00365D60" w:rsidRPr="001E1EFB" w:rsidRDefault="00365D60" w:rsidP="001E1EFB">
      <w:pPr>
        <w:widowControl w:val="0"/>
        <w:jc w:val="right"/>
        <w:rPr>
          <w:sz w:val="22"/>
          <w:szCs w:val="22"/>
        </w:rPr>
      </w:pPr>
      <w:r w:rsidRPr="001E1EFB">
        <w:rPr>
          <w:sz w:val="22"/>
          <w:szCs w:val="22"/>
        </w:rPr>
        <w:t>Радищевского городского поселения</w:t>
      </w:r>
    </w:p>
    <w:p w:rsidR="00365D60" w:rsidRPr="001E1EFB" w:rsidRDefault="00365D60" w:rsidP="001E1EFB">
      <w:pPr>
        <w:pStyle w:val="ConsPlusTitle"/>
        <w:tabs>
          <w:tab w:val="left" w:pos="3306"/>
        </w:tabs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1EFB">
        <w:rPr>
          <w:rFonts w:ascii="Times New Roman" w:hAnsi="Times New Roman" w:cs="Times New Roman"/>
          <w:b w:val="0"/>
          <w:sz w:val="22"/>
          <w:szCs w:val="22"/>
        </w:rPr>
        <w:t>от «31» июля 2015г.  №  71</w:t>
      </w:r>
    </w:p>
    <w:p w:rsidR="00365D60" w:rsidRPr="001E1EFB" w:rsidRDefault="00365D60" w:rsidP="001E1EFB">
      <w:pPr>
        <w:pStyle w:val="Heading1"/>
        <w:rPr>
          <w:sz w:val="22"/>
          <w:szCs w:val="22"/>
        </w:rPr>
      </w:pPr>
      <w:bookmarkStart w:id="0" w:name="sub_1100"/>
    </w:p>
    <w:p w:rsidR="00365D60" w:rsidRPr="001E1EFB" w:rsidRDefault="00365D60" w:rsidP="001E1EFB">
      <w:pPr>
        <w:pStyle w:val="Heading1"/>
        <w:rPr>
          <w:sz w:val="22"/>
          <w:szCs w:val="22"/>
        </w:rPr>
      </w:pPr>
      <w:r w:rsidRPr="001E1EFB">
        <w:rPr>
          <w:sz w:val="22"/>
          <w:szCs w:val="22"/>
        </w:rPr>
        <w:t xml:space="preserve">Правила </w:t>
      </w:r>
    </w:p>
    <w:p w:rsidR="00365D60" w:rsidRPr="001E1EFB" w:rsidRDefault="00365D60" w:rsidP="001E1EFB">
      <w:pPr>
        <w:pStyle w:val="Heading1"/>
        <w:rPr>
          <w:sz w:val="22"/>
          <w:szCs w:val="22"/>
        </w:rPr>
      </w:pPr>
      <w:r w:rsidRPr="001E1EFB">
        <w:rPr>
          <w:sz w:val="22"/>
          <w:szCs w:val="22"/>
        </w:rPr>
        <w:t xml:space="preserve">присвоения, изменения и аннулирования адресов на территории </w:t>
      </w:r>
    </w:p>
    <w:p w:rsidR="00365D60" w:rsidRPr="001E1EFB" w:rsidRDefault="00365D60" w:rsidP="001E1EFB">
      <w:pPr>
        <w:pStyle w:val="Heading1"/>
        <w:rPr>
          <w:sz w:val="22"/>
          <w:szCs w:val="22"/>
        </w:rPr>
      </w:pPr>
      <w:r w:rsidRPr="001E1EFB">
        <w:rPr>
          <w:sz w:val="22"/>
          <w:szCs w:val="22"/>
        </w:rPr>
        <w:t>Радищевского муниципального образования</w:t>
      </w:r>
    </w:p>
    <w:p w:rsidR="00365D60" w:rsidRPr="001E1EFB" w:rsidRDefault="00365D60" w:rsidP="001E1EFB">
      <w:pPr>
        <w:pStyle w:val="Heading1"/>
        <w:rPr>
          <w:sz w:val="22"/>
          <w:szCs w:val="22"/>
        </w:rPr>
      </w:pPr>
      <w:r w:rsidRPr="001E1EFB">
        <w:rPr>
          <w:sz w:val="22"/>
          <w:szCs w:val="22"/>
        </w:rPr>
        <w:t>I. Общие положения</w:t>
      </w:r>
      <w:bookmarkEnd w:id="0"/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" w:name="sub_1001"/>
      <w:r w:rsidRPr="001E1EFB">
        <w:rPr>
          <w:sz w:val="22"/>
          <w:szCs w:val="22"/>
        </w:rPr>
        <w:t>1. Настоящие Правила устанавливают порядок присвоения, изменения и аннулирования адресов, включая требования к структуре адреса на территории Радищевского муниципального образования.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" w:name="sub_1002"/>
      <w:bookmarkEnd w:id="1"/>
      <w:r w:rsidRPr="001E1EFB">
        <w:rPr>
          <w:sz w:val="22"/>
          <w:szCs w:val="22"/>
        </w:rPr>
        <w:t>2. Понятия, используемые в настоящих Правилах, означают следующее:</w:t>
      </w:r>
    </w:p>
    <w:bookmarkEnd w:id="2"/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rStyle w:val="a0"/>
          <w:bCs/>
          <w:sz w:val="22"/>
          <w:szCs w:val="22"/>
        </w:rPr>
        <w:t>"адресообразующие элементы"</w:t>
      </w:r>
      <w:r w:rsidRPr="001E1EFB">
        <w:rPr>
          <w:sz w:val="22"/>
          <w:szCs w:val="22"/>
        </w:rPr>
        <w:t xml:space="preserve">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rStyle w:val="a0"/>
          <w:bCs/>
          <w:sz w:val="22"/>
          <w:szCs w:val="22"/>
        </w:rPr>
        <w:t>"идентификационные элементы объекта адресации"</w:t>
      </w:r>
      <w:r w:rsidRPr="001E1EFB">
        <w:rPr>
          <w:sz w:val="22"/>
          <w:szCs w:val="22"/>
        </w:rPr>
        <w:t xml:space="preserve"> - номер земельного участка, типы и номера зданий (сооружений), помещений и объектов незавершенного строительства;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rStyle w:val="a0"/>
          <w:bCs/>
          <w:sz w:val="22"/>
          <w:szCs w:val="22"/>
        </w:rPr>
        <w:t>"уникальный номер адреса объекта адресации в государственном адресном реестре"</w:t>
      </w:r>
      <w:r w:rsidRPr="001E1EFB">
        <w:rPr>
          <w:sz w:val="22"/>
          <w:szCs w:val="22"/>
        </w:rPr>
        <w:t xml:space="preserve"> - номер записи, который присваивается адресу объекта адресации в государственном адресном реестре;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rStyle w:val="a0"/>
          <w:bCs/>
          <w:sz w:val="22"/>
          <w:szCs w:val="22"/>
        </w:rPr>
        <w:t>"элемент планировочной структуры"</w:t>
      </w:r>
      <w:r w:rsidRPr="001E1EFB">
        <w:rPr>
          <w:sz w:val="22"/>
          <w:szCs w:val="22"/>
        </w:rPr>
        <w:t xml:space="preserve">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rStyle w:val="a0"/>
          <w:bCs/>
          <w:sz w:val="22"/>
          <w:szCs w:val="22"/>
        </w:rPr>
        <w:t>"элемент улично-дорожной сети"</w:t>
      </w:r>
      <w:r w:rsidRPr="001E1EFB">
        <w:rPr>
          <w:sz w:val="22"/>
          <w:szCs w:val="22"/>
        </w:rPr>
        <w:t xml:space="preserve"> - улица, проспект, переулок, проезд, набережная, площадь, бульвар, тупик, съезд, шоссе, аллея и иное.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" w:name="sub_1003"/>
      <w:r w:rsidRPr="001E1EFB">
        <w:rPr>
          <w:sz w:val="22"/>
          <w:szCs w:val="22"/>
        </w:rPr>
        <w:t>3. Адрес, присвоенный объекту адресации, должен отвечать следующим требованиям: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4" w:name="sub_10031"/>
      <w:bookmarkEnd w:id="3"/>
      <w:r w:rsidRPr="001E1EFB">
        <w:rPr>
          <w:sz w:val="22"/>
          <w:szCs w:val="22"/>
        </w:rPr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" w:name="sub_10032"/>
      <w:bookmarkEnd w:id="4"/>
      <w:r w:rsidRPr="001E1EFB">
        <w:rPr>
          <w:sz w:val="22"/>
          <w:szCs w:val="22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" w:name="sub_10034"/>
      <w:bookmarkEnd w:id="5"/>
      <w:r w:rsidRPr="001E1EFB">
        <w:rPr>
          <w:sz w:val="22"/>
          <w:szCs w:val="22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" w:name="sub_1004"/>
      <w:bookmarkEnd w:id="6"/>
      <w:r w:rsidRPr="001E1EFB">
        <w:rPr>
          <w:sz w:val="22"/>
          <w:szCs w:val="22"/>
        </w:rPr>
        <w:t>4. Присвоение, изменение и аннулирование адресов осуществляется без взимания платы.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" w:name="sub_1005"/>
      <w:bookmarkEnd w:id="7"/>
      <w:r w:rsidRPr="001E1EFB">
        <w:rPr>
          <w:sz w:val="22"/>
          <w:szCs w:val="22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365D60" w:rsidRPr="001E1EFB" w:rsidRDefault="00365D60" w:rsidP="001E1EFB">
      <w:pPr>
        <w:pStyle w:val="Heading1"/>
        <w:rPr>
          <w:sz w:val="22"/>
          <w:szCs w:val="22"/>
        </w:rPr>
      </w:pPr>
      <w:bookmarkStart w:id="9" w:name="sub_1200"/>
      <w:bookmarkEnd w:id="8"/>
      <w:r w:rsidRPr="001E1EFB">
        <w:rPr>
          <w:sz w:val="22"/>
          <w:szCs w:val="22"/>
        </w:rPr>
        <w:t xml:space="preserve">II. Порядок присвоения объекту адресации адреса, изменения </w:t>
      </w:r>
    </w:p>
    <w:p w:rsidR="00365D60" w:rsidRPr="001E1EFB" w:rsidRDefault="00365D60" w:rsidP="001E1EFB">
      <w:pPr>
        <w:pStyle w:val="Heading1"/>
        <w:rPr>
          <w:sz w:val="22"/>
          <w:szCs w:val="22"/>
        </w:rPr>
      </w:pPr>
      <w:r w:rsidRPr="001E1EFB">
        <w:rPr>
          <w:sz w:val="22"/>
          <w:szCs w:val="22"/>
        </w:rPr>
        <w:t>и аннулирования такого адреса</w:t>
      </w:r>
      <w:bookmarkEnd w:id="9"/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" w:name="sub_1006"/>
      <w:r w:rsidRPr="001E1EFB">
        <w:rPr>
          <w:sz w:val="22"/>
          <w:szCs w:val="22"/>
        </w:rPr>
        <w:t>6. Присвоение объекту адресации адреса, изменение и аннулирование такого адреса осуществляется Администрацией Радищевского городского поселения на присвоение объектам адресации адресов (далее - уполномоченный орган), с использованием федеральной информационной адресной системы.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1" w:name="sub_1007"/>
      <w:bookmarkEnd w:id="10"/>
      <w:r w:rsidRPr="001E1EFB">
        <w:rPr>
          <w:sz w:val="22"/>
          <w:szCs w:val="22"/>
        </w:rPr>
        <w:t xml:space="preserve">7. Присвоение объектам адресации адресов и аннулирование таких адресов осуществляется уполномоченным органом по собственной инициативе или на основании заявлений физических или юридических лиц, указанных в </w:t>
      </w:r>
      <w:hyperlink w:anchor="sub_1027" w:history="1">
        <w:r w:rsidRPr="001E1EFB">
          <w:rPr>
            <w:rStyle w:val="a"/>
            <w:sz w:val="22"/>
            <w:szCs w:val="22"/>
          </w:rPr>
          <w:t>пунктах 27</w:t>
        </w:r>
      </w:hyperlink>
      <w:r w:rsidRPr="001E1EFB">
        <w:rPr>
          <w:sz w:val="22"/>
          <w:szCs w:val="22"/>
        </w:rPr>
        <w:t xml:space="preserve"> и </w:t>
      </w:r>
      <w:hyperlink w:anchor="sub_1029" w:history="1">
        <w:r w:rsidRPr="001E1EFB">
          <w:rPr>
            <w:rStyle w:val="a"/>
            <w:sz w:val="22"/>
            <w:szCs w:val="22"/>
          </w:rPr>
          <w:t>29</w:t>
        </w:r>
      </w:hyperlink>
      <w:r w:rsidRPr="001E1EFB">
        <w:rPr>
          <w:sz w:val="22"/>
          <w:szCs w:val="22"/>
        </w:rPr>
        <w:t xml:space="preserve"> настоящих Правил. Аннулирование адресов объектов адресации осуществляется уполномоченным органом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14" w:history="1">
        <w:r w:rsidRPr="001E1EFB">
          <w:rPr>
            <w:rStyle w:val="a"/>
            <w:sz w:val="22"/>
            <w:szCs w:val="22"/>
          </w:rPr>
          <w:t>пунктах 1</w:t>
        </w:r>
      </w:hyperlink>
      <w:r w:rsidRPr="001E1EFB">
        <w:rPr>
          <w:sz w:val="22"/>
          <w:szCs w:val="22"/>
        </w:rPr>
        <w:t xml:space="preserve"> и </w:t>
      </w:r>
      <w:hyperlink r:id="rId15" w:history="1">
        <w:r w:rsidRPr="001E1EFB">
          <w:rPr>
            <w:rStyle w:val="a"/>
            <w:sz w:val="22"/>
            <w:szCs w:val="22"/>
          </w:rPr>
          <w:t>3 части 2 статьи 27</w:t>
        </w:r>
      </w:hyperlink>
      <w:r w:rsidRPr="001E1EFB">
        <w:rPr>
          <w:sz w:val="22"/>
          <w:szCs w:val="22"/>
        </w:rPr>
        <w:t xml:space="preserve"> Федерального закона "О государственном кадастре недвижимости", предоставляемой в установленном Правительством Российской Федерации </w:t>
      </w:r>
      <w:hyperlink r:id="rId16" w:history="1">
        <w:r w:rsidRPr="001E1EFB">
          <w:rPr>
            <w:rStyle w:val="a"/>
            <w:sz w:val="22"/>
            <w:szCs w:val="22"/>
          </w:rPr>
          <w:t>порядке</w:t>
        </w:r>
      </w:hyperlink>
      <w:r w:rsidRPr="001E1EFB">
        <w:rPr>
          <w:sz w:val="22"/>
          <w:szCs w:val="22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 органом на основании принятых решений о присвоении адресообразующим элементам наименований, об изменении и аннулировании их наименований.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2" w:name="sub_1008"/>
      <w:bookmarkEnd w:id="11"/>
      <w:r w:rsidRPr="001E1EFB">
        <w:rPr>
          <w:sz w:val="22"/>
          <w:szCs w:val="22"/>
        </w:rPr>
        <w:t>8. Присвоение объекту адресации адреса осуществляется: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3" w:name="sub_1081"/>
      <w:bookmarkEnd w:id="12"/>
      <w:r w:rsidRPr="001E1EFB">
        <w:rPr>
          <w:sz w:val="22"/>
          <w:szCs w:val="22"/>
        </w:rPr>
        <w:t>а) в отношении земельных участков в случаях:</w:t>
      </w:r>
    </w:p>
    <w:bookmarkEnd w:id="13"/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- подготовки документации по планировке территории в отношении застроенной и подлежащей застройке территории в соответствии с </w:t>
      </w:r>
      <w:hyperlink r:id="rId17" w:history="1">
        <w:r w:rsidRPr="001E1EFB">
          <w:rPr>
            <w:rStyle w:val="a"/>
            <w:sz w:val="22"/>
            <w:szCs w:val="22"/>
          </w:rPr>
          <w:t>Градостроительным кодексом</w:t>
        </w:r>
      </w:hyperlink>
      <w:r w:rsidRPr="001E1EFB">
        <w:rPr>
          <w:sz w:val="22"/>
          <w:szCs w:val="22"/>
        </w:rPr>
        <w:t xml:space="preserve"> Российской Федерации;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- выполнения в отношении земельного участка в соответствии с требованиями, установленными </w:t>
      </w:r>
      <w:hyperlink r:id="rId18" w:history="1">
        <w:r w:rsidRPr="001E1EFB">
          <w:rPr>
            <w:rStyle w:val="a"/>
            <w:sz w:val="22"/>
            <w:szCs w:val="22"/>
          </w:rPr>
          <w:t>Федеральным законом</w:t>
        </w:r>
      </w:hyperlink>
      <w:r w:rsidRPr="001E1EFB">
        <w:rPr>
          <w:sz w:val="22"/>
          <w:szCs w:val="22"/>
        </w:rP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4" w:name="sub_1082"/>
      <w:r w:rsidRPr="001E1EFB">
        <w:rPr>
          <w:sz w:val="22"/>
          <w:szCs w:val="22"/>
        </w:rPr>
        <w:t>б) в отношении зданий, сооружений и объектов незавершенного строительства в случаях:</w:t>
      </w:r>
    </w:p>
    <w:bookmarkEnd w:id="14"/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выдачи (получения) разрешения на строительство здания или сооружения;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</w:t>
      </w:r>
      <w:hyperlink r:id="rId19" w:history="1">
        <w:r w:rsidRPr="001E1EFB">
          <w:rPr>
            <w:rStyle w:val="a"/>
            <w:sz w:val="22"/>
            <w:szCs w:val="22"/>
          </w:rPr>
          <w:t>Федеральным законом</w:t>
        </w:r>
      </w:hyperlink>
      <w:r w:rsidRPr="001E1EFB">
        <w:rPr>
          <w:sz w:val="22"/>
          <w:szCs w:val="22"/>
        </w:rP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</w:t>
      </w:r>
      <w:hyperlink r:id="rId20" w:history="1">
        <w:r w:rsidRPr="001E1EFB">
          <w:rPr>
            <w:rStyle w:val="a"/>
            <w:sz w:val="22"/>
            <w:szCs w:val="22"/>
          </w:rPr>
          <w:t>Градостроительным кодексом</w:t>
        </w:r>
      </w:hyperlink>
      <w:r w:rsidRPr="001E1EFB">
        <w:rPr>
          <w:sz w:val="22"/>
          <w:szCs w:val="22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5" w:name="sub_1083"/>
      <w:r w:rsidRPr="001E1EFB">
        <w:rPr>
          <w:sz w:val="22"/>
          <w:szCs w:val="22"/>
        </w:rPr>
        <w:t>в) в отношении помещений в случаях:</w:t>
      </w:r>
    </w:p>
    <w:bookmarkEnd w:id="15"/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- подготовки и оформления в установленном </w:t>
      </w:r>
      <w:hyperlink r:id="rId21" w:history="1">
        <w:r w:rsidRPr="001E1EFB">
          <w:rPr>
            <w:rStyle w:val="a"/>
            <w:sz w:val="22"/>
            <w:szCs w:val="22"/>
          </w:rPr>
          <w:t>Жилищным кодексом</w:t>
        </w:r>
      </w:hyperlink>
      <w:r w:rsidRPr="001E1EFB">
        <w:rPr>
          <w:sz w:val="22"/>
          <w:szCs w:val="22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</w:t>
      </w:r>
      <w:hyperlink r:id="rId22" w:history="1">
        <w:r w:rsidRPr="001E1EFB">
          <w:rPr>
            <w:rStyle w:val="a"/>
            <w:sz w:val="22"/>
            <w:szCs w:val="22"/>
          </w:rPr>
          <w:t xml:space="preserve">Федеральным законом </w:t>
        </w:r>
      </w:hyperlink>
      <w:r w:rsidRPr="001E1EFB">
        <w:rPr>
          <w:sz w:val="22"/>
          <w:szCs w:val="22"/>
        </w:rPr>
        <w:t>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6" w:name="sub_1009"/>
      <w:r w:rsidRPr="001E1EFB">
        <w:rPr>
          <w:sz w:val="22"/>
          <w:szCs w:val="22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7" w:name="sub_1010"/>
      <w:bookmarkEnd w:id="16"/>
      <w:r w:rsidRPr="001E1EFB">
        <w:rPr>
          <w:sz w:val="22"/>
          <w:szCs w:val="22"/>
        </w:rPr>
        <w:t>10.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8" w:name="sub_1011"/>
      <w:bookmarkEnd w:id="17"/>
      <w:r w:rsidRPr="001E1EFB">
        <w:rPr>
          <w:sz w:val="22"/>
          <w:szCs w:val="22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9" w:name="sub_1012"/>
      <w:bookmarkEnd w:id="18"/>
      <w:r w:rsidRPr="001E1EFB">
        <w:rPr>
          <w:sz w:val="22"/>
          <w:szCs w:val="22"/>
        </w:rPr>
        <w:t>12.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 органом,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0" w:name="sub_1013"/>
      <w:bookmarkEnd w:id="19"/>
      <w:r w:rsidRPr="001E1EFB">
        <w:rPr>
          <w:sz w:val="22"/>
          <w:szCs w:val="22"/>
        </w:rPr>
        <w:t xml:space="preserve">13. 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</w:t>
      </w:r>
      <w:hyperlink r:id="rId23" w:history="1">
        <w:r w:rsidRPr="001E1EFB">
          <w:rPr>
            <w:rStyle w:val="a"/>
            <w:sz w:val="22"/>
            <w:szCs w:val="22"/>
          </w:rPr>
          <w:t>порядке</w:t>
        </w:r>
      </w:hyperlink>
      <w:r w:rsidRPr="001E1EFB">
        <w:rPr>
          <w:sz w:val="22"/>
          <w:szCs w:val="22"/>
        </w:rPr>
        <w:t xml:space="preserve"> межведомственного информационного взаимодействия при ведении государственного адресного реестра.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1" w:name="sub_1014"/>
      <w:bookmarkEnd w:id="20"/>
      <w:r w:rsidRPr="001E1EFB">
        <w:rPr>
          <w:sz w:val="22"/>
          <w:szCs w:val="22"/>
        </w:rPr>
        <w:t>14. Аннулирование адреса объекта адресации осуществляется в случаях: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2" w:name="sub_1141"/>
      <w:bookmarkEnd w:id="21"/>
      <w:r w:rsidRPr="001E1EFB">
        <w:rPr>
          <w:sz w:val="22"/>
          <w:szCs w:val="22"/>
        </w:rPr>
        <w:t>а) прекращения существования объекта адресации;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3" w:name="sub_1142"/>
      <w:bookmarkEnd w:id="22"/>
      <w:r w:rsidRPr="001E1EFB">
        <w:rPr>
          <w:sz w:val="22"/>
          <w:szCs w:val="22"/>
        </w:rPr>
        <w:t xml:space="preserve">б) отказа в осуществлении кадастрового учета объекта адресации по основаниям, указанным в </w:t>
      </w:r>
      <w:hyperlink r:id="rId24" w:history="1">
        <w:r w:rsidRPr="001E1EFB">
          <w:rPr>
            <w:rStyle w:val="a"/>
            <w:sz w:val="22"/>
            <w:szCs w:val="22"/>
          </w:rPr>
          <w:t>пунктах 1</w:t>
        </w:r>
      </w:hyperlink>
      <w:r w:rsidRPr="001E1EFB">
        <w:rPr>
          <w:sz w:val="22"/>
          <w:szCs w:val="22"/>
        </w:rPr>
        <w:t xml:space="preserve"> и </w:t>
      </w:r>
      <w:hyperlink r:id="rId25" w:history="1">
        <w:r w:rsidRPr="001E1EFB">
          <w:rPr>
            <w:rStyle w:val="a"/>
            <w:sz w:val="22"/>
            <w:szCs w:val="22"/>
          </w:rPr>
          <w:t>3 части 2 статьи 27</w:t>
        </w:r>
      </w:hyperlink>
      <w:r w:rsidRPr="001E1EFB">
        <w:rPr>
          <w:sz w:val="22"/>
          <w:szCs w:val="22"/>
        </w:rPr>
        <w:t xml:space="preserve"> Федерального закона "О государственном кадастре недвижимости";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4" w:name="sub_1143"/>
      <w:bookmarkEnd w:id="23"/>
      <w:r w:rsidRPr="001E1EFB">
        <w:rPr>
          <w:sz w:val="22"/>
          <w:szCs w:val="22"/>
        </w:rPr>
        <w:t>в) присвоения объекту адресации нового адреса.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5" w:name="sub_1015"/>
      <w:bookmarkEnd w:id="24"/>
      <w:r w:rsidRPr="001E1EFB">
        <w:rPr>
          <w:sz w:val="22"/>
          <w:szCs w:val="22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26" w:history="1">
        <w:r w:rsidRPr="001E1EFB">
          <w:rPr>
            <w:rStyle w:val="a"/>
            <w:sz w:val="22"/>
            <w:szCs w:val="22"/>
          </w:rPr>
          <w:t>частях 4</w:t>
        </w:r>
      </w:hyperlink>
      <w:r w:rsidRPr="001E1EFB">
        <w:rPr>
          <w:sz w:val="22"/>
          <w:szCs w:val="22"/>
        </w:rPr>
        <w:t xml:space="preserve"> и </w:t>
      </w:r>
      <w:hyperlink r:id="rId27" w:history="1">
        <w:r w:rsidRPr="001E1EFB">
          <w:rPr>
            <w:rStyle w:val="a"/>
            <w:sz w:val="22"/>
            <w:szCs w:val="22"/>
          </w:rPr>
          <w:t>5 статьи 24</w:t>
        </w:r>
      </w:hyperlink>
      <w:r w:rsidRPr="001E1EFB">
        <w:rPr>
          <w:sz w:val="22"/>
          <w:szCs w:val="22"/>
        </w:rPr>
        <w:t xml:space="preserve"> Федерального закона "О государственном кадастре недвижимости", из государственного кадастра недвижимости.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6" w:name="sub_1016"/>
      <w:bookmarkEnd w:id="25"/>
      <w:r w:rsidRPr="001E1EFB">
        <w:rPr>
          <w:sz w:val="22"/>
          <w:szCs w:val="22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7" w:name="sub_1017"/>
      <w:bookmarkEnd w:id="26"/>
      <w:r w:rsidRPr="001E1EFB">
        <w:rPr>
          <w:sz w:val="22"/>
          <w:szCs w:val="22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8" w:name="sub_1018"/>
      <w:bookmarkEnd w:id="27"/>
      <w:r w:rsidRPr="001E1EFB">
        <w:rPr>
          <w:sz w:val="22"/>
          <w:szCs w:val="22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29" w:name="sub_1019"/>
      <w:bookmarkEnd w:id="28"/>
      <w:r w:rsidRPr="001E1EFB">
        <w:rPr>
          <w:sz w:val="22"/>
          <w:szCs w:val="22"/>
        </w:rPr>
        <w:t>19. При присвоении объекту адресации адреса или аннулировании его адреса уполномоченный орган обязан: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0" w:name="sub_1191"/>
      <w:bookmarkEnd w:id="29"/>
      <w:r w:rsidRPr="001E1EFB">
        <w:rPr>
          <w:sz w:val="22"/>
          <w:szCs w:val="22"/>
        </w:rPr>
        <w:t>а) определить возможность присвоения объекту адресации адреса или аннулирования его адреса;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1" w:name="sub_1192"/>
      <w:bookmarkEnd w:id="30"/>
      <w:r w:rsidRPr="001E1EFB">
        <w:rPr>
          <w:sz w:val="22"/>
          <w:szCs w:val="22"/>
        </w:rPr>
        <w:t>б) провести осмотр местонахождения объекта адресации (при необходимости);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2" w:name="sub_1193"/>
      <w:bookmarkEnd w:id="31"/>
      <w:r w:rsidRPr="001E1EFB">
        <w:rPr>
          <w:sz w:val="22"/>
          <w:szCs w:val="22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3" w:name="sub_1020"/>
      <w:bookmarkEnd w:id="32"/>
      <w:r w:rsidRPr="001E1EFB">
        <w:rPr>
          <w:sz w:val="22"/>
          <w:szCs w:val="22"/>
        </w:rPr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4" w:name="sub_1021"/>
      <w:bookmarkEnd w:id="33"/>
      <w:r w:rsidRPr="001E1EFB">
        <w:rPr>
          <w:sz w:val="22"/>
          <w:szCs w:val="22"/>
        </w:rPr>
        <w:t>21. Решение уполномоченного органа о присвоении объекту адресации адреса принимается одновременно: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5" w:name="sub_1211"/>
      <w:bookmarkEnd w:id="34"/>
      <w:r w:rsidRPr="001E1EFB">
        <w:rPr>
          <w:sz w:val="22"/>
          <w:szCs w:val="22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6" w:name="sub_1212"/>
      <w:bookmarkEnd w:id="35"/>
      <w:r w:rsidRPr="001E1EFB">
        <w:rPr>
          <w:sz w:val="22"/>
          <w:szCs w:val="22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</w:t>
      </w:r>
      <w:hyperlink r:id="rId28" w:history="1">
        <w:r w:rsidRPr="001E1EFB">
          <w:rPr>
            <w:rStyle w:val="a"/>
            <w:sz w:val="22"/>
            <w:szCs w:val="22"/>
          </w:rPr>
          <w:t>Земельным кодексом</w:t>
        </w:r>
      </w:hyperlink>
      <w:r w:rsidRPr="001E1EFB">
        <w:rPr>
          <w:sz w:val="22"/>
          <w:szCs w:val="22"/>
        </w:rPr>
        <w:t xml:space="preserve"> Российской Федерации;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7" w:name="sub_1213"/>
      <w:bookmarkEnd w:id="36"/>
      <w:r w:rsidRPr="001E1EFB">
        <w:rPr>
          <w:sz w:val="22"/>
          <w:szCs w:val="22"/>
        </w:rPr>
        <w:t xml:space="preserve">в) с заключением уполномоченным органом договора о развитии застроенной территории в соответствии с </w:t>
      </w:r>
      <w:hyperlink r:id="rId29" w:history="1">
        <w:r w:rsidRPr="001E1EFB">
          <w:rPr>
            <w:rStyle w:val="a"/>
            <w:sz w:val="22"/>
            <w:szCs w:val="22"/>
          </w:rPr>
          <w:t>Градостроительным кодексом</w:t>
        </w:r>
      </w:hyperlink>
      <w:r w:rsidRPr="001E1EFB">
        <w:rPr>
          <w:sz w:val="22"/>
          <w:szCs w:val="22"/>
        </w:rPr>
        <w:t xml:space="preserve"> Российской Федерации;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8" w:name="sub_1214"/>
      <w:bookmarkEnd w:id="37"/>
      <w:r w:rsidRPr="001E1EFB">
        <w:rPr>
          <w:sz w:val="22"/>
          <w:szCs w:val="22"/>
        </w:rPr>
        <w:t>г) с утверждением проекта планировки территории;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39" w:name="sub_1215"/>
      <w:bookmarkEnd w:id="38"/>
      <w:r w:rsidRPr="001E1EFB">
        <w:rPr>
          <w:sz w:val="22"/>
          <w:szCs w:val="22"/>
        </w:rPr>
        <w:t>д) с принятием решения о строительстве объекта адресации.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40" w:name="sub_1022"/>
      <w:bookmarkEnd w:id="39"/>
      <w:r w:rsidRPr="001E1EFB">
        <w:rPr>
          <w:sz w:val="22"/>
          <w:szCs w:val="22"/>
        </w:rPr>
        <w:t>22. Решение уполномоченного органа о присвоении объекту адресации адреса содержит:</w:t>
      </w:r>
    </w:p>
    <w:bookmarkEnd w:id="40"/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присвоенный объекту адресации адрес;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реквизиты и наименования документов, на основании которых принято решение о присвоении адреса;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описание местоположения объекта адресации;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кадастровые номера, адреса и сведения об объектах недвижимости, из которых образуется объект адресации;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другие необходимые сведения, определенные уполномоченным органом.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41" w:name="sub_1023"/>
      <w:r w:rsidRPr="001E1EFB">
        <w:rPr>
          <w:sz w:val="22"/>
          <w:szCs w:val="22"/>
        </w:rPr>
        <w:t>23. Решение уполномоченного органа об аннулировании адреса объекта адресации содержит:</w:t>
      </w:r>
    </w:p>
    <w:bookmarkEnd w:id="41"/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аннулируемый адрес объекта адресации;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уникальный номер аннулируемого адреса объекта адресации в государственном адресном реестре;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причину аннулирования адреса объекта адресации;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>- другие необходимые сведения, определенные уполномоченным органом.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42" w:name="sub_1024"/>
      <w:r w:rsidRPr="001E1EFB">
        <w:rPr>
          <w:sz w:val="22"/>
          <w:szCs w:val="22"/>
        </w:rPr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43" w:name="sub_1025"/>
      <w:bookmarkEnd w:id="42"/>
      <w:r w:rsidRPr="001E1EFB">
        <w:rPr>
          <w:sz w:val="22"/>
          <w:szCs w:val="22"/>
        </w:rPr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44" w:name="sub_1026"/>
      <w:bookmarkEnd w:id="43"/>
      <w:r w:rsidRPr="001E1EFB">
        <w:rPr>
          <w:sz w:val="22"/>
          <w:szCs w:val="22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45" w:name="sub_1027"/>
      <w:bookmarkEnd w:id="44"/>
      <w:r w:rsidRPr="001E1EFB">
        <w:rPr>
          <w:sz w:val="22"/>
          <w:szCs w:val="22"/>
        </w:rPr>
        <w:t xml:space="preserve">27. </w:t>
      </w:r>
      <w:hyperlink r:id="rId30" w:history="1">
        <w:r w:rsidRPr="001E1EFB">
          <w:rPr>
            <w:rStyle w:val="a"/>
            <w:sz w:val="22"/>
            <w:szCs w:val="22"/>
          </w:rPr>
          <w:t>Заявление</w:t>
        </w:r>
      </w:hyperlink>
      <w:r w:rsidRPr="001E1EFB">
        <w:rPr>
          <w:sz w:val="22"/>
          <w:szCs w:val="22"/>
        </w:rPr>
        <w:t xml:space="preserve">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bookmarkStart w:id="46" w:name="sub_1271"/>
      <w:bookmarkEnd w:id="45"/>
      <w:r w:rsidRPr="001E1EFB">
        <w:rPr>
          <w:sz w:val="22"/>
          <w:szCs w:val="22"/>
        </w:rPr>
        <w:t>а) право хозяйственного ведения;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bookmarkStart w:id="47" w:name="sub_1272"/>
      <w:bookmarkEnd w:id="46"/>
      <w:r w:rsidRPr="001E1EFB">
        <w:rPr>
          <w:sz w:val="22"/>
          <w:szCs w:val="22"/>
        </w:rPr>
        <w:t>б) право оперативного управления;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bookmarkStart w:id="48" w:name="sub_1273"/>
      <w:bookmarkEnd w:id="47"/>
      <w:r w:rsidRPr="001E1EFB">
        <w:rPr>
          <w:sz w:val="22"/>
          <w:szCs w:val="22"/>
        </w:rPr>
        <w:t>в) право пожизненно наследуемого владения;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bookmarkStart w:id="49" w:name="sub_1274"/>
      <w:bookmarkEnd w:id="48"/>
      <w:r w:rsidRPr="001E1EFB">
        <w:rPr>
          <w:sz w:val="22"/>
          <w:szCs w:val="22"/>
        </w:rPr>
        <w:t>г) право постоянного (бессрочного) пользования.</w:t>
      </w:r>
    </w:p>
    <w:bookmarkEnd w:id="49"/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28. Заявление составляется лицами, указанными в </w:t>
      </w:r>
      <w:hyperlink w:anchor="sub_1027" w:history="1">
        <w:r w:rsidRPr="001E1EFB">
          <w:rPr>
            <w:rStyle w:val="a"/>
            <w:sz w:val="22"/>
            <w:szCs w:val="22"/>
          </w:rPr>
          <w:t>пункте 27</w:t>
        </w:r>
      </w:hyperlink>
      <w:r w:rsidRPr="001E1EFB">
        <w:rPr>
          <w:sz w:val="22"/>
          <w:szCs w:val="22"/>
        </w:rPr>
        <w:t xml:space="preserve"> настоящих Правил (далее - заявитель), по </w:t>
      </w:r>
      <w:hyperlink r:id="rId31" w:history="1">
        <w:r w:rsidRPr="001E1EFB">
          <w:rPr>
            <w:rStyle w:val="a"/>
            <w:sz w:val="22"/>
            <w:szCs w:val="22"/>
          </w:rPr>
          <w:t>форме</w:t>
        </w:r>
      </w:hyperlink>
      <w:r w:rsidRPr="001E1EFB">
        <w:rPr>
          <w:sz w:val="22"/>
          <w:szCs w:val="22"/>
        </w:rPr>
        <w:t>, устанавливаемой Министерством финансов Российской Федерации.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0" w:name="sub_1029"/>
      <w:r w:rsidRPr="001E1EFB">
        <w:rPr>
          <w:sz w:val="22"/>
          <w:szCs w:val="22"/>
        </w:rPr>
        <w:t xml:space="preserve">29. С </w:t>
      </w:r>
      <w:hyperlink r:id="rId32" w:history="1">
        <w:r w:rsidRPr="001E1EFB">
          <w:rPr>
            <w:rStyle w:val="a"/>
            <w:sz w:val="22"/>
            <w:szCs w:val="22"/>
          </w:rPr>
          <w:t>заявлением</w:t>
        </w:r>
      </w:hyperlink>
      <w:r w:rsidRPr="001E1EFB">
        <w:rPr>
          <w:sz w:val="22"/>
          <w:szCs w:val="22"/>
        </w:rPr>
        <w:t xml:space="preserve"> вправе обратиться представители заявителя, действующие в силу полномочий, основанных на оформленной в установленном </w:t>
      </w:r>
      <w:hyperlink r:id="rId33" w:history="1">
        <w:r w:rsidRPr="001E1EFB">
          <w:rPr>
            <w:rStyle w:val="a"/>
            <w:sz w:val="22"/>
            <w:szCs w:val="22"/>
          </w:rPr>
          <w:t>законодательством</w:t>
        </w:r>
      </w:hyperlink>
      <w:r w:rsidRPr="001E1EFB">
        <w:rPr>
          <w:sz w:val="22"/>
          <w:szCs w:val="22"/>
        </w:rPr>
        <w:t xml:space="preserve">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bookmarkEnd w:id="50"/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1" w:name="sub_1030"/>
      <w:r w:rsidRPr="001E1EFB">
        <w:rPr>
          <w:sz w:val="22"/>
          <w:szCs w:val="22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2" w:name="sub_1031"/>
      <w:bookmarkEnd w:id="51"/>
      <w:r w:rsidRPr="001E1EFB">
        <w:rPr>
          <w:sz w:val="22"/>
          <w:szCs w:val="22"/>
        </w:rPr>
        <w:t xml:space="preserve">31.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</w:t>
      </w:r>
      <w:hyperlink r:id="rId34" w:history="1">
        <w:r w:rsidRPr="001E1EFB">
          <w:rPr>
            <w:rStyle w:val="a"/>
            <w:sz w:val="22"/>
            <w:szCs w:val="22"/>
          </w:rPr>
          <w:t>"Единый портал</w:t>
        </w:r>
      </w:hyperlink>
      <w:r w:rsidRPr="001E1EFB">
        <w:rPr>
          <w:sz w:val="22"/>
          <w:szCs w:val="22"/>
        </w:rPr>
        <w:t xml:space="preserve">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</w:t>
      </w:r>
      <w:hyperlink r:id="rId35" w:history="1">
        <w:r w:rsidRPr="001E1EFB">
          <w:rPr>
            <w:rStyle w:val="a"/>
            <w:sz w:val="22"/>
            <w:szCs w:val="22"/>
          </w:rPr>
          <w:t>портала</w:t>
        </w:r>
      </w:hyperlink>
      <w:r w:rsidRPr="001E1EFB">
        <w:rPr>
          <w:sz w:val="22"/>
          <w:szCs w:val="22"/>
        </w:rPr>
        <w:t xml:space="preserve">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bookmarkEnd w:id="52"/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3" w:name="sub_1032"/>
      <w:r w:rsidRPr="001E1EFB">
        <w:rPr>
          <w:sz w:val="22"/>
          <w:szCs w:val="22"/>
        </w:rPr>
        <w:t xml:space="preserve">32. </w:t>
      </w:r>
      <w:hyperlink r:id="rId36" w:history="1">
        <w:r w:rsidRPr="001E1EFB">
          <w:rPr>
            <w:rStyle w:val="a"/>
            <w:sz w:val="22"/>
            <w:szCs w:val="22"/>
          </w:rPr>
          <w:t>Заявление</w:t>
        </w:r>
      </w:hyperlink>
      <w:r w:rsidRPr="001E1EFB">
        <w:rPr>
          <w:sz w:val="22"/>
          <w:szCs w:val="22"/>
        </w:rPr>
        <w:t xml:space="preserve"> подписывается заявителем либо представителем заявителя.</w:t>
      </w:r>
    </w:p>
    <w:bookmarkEnd w:id="53"/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37" w:history="1">
        <w:r w:rsidRPr="001E1EFB">
          <w:rPr>
            <w:rStyle w:val="a"/>
            <w:sz w:val="22"/>
            <w:szCs w:val="22"/>
          </w:rPr>
          <w:t>законодательством</w:t>
        </w:r>
      </w:hyperlink>
      <w:r w:rsidRPr="001E1EFB">
        <w:rPr>
          <w:sz w:val="22"/>
          <w:szCs w:val="22"/>
        </w:rPr>
        <w:t xml:space="preserve"> Российской Федерации.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Заявление в форме электронного документа подписывается заявителем либо представителем заявителя с использованием усиленной </w:t>
      </w:r>
      <w:hyperlink r:id="rId38" w:history="1">
        <w:r w:rsidRPr="001E1EFB">
          <w:rPr>
            <w:rStyle w:val="a"/>
            <w:sz w:val="22"/>
            <w:szCs w:val="22"/>
          </w:rPr>
          <w:t>квалифицированной электронной подписи</w:t>
        </w:r>
      </w:hyperlink>
      <w:r w:rsidRPr="001E1EFB">
        <w:rPr>
          <w:sz w:val="22"/>
          <w:szCs w:val="22"/>
        </w:rPr>
        <w:t>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</w:t>
      </w:r>
      <w:hyperlink r:id="rId39" w:history="1">
        <w:r w:rsidRPr="001E1EFB">
          <w:rPr>
            <w:rStyle w:val="a"/>
            <w:sz w:val="22"/>
            <w:szCs w:val="22"/>
          </w:rPr>
          <w:t>квалифицированной электронной подписи</w:t>
        </w:r>
      </w:hyperlink>
      <w:r w:rsidRPr="001E1EFB">
        <w:rPr>
          <w:sz w:val="22"/>
          <w:szCs w:val="22"/>
        </w:rPr>
        <w:t xml:space="preserve"> (в случае, если представитель заявителя действует на основании доверенности).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4" w:name="sub_1033"/>
      <w:r w:rsidRPr="001E1EFB">
        <w:rPr>
          <w:sz w:val="22"/>
          <w:szCs w:val="22"/>
        </w:rPr>
        <w:t xml:space="preserve">33. В случае представления </w:t>
      </w:r>
      <w:hyperlink r:id="rId40" w:history="1">
        <w:r w:rsidRPr="001E1EFB">
          <w:rPr>
            <w:rStyle w:val="a"/>
            <w:sz w:val="22"/>
            <w:szCs w:val="22"/>
          </w:rPr>
          <w:t>заявления</w:t>
        </w:r>
      </w:hyperlink>
      <w:r w:rsidRPr="001E1EFB">
        <w:rPr>
          <w:sz w:val="22"/>
          <w:szCs w:val="22"/>
        </w:rPr>
        <w:t xml:space="preserve">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bookmarkEnd w:id="54"/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5" w:name="sub_1034"/>
      <w:r w:rsidRPr="001E1EFB">
        <w:rPr>
          <w:sz w:val="22"/>
          <w:szCs w:val="22"/>
        </w:rPr>
        <w:t xml:space="preserve">34. К </w:t>
      </w:r>
      <w:hyperlink r:id="rId41" w:history="1">
        <w:r w:rsidRPr="001E1EFB">
          <w:rPr>
            <w:rStyle w:val="a"/>
            <w:sz w:val="22"/>
            <w:szCs w:val="22"/>
          </w:rPr>
          <w:t>заявлению</w:t>
        </w:r>
      </w:hyperlink>
      <w:r w:rsidRPr="001E1EFB">
        <w:rPr>
          <w:sz w:val="22"/>
          <w:szCs w:val="22"/>
        </w:rPr>
        <w:t xml:space="preserve"> прилагаются следующие документы: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6" w:name="sub_1341"/>
      <w:bookmarkEnd w:id="55"/>
      <w:r w:rsidRPr="001E1EFB">
        <w:rPr>
          <w:sz w:val="22"/>
          <w:szCs w:val="22"/>
        </w:rPr>
        <w:t>а) правоустанавливающие и (или) правоудостоверяющие документы на объект (объекты) адресации;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7" w:name="sub_1342"/>
      <w:bookmarkEnd w:id="56"/>
      <w:r w:rsidRPr="001E1EFB">
        <w:rPr>
          <w:sz w:val="22"/>
          <w:szCs w:val="22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8" w:name="sub_1343"/>
      <w:bookmarkEnd w:id="57"/>
      <w:r w:rsidRPr="001E1EFB">
        <w:rPr>
          <w:sz w:val="22"/>
          <w:szCs w:val="22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59" w:name="sub_1344"/>
      <w:bookmarkEnd w:id="58"/>
      <w:r w:rsidRPr="001E1EFB">
        <w:rPr>
          <w:sz w:val="22"/>
          <w:szCs w:val="22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0" w:name="sub_1345"/>
      <w:bookmarkEnd w:id="59"/>
      <w:r w:rsidRPr="001E1EFB">
        <w:rPr>
          <w:sz w:val="22"/>
          <w:szCs w:val="22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1" w:name="sub_1346"/>
      <w:bookmarkEnd w:id="60"/>
      <w:r w:rsidRPr="001E1EFB">
        <w:rPr>
          <w:sz w:val="22"/>
          <w:szCs w:val="22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2" w:name="sub_1347"/>
      <w:bookmarkEnd w:id="61"/>
      <w:r w:rsidRPr="001E1EFB">
        <w:rPr>
          <w:sz w:val="22"/>
          <w:szCs w:val="22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3" w:name="sub_1348"/>
      <w:bookmarkEnd w:id="62"/>
      <w:r w:rsidRPr="001E1EFB">
        <w:rPr>
          <w:sz w:val="22"/>
          <w:szCs w:val="22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sub_1141" w:history="1">
        <w:r w:rsidRPr="001E1EFB">
          <w:rPr>
            <w:rStyle w:val="a"/>
            <w:sz w:val="22"/>
            <w:szCs w:val="22"/>
          </w:rPr>
          <w:t>подпункте "а" пункта 14</w:t>
        </w:r>
      </w:hyperlink>
      <w:r w:rsidRPr="001E1EFB">
        <w:rPr>
          <w:sz w:val="22"/>
          <w:szCs w:val="22"/>
        </w:rPr>
        <w:t xml:space="preserve"> настоящих Правил);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4" w:name="sub_1349"/>
      <w:bookmarkEnd w:id="63"/>
      <w:r w:rsidRPr="001E1EFB">
        <w:rPr>
          <w:sz w:val="22"/>
          <w:szCs w:val="22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w:anchor="sub_1142" w:history="1">
        <w:r w:rsidRPr="001E1EFB">
          <w:rPr>
            <w:rStyle w:val="a"/>
            <w:sz w:val="22"/>
            <w:szCs w:val="22"/>
          </w:rPr>
          <w:t>подпункте "б" пункта 14</w:t>
        </w:r>
      </w:hyperlink>
      <w:r w:rsidRPr="001E1EFB">
        <w:rPr>
          <w:sz w:val="22"/>
          <w:szCs w:val="22"/>
        </w:rPr>
        <w:t xml:space="preserve"> настоящих Правил).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5" w:name="sub_1035"/>
      <w:bookmarkEnd w:id="64"/>
      <w:r w:rsidRPr="001E1EFB">
        <w:rPr>
          <w:sz w:val="22"/>
          <w:szCs w:val="22"/>
        </w:rPr>
        <w:t xml:space="preserve">35. Уполномоченные органы запрашивают документы, указанные в </w:t>
      </w:r>
      <w:hyperlink w:anchor="sub_1034" w:history="1">
        <w:r w:rsidRPr="001E1EFB">
          <w:rPr>
            <w:rStyle w:val="a"/>
            <w:sz w:val="22"/>
            <w:szCs w:val="22"/>
          </w:rPr>
          <w:t>пункте 34</w:t>
        </w:r>
      </w:hyperlink>
      <w:r w:rsidRPr="001E1EFB">
        <w:rPr>
          <w:sz w:val="22"/>
          <w:szCs w:val="22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bookmarkEnd w:id="65"/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Заявители (представители заявителя) при подаче </w:t>
      </w:r>
      <w:hyperlink r:id="rId42" w:history="1">
        <w:r w:rsidRPr="001E1EFB">
          <w:rPr>
            <w:rStyle w:val="a"/>
            <w:sz w:val="22"/>
            <w:szCs w:val="22"/>
          </w:rPr>
          <w:t>заявления</w:t>
        </w:r>
      </w:hyperlink>
      <w:r w:rsidRPr="001E1EFB">
        <w:rPr>
          <w:sz w:val="22"/>
          <w:szCs w:val="22"/>
        </w:rPr>
        <w:t xml:space="preserve"> вправе приложить к нему документы, указанные в </w:t>
      </w:r>
      <w:hyperlink w:anchor="sub_1034" w:history="1">
        <w:r w:rsidRPr="001E1EFB">
          <w:rPr>
            <w:rStyle w:val="a"/>
            <w:sz w:val="22"/>
            <w:szCs w:val="22"/>
          </w:rPr>
          <w:t>пункте 34</w:t>
        </w:r>
      </w:hyperlink>
      <w:r w:rsidRPr="001E1EFB">
        <w:rPr>
          <w:sz w:val="22"/>
          <w:szCs w:val="22"/>
        </w:rPr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Документы, указанные в </w:t>
      </w:r>
      <w:hyperlink w:anchor="sub_1034" w:history="1">
        <w:r w:rsidRPr="001E1EFB">
          <w:rPr>
            <w:rStyle w:val="a"/>
            <w:sz w:val="22"/>
            <w:szCs w:val="22"/>
          </w:rPr>
          <w:t>пункте 34</w:t>
        </w:r>
      </w:hyperlink>
      <w:r w:rsidRPr="001E1EFB">
        <w:rPr>
          <w:sz w:val="22"/>
          <w:szCs w:val="22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</w:t>
      </w:r>
      <w:hyperlink r:id="rId43" w:history="1">
        <w:r w:rsidRPr="001E1EFB">
          <w:rPr>
            <w:rStyle w:val="a"/>
            <w:sz w:val="22"/>
            <w:szCs w:val="22"/>
          </w:rPr>
          <w:t>квалифицированной электронной подписи</w:t>
        </w:r>
      </w:hyperlink>
      <w:r w:rsidRPr="001E1EFB">
        <w:rPr>
          <w:sz w:val="22"/>
          <w:szCs w:val="22"/>
        </w:rPr>
        <w:t>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6" w:name="sub_1036"/>
      <w:r w:rsidRPr="001E1EFB">
        <w:rPr>
          <w:sz w:val="22"/>
          <w:szCs w:val="22"/>
        </w:rPr>
        <w:t xml:space="preserve">36. Если </w:t>
      </w:r>
      <w:hyperlink r:id="rId44" w:history="1">
        <w:r w:rsidRPr="001E1EFB">
          <w:rPr>
            <w:rStyle w:val="a"/>
            <w:sz w:val="22"/>
            <w:szCs w:val="22"/>
          </w:rPr>
          <w:t>заявление</w:t>
        </w:r>
      </w:hyperlink>
      <w:r w:rsidRPr="001E1EFB">
        <w:rPr>
          <w:sz w:val="22"/>
          <w:szCs w:val="22"/>
        </w:rPr>
        <w:t xml:space="preserve"> и документы, указанные в </w:t>
      </w:r>
      <w:hyperlink w:anchor="sub_1034" w:history="1">
        <w:r w:rsidRPr="001E1EFB">
          <w:rPr>
            <w:rStyle w:val="a"/>
            <w:sz w:val="22"/>
            <w:szCs w:val="22"/>
          </w:rPr>
          <w:t>пункте 34</w:t>
        </w:r>
      </w:hyperlink>
      <w:r w:rsidRPr="001E1EFB">
        <w:rPr>
          <w:sz w:val="22"/>
          <w:szCs w:val="22"/>
        </w:rP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bookmarkEnd w:id="66"/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В случае, если заявление и документы, указанные в </w:t>
      </w:r>
      <w:hyperlink w:anchor="sub_1034" w:history="1">
        <w:r w:rsidRPr="001E1EFB">
          <w:rPr>
            <w:rStyle w:val="a"/>
            <w:sz w:val="22"/>
            <w:szCs w:val="22"/>
          </w:rPr>
          <w:t>пункте 34</w:t>
        </w:r>
      </w:hyperlink>
      <w:r w:rsidRPr="001E1EFB">
        <w:rPr>
          <w:sz w:val="22"/>
          <w:szCs w:val="22"/>
        </w:rPr>
        <w:t xml:space="preserve">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Получение заявления и документов, указанных в </w:t>
      </w:r>
      <w:hyperlink w:anchor="sub_1034" w:history="1">
        <w:r w:rsidRPr="001E1EFB">
          <w:rPr>
            <w:rStyle w:val="a"/>
            <w:sz w:val="22"/>
            <w:szCs w:val="22"/>
          </w:rPr>
          <w:t>пункте 34</w:t>
        </w:r>
      </w:hyperlink>
      <w:r w:rsidRPr="001E1EFB">
        <w:rPr>
          <w:sz w:val="22"/>
          <w:szCs w:val="22"/>
        </w:rPr>
        <w:t xml:space="preserve">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Сообщение о получении заявления и документов, указанных в </w:t>
      </w:r>
      <w:hyperlink w:anchor="sub_1034" w:history="1">
        <w:r w:rsidRPr="001E1EFB">
          <w:rPr>
            <w:rStyle w:val="a"/>
            <w:sz w:val="22"/>
            <w:szCs w:val="22"/>
          </w:rPr>
          <w:t>пункте 34</w:t>
        </w:r>
      </w:hyperlink>
      <w:r w:rsidRPr="001E1EFB">
        <w:rPr>
          <w:sz w:val="22"/>
          <w:szCs w:val="22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</w:t>
      </w:r>
      <w:hyperlink r:id="rId45" w:history="1">
        <w:r w:rsidRPr="001E1EFB">
          <w:rPr>
            <w:rStyle w:val="a"/>
            <w:sz w:val="22"/>
            <w:szCs w:val="22"/>
          </w:rPr>
          <w:t>едином портале</w:t>
        </w:r>
      </w:hyperlink>
      <w:r w:rsidRPr="001E1EFB">
        <w:rPr>
          <w:sz w:val="22"/>
          <w:szCs w:val="22"/>
        </w:rPr>
        <w:t xml:space="preserve">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Сообщение о получении заявления и документов, указанных в </w:t>
      </w:r>
      <w:hyperlink w:anchor="sub_1034" w:history="1">
        <w:r w:rsidRPr="001E1EFB">
          <w:rPr>
            <w:rStyle w:val="a"/>
            <w:sz w:val="22"/>
            <w:szCs w:val="22"/>
          </w:rPr>
          <w:t>пункте 34</w:t>
        </w:r>
      </w:hyperlink>
      <w:r w:rsidRPr="001E1EFB">
        <w:rPr>
          <w:sz w:val="22"/>
          <w:szCs w:val="22"/>
        </w:rP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7" w:name="sub_1037"/>
      <w:r w:rsidRPr="001E1EFB">
        <w:rPr>
          <w:sz w:val="22"/>
          <w:szCs w:val="22"/>
        </w:rPr>
        <w:t xml:space="preserve">37. Решение о присвоении объекту адресации адреса или аннулировании его адреса, а также </w:t>
      </w:r>
      <w:hyperlink r:id="rId46" w:history="1">
        <w:r w:rsidRPr="001E1EFB">
          <w:rPr>
            <w:rStyle w:val="a"/>
            <w:sz w:val="22"/>
            <w:szCs w:val="22"/>
          </w:rPr>
          <w:t>решение</w:t>
        </w:r>
      </w:hyperlink>
      <w:r w:rsidRPr="001E1EFB">
        <w:rPr>
          <w:sz w:val="22"/>
          <w:szCs w:val="22"/>
        </w:rPr>
        <w:t xml:space="preserve">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8" w:name="sub_1038"/>
      <w:bookmarkEnd w:id="67"/>
      <w:r w:rsidRPr="001E1EFB">
        <w:rPr>
          <w:sz w:val="22"/>
          <w:szCs w:val="22"/>
        </w:rPr>
        <w:t xml:space="preserve">38. В случае представления заявления через многофункциональный центр срок, указанный в </w:t>
      </w:r>
      <w:hyperlink w:anchor="sub_1037" w:history="1">
        <w:r w:rsidRPr="001E1EFB">
          <w:rPr>
            <w:rStyle w:val="a"/>
            <w:sz w:val="22"/>
            <w:szCs w:val="22"/>
          </w:rPr>
          <w:t>пункте 37</w:t>
        </w:r>
      </w:hyperlink>
      <w:r w:rsidRPr="001E1EFB">
        <w:rPr>
          <w:sz w:val="22"/>
          <w:szCs w:val="22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sub_1034" w:history="1">
        <w:r w:rsidRPr="001E1EFB">
          <w:rPr>
            <w:rStyle w:val="a"/>
            <w:sz w:val="22"/>
            <w:szCs w:val="22"/>
          </w:rPr>
          <w:t>пункте 34</w:t>
        </w:r>
      </w:hyperlink>
      <w:r w:rsidRPr="001E1EFB">
        <w:rPr>
          <w:sz w:val="22"/>
          <w:szCs w:val="22"/>
        </w:rPr>
        <w:t xml:space="preserve"> настоящих Правил (при их наличии), в уполномоченный орган.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69" w:name="sub_1039"/>
      <w:bookmarkEnd w:id="68"/>
      <w:r w:rsidRPr="001E1EFB">
        <w:rPr>
          <w:sz w:val="22"/>
          <w:szCs w:val="22"/>
        </w:rPr>
        <w:t xml:space="preserve">39. Решение уполномоченного органа о присвоении объекту адресации адреса или аннулировании его адреса, а также </w:t>
      </w:r>
      <w:hyperlink r:id="rId47" w:history="1">
        <w:r w:rsidRPr="001E1EFB">
          <w:rPr>
            <w:rStyle w:val="a"/>
            <w:sz w:val="22"/>
            <w:szCs w:val="22"/>
          </w:rPr>
          <w:t>решение</w:t>
        </w:r>
      </w:hyperlink>
      <w:r w:rsidRPr="001E1EFB">
        <w:rPr>
          <w:sz w:val="22"/>
          <w:szCs w:val="22"/>
        </w:rPr>
        <w:t xml:space="preserve">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bookmarkEnd w:id="69"/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- в форме электронного документа с использованием информационно-телекоммуникационных сетей общего пользования, в том числе </w:t>
      </w:r>
      <w:hyperlink r:id="rId48" w:history="1">
        <w:r w:rsidRPr="001E1EFB">
          <w:rPr>
            <w:rStyle w:val="a"/>
            <w:sz w:val="22"/>
            <w:szCs w:val="22"/>
          </w:rPr>
          <w:t>единого портала</w:t>
        </w:r>
      </w:hyperlink>
      <w:r w:rsidRPr="001E1EFB">
        <w:rPr>
          <w:sz w:val="22"/>
          <w:szCs w:val="22"/>
        </w:rPr>
        <w:t xml:space="preserve">, региональных порталов или портала адресной системы, не позднее одного рабочего дня со дня истечения срока, указанного в </w:t>
      </w:r>
      <w:hyperlink w:anchor="sub_1037" w:history="1">
        <w:r w:rsidRPr="001E1EFB">
          <w:rPr>
            <w:rStyle w:val="a"/>
            <w:sz w:val="22"/>
            <w:szCs w:val="22"/>
          </w:rPr>
          <w:t>пунктах 37</w:t>
        </w:r>
      </w:hyperlink>
      <w:r w:rsidRPr="001E1EFB">
        <w:rPr>
          <w:sz w:val="22"/>
          <w:szCs w:val="22"/>
        </w:rPr>
        <w:t xml:space="preserve"> и </w:t>
      </w:r>
      <w:hyperlink w:anchor="sub_1038" w:history="1">
        <w:r w:rsidRPr="001E1EFB">
          <w:rPr>
            <w:rStyle w:val="a"/>
            <w:sz w:val="22"/>
            <w:szCs w:val="22"/>
          </w:rPr>
          <w:t>38</w:t>
        </w:r>
      </w:hyperlink>
      <w:r w:rsidRPr="001E1EFB">
        <w:rPr>
          <w:sz w:val="22"/>
          <w:szCs w:val="22"/>
        </w:rPr>
        <w:t xml:space="preserve"> настоящих Правил;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</w:t>
      </w:r>
      <w:hyperlink w:anchor="sub_1037" w:history="1">
        <w:r w:rsidRPr="001E1EFB">
          <w:rPr>
            <w:rStyle w:val="a"/>
            <w:sz w:val="22"/>
            <w:szCs w:val="22"/>
          </w:rPr>
          <w:t>пунктами 37</w:t>
        </w:r>
      </w:hyperlink>
      <w:r w:rsidRPr="001E1EFB">
        <w:rPr>
          <w:sz w:val="22"/>
          <w:szCs w:val="22"/>
        </w:rPr>
        <w:t xml:space="preserve"> и </w:t>
      </w:r>
      <w:hyperlink w:anchor="sub_1038" w:history="1">
        <w:r w:rsidRPr="001E1EFB">
          <w:rPr>
            <w:rStyle w:val="a"/>
            <w:sz w:val="22"/>
            <w:szCs w:val="22"/>
          </w:rPr>
          <w:t>38</w:t>
        </w:r>
      </w:hyperlink>
      <w:r w:rsidRPr="001E1EFB">
        <w:rPr>
          <w:sz w:val="22"/>
          <w:szCs w:val="22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sub_1037" w:history="1">
        <w:r w:rsidRPr="001E1EFB">
          <w:rPr>
            <w:rStyle w:val="a"/>
            <w:sz w:val="22"/>
            <w:szCs w:val="22"/>
          </w:rPr>
          <w:t>пунктами 37</w:t>
        </w:r>
      </w:hyperlink>
      <w:r w:rsidRPr="001E1EFB">
        <w:rPr>
          <w:sz w:val="22"/>
          <w:szCs w:val="22"/>
        </w:rPr>
        <w:t xml:space="preserve"> и </w:t>
      </w:r>
      <w:hyperlink w:anchor="sub_1038" w:history="1">
        <w:r w:rsidRPr="001E1EFB">
          <w:rPr>
            <w:rStyle w:val="a"/>
            <w:sz w:val="22"/>
            <w:szCs w:val="22"/>
          </w:rPr>
          <w:t>38</w:t>
        </w:r>
      </w:hyperlink>
      <w:r w:rsidRPr="001E1EFB">
        <w:rPr>
          <w:sz w:val="22"/>
          <w:szCs w:val="22"/>
        </w:rPr>
        <w:t xml:space="preserve"> настоящих Правил.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0" w:name="sub_1040"/>
      <w:r w:rsidRPr="001E1EFB">
        <w:rPr>
          <w:sz w:val="22"/>
          <w:szCs w:val="22"/>
        </w:rPr>
        <w:t>40. В присвоении объекту адресации адреса или аннулировании его адреса может быть отказано в случаях, если: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1" w:name="sub_1401"/>
      <w:bookmarkEnd w:id="70"/>
      <w:r w:rsidRPr="001E1EFB">
        <w:rPr>
          <w:sz w:val="22"/>
          <w:szCs w:val="22"/>
        </w:rPr>
        <w:t xml:space="preserve">а) с </w:t>
      </w:r>
      <w:hyperlink r:id="rId49" w:history="1">
        <w:r w:rsidRPr="001E1EFB">
          <w:rPr>
            <w:rStyle w:val="a"/>
            <w:sz w:val="22"/>
            <w:szCs w:val="22"/>
          </w:rPr>
          <w:t>заявлением</w:t>
        </w:r>
      </w:hyperlink>
      <w:r w:rsidRPr="001E1EFB">
        <w:rPr>
          <w:sz w:val="22"/>
          <w:szCs w:val="22"/>
        </w:rPr>
        <w:t xml:space="preserve"> о присвоении объекту адресации адреса обратилось лицо, не указанное в </w:t>
      </w:r>
      <w:hyperlink w:anchor="sub_1027" w:history="1">
        <w:r w:rsidRPr="001E1EFB">
          <w:rPr>
            <w:rStyle w:val="a"/>
            <w:sz w:val="22"/>
            <w:szCs w:val="22"/>
          </w:rPr>
          <w:t>пунктах 27</w:t>
        </w:r>
      </w:hyperlink>
      <w:r w:rsidRPr="001E1EFB">
        <w:rPr>
          <w:sz w:val="22"/>
          <w:szCs w:val="22"/>
        </w:rPr>
        <w:t xml:space="preserve"> и </w:t>
      </w:r>
      <w:hyperlink w:anchor="sub_1029" w:history="1">
        <w:r w:rsidRPr="001E1EFB">
          <w:rPr>
            <w:rStyle w:val="a"/>
            <w:sz w:val="22"/>
            <w:szCs w:val="22"/>
          </w:rPr>
          <w:t>29</w:t>
        </w:r>
      </w:hyperlink>
      <w:r w:rsidRPr="001E1EFB">
        <w:rPr>
          <w:sz w:val="22"/>
          <w:szCs w:val="22"/>
        </w:rPr>
        <w:t xml:space="preserve"> настоящих Правил;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2" w:name="sub_1402"/>
      <w:bookmarkEnd w:id="71"/>
      <w:r w:rsidRPr="001E1EFB">
        <w:rPr>
          <w:sz w:val="22"/>
          <w:szCs w:val="22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3" w:name="sub_1403"/>
      <w:bookmarkEnd w:id="72"/>
      <w:r w:rsidRPr="001E1EFB">
        <w:rPr>
          <w:sz w:val="22"/>
          <w:szCs w:val="22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4" w:name="sub_1404"/>
      <w:bookmarkEnd w:id="73"/>
      <w:r w:rsidRPr="001E1EFB">
        <w:rPr>
          <w:sz w:val="22"/>
          <w:szCs w:val="22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sub_1005" w:history="1">
        <w:r w:rsidRPr="001E1EFB">
          <w:rPr>
            <w:rStyle w:val="a"/>
            <w:sz w:val="22"/>
            <w:szCs w:val="22"/>
          </w:rPr>
          <w:t>пунктах 5</w:t>
        </w:r>
      </w:hyperlink>
      <w:r w:rsidRPr="001E1EFB">
        <w:rPr>
          <w:sz w:val="22"/>
          <w:szCs w:val="22"/>
        </w:rPr>
        <w:t xml:space="preserve">, </w:t>
      </w:r>
      <w:hyperlink w:anchor="sub_1008" w:history="1">
        <w:r w:rsidRPr="001E1EFB">
          <w:rPr>
            <w:rStyle w:val="a"/>
            <w:sz w:val="22"/>
            <w:szCs w:val="22"/>
          </w:rPr>
          <w:t>8 - 11</w:t>
        </w:r>
      </w:hyperlink>
      <w:r w:rsidRPr="001E1EFB">
        <w:rPr>
          <w:sz w:val="22"/>
          <w:szCs w:val="22"/>
        </w:rPr>
        <w:t xml:space="preserve"> и </w:t>
      </w:r>
      <w:hyperlink w:anchor="sub_1014" w:history="1">
        <w:r w:rsidRPr="001E1EFB">
          <w:rPr>
            <w:rStyle w:val="a"/>
            <w:sz w:val="22"/>
            <w:szCs w:val="22"/>
          </w:rPr>
          <w:t>14 - 18</w:t>
        </w:r>
      </w:hyperlink>
      <w:r w:rsidRPr="001E1EFB">
        <w:rPr>
          <w:sz w:val="22"/>
          <w:szCs w:val="22"/>
        </w:rPr>
        <w:t xml:space="preserve"> настоящих Правил.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5" w:name="sub_1041"/>
      <w:bookmarkEnd w:id="74"/>
      <w:r w:rsidRPr="001E1EFB">
        <w:rPr>
          <w:sz w:val="22"/>
          <w:szCs w:val="22"/>
        </w:rPr>
        <w:t xml:space="preserve">41. </w:t>
      </w:r>
      <w:hyperlink r:id="rId50" w:history="1">
        <w:r w:rsidRPr="001E1EFB">
          <w:rPr>
            <w:rStyle w:val="a"/>
            <w:sz w:val="22"/>
            <w:szCs w:val="22"/>
          </w:rPr>
          <w:t>Решение</w:t>
        </w:r>
      </w:hyperlink>
      <w:r w:rsidRPr="001E1EFB">
        <w:rPr>
          <w:sz w:val="22"/>
          <w:szCs w:val="22"/>
        </w:rPr>
        <w:t xml:space="preserve">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sub_1040" w:history="1">
        <w:r w:rsidRPr="001E1EFB">
          <w:rPr>
            <w:rStyle w:val="a"/>
            <w:sz w:val="22"/>
            <w:szCs w:val="22"/>
          </w:rPr>
          <w:t>пункта 40</w:t>
        </w:r>
      </w:hyperlink>
      <w:r w:rsidRPr="001E1EFB">
        <w:rPr>
          <w:sz w:val="22"/>
          <w:szCs w:val="22"/>
        </w:rPr>
        <w:t xml:space="preserve"> настоящих Правил, являющиеся основанием для принятия такого решения.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6" w:name="sub_1042"/>
      <w:bookmarkEnd w:id="75"/>
      <w:r w:rsidRPr="001E1EFB">
        <w:rPr>
          <w:sz w:val="22"/>
          <w:szCs w:val="22"/>
        </w:rPr>
        <w:t xml:space="preserve">42. </w:t>
      </w:r>
      <w:hyperlink r:id="rId51" w:history="1">
        <w:r w:rsidRPr="001E1EFB">
          <w:rPr>
            <w:rStyle w:val="a"/>
            <w:sz w:val="22"/>
            <w:szCs w:val="22"/>
          </w:rPr>
          <w:t>Форма</w:t>
        </w:r>
      </w:hyperlink>
      <w:r w:rsidRPr="001E1EFB">
        <w:rPr>
          <w:sz w:val="22"/>
          <w:szCs w:val="22"/>
        </w:rPr>
        <w:t xml:space="preserve">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7" w:name="sub_1043"/>
      <w:bookmarkEnd w:id="76"/>
      <w:r w:rsidRPr="001E1EFB">
        <w:rPr>
          <w:sz w:val="22"/>
          <w:szCs w:val="22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365D60" w:rsidRPr="001E1EFB" w:rsidRDefault="00365D60" w:rsidP="001E1EFB">
      <w:pPr>
        <w:pStyle w:val="Heading1"/>
        <w:rPr>
          <w:sz w:val="22"/>
          <w:szCs w:val="22"/>
        </w:rPr>
      </w:pPr>
      <w:bookmarkStart w:id="78" w:name="sub_1300"/>
      <w:bookmarkEnd w:id="77"/>
      <w:r w:rsidRPr="001E1EFB">
        <w:rPr>
          <w:sz w:val="22"/>
          <w:szCs w:val="22"/>
        </w:rPr>
        <w:t>III. Структура адреса</w:t>
      </w:r>
      <w:bookmarkEnd w:id="78"/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79" w:name="sub_1044"/>
      <w:r w:rsidRPr="001E1EFB">
        <w:rPr>
          <w:sz w:val="22"/>
          <w:szCs w:val="22"/>
        </w:rPr>
        <w:t>44. Структура адреса включает в себя следующую последовательность адресообразующих элементов, описанных идентифицирующими их реквизитами (далее - реквизит адреса):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0" w:name="sub_10441"/>
      <w:bookmarkEnd w:id="79"/>
      <w:r w:rsidRPr="001E1EFB">
        <w:rPr>
          <w:sz w:val="22"/>
          <w:szCs w:val="22"/>
        </w:rPr>
        <w:t>а) наименование страны (Российская Федерация);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1" w:name="sub_10442"/>
      <w:bookmarkEnd w:id="80"/>
      <w:r w:rsidRPr="001E1EFB">
        <w:rPr>
          <w:sz w:val="22"/>
          <w:szCs w:val="22"/>
        </w:rPr>
        <w:t>б) наименование субъекта Российской Федерации;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2" w:name="sub_10443"/>
      <w:bookmarkEnd w:id="81"/>
      <w:r w:rsidRPr="001E1EFB">
        <w:rPr>
          <w:sz w:val="22"/>
          <w:szCs w:val="22"/>
        </w:rPr>
        <w:t>в) 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3" w:name="sub_10444"/>
      <w:bookmarkEnd w:id="82"/>
      <w:r w:rsidRPr="001E1EFB">
        <w:rPr>
          <w:sz w:val="22"/>
          <w:szCs w:val="22"/>
        </w:rPr>
        <w:t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4" w:name="sub_10445"/>
      <w:bookmarkEnd w:id="83"/>
      <w:r w:rsidRPr="001E1EFB">
        <w:rPr>
          <w:sz w:val="22"/>
          <w:szCs w:val="22"/>
        </w:rPr>
        <w:t>д) наименование населенного пункта;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5" w:name="sub_10446"/>
      <w:bookmarkEnd w:id="84"/>
      <w:r w:rsidRPr="001E1EFB">
        <w:rPr>
          <w:sz w:val="22"/>
          <w:szCs w:val="22"/>
        </w:rPr>
        <w:t>е) наименование элемента планировочной структуры;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6" w:name="sub_10447"/>
      <w:bookmarkEnd w:id="85"/>
      <w:r w:rsidRPr="001E1EFB">
        <w:rPr>
          <w:sz w:val="22"/>
          <w:szCs w:val="22"/>
        </w:rPr>
        <w:t>ж) наименование элемента улично-дорожной сети;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7" w:name="sub_10448"/>
      <w:bookmarkEnd w:id="86"/>
      <w:r w:rsidRPr="001E1EFB">
        <w:rPr>
          <w:sz w:val="22"/>
          <w:szCs w:val="22"/>
        </w:rPr>
        <w:t>з) номер земельного участка;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8" w:name="sub_10449"/>
      <w:bookmarkEnd w:id="87"/>
      <w:r w:rsidRPr="001E1EFB">
        <w:rPr>
          <w:sz w:val="22"/>
          <w:szCs w:val="22"/>
        </w:rPr>
        <w:t>и) тип и номер здания, сооружения или объекта незавершенного строительства;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89" w:name="sub_104410"/>
      <w:bookmarkEnd w:id="88"/>
      <w:r w:rsidRPr="001E1EFB">
        <w:rPr>
          <w:sz w:val="22"/>
          <w:szCs w:val="22"/>
        </w:rPr>
        <w:t>к) тип и номер помещения, расположенного в здании или сооружении.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0" w:name="sub_1045"/>
      <w:bookmarkEnd w:id="89"/>
      <w:r w:rsidRPr="001E1EFB">
        <w:rPr>
          <w:sz w:val="22"/>
          <w:szCs w:val="22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адресообразующих элементов в структуре адреса, указанная в </w:t>
      </w:r>
      <w:hyperlink w:anchor="sub_1044" w:history="1">
        <w:r w:rsidRPr="001E1EFB">
          <w:rPr>
            <w:rStyle w:val="a"/>
            <w:sz w:val="22"/>
            <w:szCs w:val="22"/>
          </w:rPr>
          <w:t>пункте 44</w:t>
        </w:r>
      </w:hyperlink>
      <w:r w:rsidRPr="001E1EFB">
        <w:rPr>
          <w:sz w:val="22"/>
          <w:szCs w:val="22"/>
        </w:rPr>
        <w:t xml:space="preserve"> настоящих Правил.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1" w:name="sub_1046"/>
      <w:bookmarkEnd w:id="90"/>
      <w:r w:rsidRPr="001E1EFB">
        <w:rPr>
          <w:sz w:val="22"/>
          <w:szCs w:val="22"/>
        </w:rPr>
        <w:t>46. Перечень адресообразующих элементов, используемых при описании адреса объекта адресации, зависит от вида объекта адресации.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2" w:name="sub_1047"/>
      <w:bookmarkEnd w:id="91"/>
      <w:r w:rsidRPr="001E1EFB">
        <w:rPr>
          <w:sz w:val="22"/>
          <w:szCs w:val="22"/>
        </w:rPr>
        <w:t>47. Обязательными адресообразующими элементами для всех видов объектов адресации являются: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3" w:name="sub_10471"/>
      <w:bookmarkEnd w:id="92"/>
      <w:r w:rsidRPr="001E1EFB">
        <w:rPr>
          <w:sz w:val="22"/>
          <w:szCs w:val="22"/>
        </w:rPr>
        <w:t>а) страна;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4" w:name="sub_10472"/>
      <w:bookmarkEnd w:id="93"/>
      <w:r w:rsidRPr="001E1EFB">
        <w:rPr>
          <w:sz w:val="22"/>
          <w:szCs w:val="22"/>
        </w:rPr>
        <w:t>б) субъект Российской Федерации;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5" w:name="sub_10473"/>
      <w:bookmarkEnd w:id="94"/>
      <w:r w:rsidRPr="001E1EFB">
        <w:rPr>
          <w:sz w:val="22"/>
          <w:szCs w:val="22"/>
        </w:rPr>
        <w:t>в) муниципальный район, городской округ или внутригородская территория (для городов федерального значения) в составе субъекта Российской Федерации;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6" w:name="sub_10474"/>
      <w:bookmarkEnd w:id="95"/>
      <w:r w:rsidRPr="001E1EFB">
        <w:rPr>
          <w:sz w:val="22"/>
          <w:szCs w:val="22"/>
        </w:rPr>
        <w:t>г) городское или сельское поселение в составе муниципального района (для муниципального района);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7" w:name="sub_10475"/>
      <w:bookmarkEnd w:id="96"/>
      <w:r w:rsidRPr="001E1EFB">
        <w:rPr>
          <w:sz w:val="22"/>
          <w:szCs w:val="22"/>
        </w:rPr>
        <w:t>д) населенный пункт.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8" w:name="sub_1048"/>
      <w:bookmarkEnd w:id="97"/>
      <w:r w:rsidRPr="001E1EFB">
        <w:rPr>
          <w:sz w:val="22"/>
          <w:szCs w:val="22"/>
        </w:rPr>
        <w:t>48. Иные адресообразующие элементы применяются в зависимости от вида объекта адресации.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99" w:name="sub_1049"/>
      <w:bookmarkEnd w:id="98"/>
      <w:r w:rsidRPr="001E1EFB">
        <w:rPr>
          <w:sz w:val="22"/>
          <w:szCs w:val="22"/>
        </w:rPr>
        <w:t xml:space="preserve">49. Структура адреса земельного участка в дополнение к обязательным адресообразующим элементам, указанным в </w:t>
      </w:r>
      <w:hyperlink w:anchor="sub_1047" w:history="1">
        <w:r w:rsidRPr="001E1EFB">
          <w:rPr>
            <w:rStyle w:val="a"/>
            <w:sz w:val="22"/>
            <w:szCs w:val="22"/>
          </w:rPr>
          <w:t>пункте 47</w:t>
        </w:r>
      </w:hyperlink>
      <w:r w:rsidRPr="001E1EFB">
        <w:rPr>
          <w:sz w:val="22"/>
          <w:szCs w:val="22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0" w:name="sub_10491"/>
      <w:bookmarkEnd w:id="99"/>
      <w:r w:rsidRPr="001E1EFB">
        <w:rPr>
          <w:sz w:val="22"/>
          <w:szCs w:val="22"/>
        </w:rPr>
        <w:t>а) наименование элемента планировочной структуры (при наличии);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1" w:name="sub_10492"/>
      <w:bookmarkEnd w:id="100"/>
      <w:r w:rsidRPr="001E1EFB">
        <w:rPr>
          <w:sz w:val="22"/>
          <w:szCs w:val="22"/>
        </w:rPr>
        <w:t>б) наименование элемента улично-дорожной сети (при наличии);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2" w:name="sub_10493"/>
      <w:bookmarkEnd w:id="101"/>
      <w:r w:rsidRPr="001E1EFB">
        <w:rPr>
          <w:sz w:val="22"/>
          <w:szCs w:val="22"/>
        </w:rPr>
        <w:t>в) номер земельного участка.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3" w:name="sub_1050"/>
      <w:bookmarkEnd w:id="102"/>
      <w:r w:rsidRPr="001E1EFB">
        <w:rPr>
          <w:sz w:val="22"/>
          <w:szCs w:val="22"/>
        </w:rPr>
        <w:t xml:space="preserve">50. Структура адреса здания, сооружения или объекта незавершенного строительства в дополнение к обязательным адресообразующим элементам, указанным в </w:t>
      </w:r>
      <w:hyperlink w:anchor="sub_1047" w:history="1">
        <w:r w:rsidRPr="001E1EFB">
          <w:rPr>
            <w:rStyle w:val="a"/>
            <w:sz w:val="22"/>
            <w:szCs w:val="22"/>
          </w:rPr>
          <w:t>пункте 47</w:t>
        </w:r>
      </w:hyperlink>
      <w:r w:rsidRPr="001E1EFB">
        <w:rPr>
          <w:sz w:val="22"/>
          <w:szCs w:val="22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4" w:name="sub_10501"/>
      <w:bookmarkEnd w:id="103"/>
      <w:r w:rsidRPr="001E1EFB">
        <w:rPr>
          <w:sz w:val="22"/>
          <w:szCs w:val="22"/>
        </w:rPr>
        <w:t>а) наименование элемента планировочной структуры (при наличии);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5" w:name="sub_10502"/>
      <w:bookmarkEnd w:id="104"/>
      <w:r w:rsidRPr="001E1EFB">
        <w:rPr>
          <w:sz w:val="22"/>
          <w:szCs w:val="22"/>
        </w:rPr>
        <w:t>б) наименование элемента улично-дорожной сети (при наличии);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6" w:name="sub_10503"/>
      <w:bookmarkEnd w:id="105"/>
      <w:r w:rsidRPr="001E1EFB">
        <w:rPr>
          <w:sz w:val="22"/>
          <w:szCs w:val="22"/>
        </w:rPr>
        <w:t>в) тип и номер здания, сооружения или объекта незавершенного строительства.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7" w:name="sub_1051"/>
      <w:bookmarkEnd w:id="106"/>
      <w:r w:rsidRPr="001E1EFB">
        <w:rPr>
          <w:sz w:val="22"/>
          <w:szCs w:val="22"/>
        </w:rPr>
        <w:t xml:space="preserve">51. Структура адреса помещения в пределах здания (сооружения) в дополнение к обязательным адресообразующим элементам, указанным в </w:t>
      </w:r>
      <w:hyperlink w:anchor="sub_1047" w:history="1">
        <w:r w:rsidRPr="001E1EFB">
          <w:rPr>
            <w:rStyle w:val="a"/>
            <w:sz w:val="22"/>
            <w:szCs w:val="22"/>
          </w:rPr>
          <w:t>пункте 47</w:t>
        </w:r>
      </w:hyperlink>
      <w:r w:rsidRPr="001E1EFB">
        <w:rPr>
          <w:sz w:val="22"/>
          <w:szCs w:val="22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8" w:name="sub_10511"/>
      <w:bookmarkEnd w:id="107"/>
      <w:r w:rsidRPr="001E1EFB">
        <w:rPr>
          <w:sz w:val="22"/>
          <w:szCs w:val="22"/>
        </w:rPr>
        <w:t>а) наименование элемента планировочной структуры (при наличии);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09" w:name="sub_10512"/>
      <w:bookmarkEnd w:id="108"/>
      <w:r w:rsidRPr="001E1EFB">
        <w:rPr>
          <w:sz w:val="22"/>
          <w:szCs w:val="22"/>
        </w:rPr>
        <w:t>б) наименование элемента улично-дорожной сети (при наличии);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10" w:name="sub_10513"/>
      <w:bookmarkEnd w:id="109"/>
      <w:r w:rsidRPr="001E1EFB">
        <w:rPr>
          <w:sz w:val="22"/>
          <w:szCs w:val="22"/>
        </w:rPr>
        <w:t>в) тип и номер здания, сооружения;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11" w:name="sub_10514"/>
      <w:bookmarkEnd w:id="110"/>
      <w:r w:rsidRPr="001E1EFB">
        <w:rPr>
          <w:sz w:val="22"/>
          <w:szCs w:val="22"/>
        </w:rPr>
        <w:t>г) тип и номер помещения в пределах здания, сооружения;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12" w:name="sub_10515"/>
      <w:bookmarkEnd w:id="111"/>
      <w:r w:rsidRPr="001E1EFB">
        <w:rPr>
          <w:sz w:val="22"/>
          <w:szCs w:val="22"/>
        </w:rPr>
        <w:t>д) тип и номер помещения в пределах квартиры (в отношении коммунальных квартир).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13" w:name="sub_1052"/>
      <w:bookmarkEnd w:id="112"/>
      <w:r w:rsidRPr="001E1EFB">
        <w:rPr>
          <w:sz w:val="22"/>
          <w:szCs w:val="22"/>
        </w:rPr>
        <w:t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адресообразующих элементов устанавливаются Министерством финансов Российской Федерации.</w:t>
      </w:r>
    </w:p>
    <w:p w:rsidR="00365D60" w:rsidRPr="001E1EFB" w:rsidRDefault="00365D60" w:rsidP="001E1EFB">
      <w:pPr>
        <w:pStyle w:val="Heading1"/>
        <w:rPr>
          <w:sz w:val="22"/>
          <w:szCs w:val="22"/>
        </w:rPr>
      </w:pPr>
      <w:bookmarkStart w:id="114" w:name="sub_1400"/>
      <w:bookmarkEnd w:id="113"/>
      <w:r w:rsidRPr="001E1EFB">
        <w:rPr>
          <w:sz w:val="22"/>
          <w:szCs w:val="22"/>
        </w:rPr>
        <w:t>IV. Правила написания наименований и нумерации объектов адресации</w:t>
      </w:r>
      <w:bookmarkEnd w:id="114"/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15" w:name="sub_1053"/>
      <w:r w:rsidRPr="001E1EFB">
        <w:rPr>
          <w:sz w:val="22"/>
          <w:szCs w:val="22"/>
        </w:rPr>
        <w:t>53. В структуре адреса наименования страны, субъекта Российской Федерации, муниципального района, городского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</w:t>
      </w:r>
    </w:p>
    <w:bookmarkEnd w:id="115"/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Наименование муниципального района, городского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52" w:history="1">
        <w:r w:rsidRPr="001E1EFB">
          <w:rPr>
            <w:rStyle w:val="a"/>
            <w:sz w:val="22"/>
            <w:szCs w:val="22"/>
          </w:rPr>
          <w:t>Конституции</w:t>
        </w:r>
      </w:hyperlink>
      <w:r w:rsidRPr="001E1EFB">
        <w:rPr>
          <w:sz w:val="22"/>
          <w:szCs w:val="22"/>
        </w:rPr>
        <w:t xml:space="preserve"> Российской Федерации.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16" w:name="sub_1054"/>
      <w:r w:rsidRPr="001E1EFB">
        <w:rPr>
          <w:sz w:val="22"/>
          <w:szCs w:val="22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bookmarkStart w:id="117" w:name="sub_10541"/>
      <w:bookmarkEnd w:id="116"/>
      <w:r w:rsidRPr="001E1EFB">
        <w:rPr>
          <w:sz w:val="22"/>
          <w:szCs w:val="22"/>
        </w:rPr>
        <w:t>а) "-" - дефис;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bookmarkStart w:id="118" w:name="sub_10542"/>
      <w:bookmarkEnd w:id="117"/>
      <w:r w:rsidRPr="001E1EFB">
        <w:rPr>
          <w:sz w:val="22"/>
          <w:szCs w:val="22"/>
        </w:rPr>
        <w:t>б) "." - точка;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bookmarkStart w:id="119" w:name="sub_10543"/>
      <w:bookmarkEnd w:id="118"/>
      <w:r w:rsidRPr="001E1EFB">
        <w:rPr>
          <w:sz w:val="22"/>
          <w:szCs w:val="22"/>
        </w:rPr>
        <w:t>в) "(" - открывающая круглая скобка;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bookmarkStart w:id="120" w:name="sub_10544"/>
      <w:bookmarkEnd w:id="119"/>
      <w:r w:rsidRPr="001E1EFB">
        <w:rPr>
          <w:sz w:val="22"/>
          <w:szCs w:val="22"/>
        </w:rPr>
        <w:t>г) ")" - закрывающая круглая скобка;</w:t>
      </w:r>
    </w:p>
    <w:p w:rsidR="00365D60" w:rsidRPr="001E1EFB" w:rsidRDefault="00365D60" w:rsidP="001E1EFB">
      <w:pPr>
        <w:jc w:val="both"/>
        <w:rPr>
          <w:sz w:val="22"/>
          <w:szCs w:val="22"/>
        </w:rPr>
      </w:pPr>
      <w:bookmarkStart w:id="121" w:name="sub_10545"/>
      <w:bookmarkEnd w:id="120"/>
      <w:r w:rsidRPr="001E1EFB">
        <w:rPr>
          <w:sz w:val="22"/>
          <w:szCs w:val="22"/>
        </w:rPr>
        <w:t>д) "N" - знак номера.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22" w:name="sub_1055"/>
      <w:bookmarkEnd w:id="121"/>
      <w:r w:rsidRPr="001E1EFB">
        <w:rPr>
          <w:sz w:val="22"/>
          <w:szCs w:val="22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23" w:name="sub_1056"/>
      <w:bookmarkEnd w:id="122"/>
      <w:r w:rsidRPr="001E1EFB">
        <w:rPr>
          <w:sz w:val="22"/>
          <w:szCs w:val="22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24" w:name="sub_1057"/>
      <w:bookmarkEnd w:id="123"/>
      <w:r w:rsidRPr="001E1EFB">
        <w:rPr>
          <w:sz w:val="22"/>
          <w:szCs w:val="22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25" w:name="sub_1058"/>
      <w:bookmarkEnd w:id="124"/>
      <w:r w:rsidRPr="001E1EFB">
        <w:rPr>
          <w:sz w:val="22"/>
          <w:szCs w:val="22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26" w:name="sub_1059"/>
      <w:bookmarkEnd w:id="125"/>
      <w:r w:rsidRPr="001E1EFB">
        <w:rPr>
          <w:sz w:val="22"/>
          <w:szCs w:val="22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27" w:name="sub_1060"/>
      <w:bookmarkEnd w:id="126"/>
      <w:r w:rsidRPr="001E1EFB">
        <w:rPr>
          <w:sz w:val="22"/>
          <w:szCs w:val="22"/>
        </w:rPr>
        <w:t>60.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 употребляются с полным написанием имени и фамилии или звания и фамилии.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28" w:name="sub_1061"/>
      <w:bookmarkEnd w:id="127"/>
      <w:r w:rsidRPr="001E1EFB">
        <w:rPr>
          <w:sz w:val="22"/>
          <w:szCs w:val="22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bookmarkEnd w:id="128"/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r w:rsidRPr="001E1EFB">
        <w:rPr>
          <w:sz w:val="22"/>
          <w:szCs w:val="22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29" w:name="sub_1062"/>
      <w:r w:rsidRPr="001E1EFB">
        <w:rPr>
          <w:sz w:val="22"/>
          <w:szCs w:val="22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365D60" w:rsidRPr="001E1EFB" w:rsidRDefault="00365D60" w:rsidP="001E1EFB">
      <w:pPr>
        <w:ind w:firstLine="708"/>
        <w:jc w:val="both"/>
        <w:rPr>
          <w:sz w:val="22"/>
          <w:szCs w:val="22"/>
        </w:rPr>
      </w:pPr>
      <w:bookmarkStart w:id="130" w:name="sub_1063"/>
      <w:bookmarkEnd w:id="129"/>
      <w:r w:rsidRPr="001E1EFB">
        <w:rPr>
          <w:sz w:val="22"/>
          <w:szCs w:val="22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bookmarkEnd w:id="130"/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  <w:r>
        <w:rPr>
          <w:noProof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32" type="#_x0000_t159" style="position:absolute;left:0;text-align:left;margin-left:22.35pt;margin-top:-8.5pt;width:494.3pt;height:69.35pt;z-index:251653120" fillcolor="red">
            <v:fill color2="#00b0f0" rotate="t" focus="100%" type="gradient"/>
            <v:shadow color="#868686"/>
            <v:textpath style="font-family:&quot;Arial Black&quot;;v-text-kern:t" trim="t" fitpath="t" xscale="f" string="ПОЗДРАВЛЯЕМ!"/>
          </v:shape>
        </w:pict>
      </w: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ind w:firstLine="708"/>
        <w:jc w:val="center"/>
        <w:rPr>
          <w:b/>
          <w:i/>
          <w:sz w:val="28"/>
          <w:szCs w:val="28"/>
          <w:u w:val="single"/>
        </w:rPr>
      </w:pPr>
      <w:r w:rsidRPr="00203412">
        <w:rPr>
          <w:b/>
          <w:i/>
          <w:sz w:val="28"/>
          <w:szCs w:val="28"/>
          <w:u w:val="single"/>
        </w:rPr>
        <w:t xml:space="preserve">Поздравляем  всех, кто </w:t>
      </w:r>
      <w:r>
        <w:rPr>
          <w:b/>
          <w:i/>
          <w:sz w:val="28"/>
          <w:szCs w:val="28"/>
          <w:u w:val="single"/>
        </w:rPr>
        <w:t>родился</w:t>
      </w:r>
    </w:p>
    <w:p w:rsidR="00365D60" w:rsidRPr="00203412" w:rsidRDefault="00365D60" w:rsidP="00D74C32">
      <w:pPr>
        <w:ind w:firstLine="708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в АВГУСТЕ</w:t>
      </w:r>
      <w:r w:rsidRPr="00203412">
        <w:rPr>
          <w:b/>
          <w:i/>
          <w:sz w:val="28"/>
          <w:szCs w:val="28"/>
          <w:u w:val="single"/>
        </w:rPr>
        <w:t>!</w:t>
      </w:r>
    </w:p>
    <w:p w:rsidR="00365D60" w:rsidRPr="00EF784D" w:rsidRDefault="00365D60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Пусть здоровье, радость, счастье,</w:t>
      </w:r>
    </w:p>
    <w:p w:rsidR="00365D60" w:rsidRPr="00EF784D" w:rsidRDefault="00365D60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Дружат с Вами каждый час.</w:t>
      </w:r>
    </w:p>
    <w:p w:rsidR="00365D60" w:rsidRPr="00EF784D" w:rsidRDefault="00365D60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Пусть суровое ненастье</w:t>
      </w:r>
    </w:p>
    <w:p w:rsidR="00365D60" w:rsidRPr="00EF784D" w:rsidRDefault="00365D60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Стороной обходит Вас .</w:t>
      </w:r>
    </w:p>
    <w:p w:rsidR="00365D60" w:rsidRPr="00EF784D" w:rsidRDefault="00365D60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Пусть морщины Вас не старят</w:t>
      </w:r>
    </w:p>
    <w:p w:rsidR="00365D60" w:rsidRDefault="00365D60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Не печалят никогда.</w:t>
      </w:r>
    </w:p>
    <w:p w:rsidR="00365D60" w:rsidRPr="00EF784D" w:rsidRDefault="00365D60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И судьба вам пусть подарит</w:t>
      </w:r>
    </w:p>
    <w:p w:rsidR="00365D60" w:rsidRPr="00EF784D" w:rsidRDefault="00365D60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Жизнь на долгие года!</w:t>
      </w:r>
    </w:p>
    <w:p w:rsidR="00365D60" w:rsidRDefault="00365D60" w:rsidP="00D74C32">
      <w:pPr>
        <w:ind w:left="708" w:firstLine="708"/>
        <w:jc w:val="right"/>
        <w:rPr>
          <w:i/>
          <w:sz w:val="20"/>
          <w:szCs w:val="20"/>
        </w:rPr>
      </w:pPr>
      <w:r w:rsidRPr="0043549F">
        <w:rPr>
          <w:i/>
          <w:sz w:val="20"/>
          <w:szCs w:val="20"/>
        </w:rPr>
        <w:t>Администрация и Дума РГП</w:t>
      </w:r>
    </w:p>
    <w:p w:rsidR="00365D60" w:rsidRDefault="00365D60" w:rsidP="00731845">
      <w:pPr>
        <w:jc w:val="center"/>
        <w:rPr>
          <w:sz w:val="22"/>
          <w:szCs w:val="22"/>
        </w:rPr>
      </w:pPr>
    </w:p>
    <w:p w:rsidR="00365D60" w:rsidRDefault="00365D60" w:rsidP="00731845">
      <w:pPr>
        <w:jc w:val="center"/>
        <w:rPr>
          <w:sz w:val="22"/>
          <w:szCs w:val="22"/>
        </w:rPr>
      </w:pPr>
    </w:p>
    <w:p w:rsidR="00365D60" w:rsidRDefault="00365D60" w:rsidP="00731845">
      <w:pPr>
        <w:jc w:val="center"/>
        <w:rPr>
          <w:sz w:val="22"/>
          <w:szCs w:val="22"/>
        </w:rPr>
      </w:pPr>
      <w:r>
        <w:rPr>
          <w:sz w:val="22"/>
          <w:szCs w:val="22"/>
        </w:rPr>
        <w:t>Поздравляем с ДНЕМ  РОЖДЕНИЯ!</w:t>
      </w:r>
    </w:p>
    <w:p w:rsidR="00365D60" w:rsidRDefault="00365D60" w:rsidP="00731845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БУДАНАЕВУ  ЛЮДМИЛУ  ВИКТОРОВНУ</w:t>
      </w:r>
      <w:r>
        <w:rPr>
          <w:sz w:val="22"/>
          <w:szCs w:val="22"/>
        </w:rPr>
        <w:t>!</w:t>
      </w:r>
    </w:p>
    <w:p w:rsidR="00365D60" w:rsidRDefault="00365D60" w:rsidP="007318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ЛЕОНТЬЕВУ  НАДЕЖДУ  ИВАНОВНУ!</w:t>
      </w:r>
    </w:p>
    <w:p w:rsidR="00365D60" w:rsidRPr="007840C8" w:rsidRDefault="00365D60" w:rsidP="00731845">
      <w:pPr>
        <w:jc w:val="center"/>
      </w:pPr>
      <w:r w:rsidRPr="007840C8">
        <w:t>Пусть будет так,</w:t>
      </w:r>
    </w:p>
    <w:p w:rsidR="00365D60" w:rsidRPr="007840C8" w:rsidRDefault="00365D60" w:rsidP="00731845">
      <w:pPr>
        <w:jc w:val="center"/>
      </w:pPr>
      <w:r w:rsidRPr="007840C8">
        <w:t>В семье любовь,</w:t>
      </w:r>
    </w:p>
    <w:p w:rsidR="00365D60" w:rsidRPr="007840C8" w:rsidRDefault="00365D60" w:rsidP="00731845">
      <w:pPr>
        <w:jc w:val="center"/>
      </w:pPr>
      <w:r w:rsidRPr="007840C8">
        <w:t>В работе – уваженье.</w:t>
      </w:r>
    </w:p>
    <w:p w:rsidR="00365D60" w:rsidRPr="007840C8" w:rsidRDefault="00365D60" w:rsidP="00731845">
      <w:pPr>
        <w:jc w:val="center"/>
      </w:pPr>
      <w:r w:rsidRPr="007840C8">
        <w:t>Успехов, радости, труда</w:t>
      </w:r>
    </w:p>
    <w:p w:rsidR="00365D60" w:rsidRPr="007840C8" w:rsidRDefault="00365D60" w:rsidP="00731845">
      <w:pPr>
        <w:jc w:val="center"/>
      </w:pPr>
      <w:r w:rsidRPr="007840C8">
        <w:t>И чуточку терпенья.</w:t>
      </w:r>
    </w:p>
    <w:p w:rsidR="00365D60" w:rsidRDefault="00365D60" w:rsidP="00731845">
      <w:pPr>
        <w:jc w:val="right"/>
        <w:rPr>
          <w:i/>
          <w:sz w:val="22"/>
          <w:szCs w:val="22"/>
        </w:rPr>
      </w:pPr>
      <w:r>
        <w:rPr>
          <w:noProof/>
        </w:rPr>
        <w:pict>
          <v:shape id="Рисунок 80" o:spid="_x0000_s1033" type="#_x0000_t75" alt="7de6045deaae9a4331337a2362795bc7" style="position:absolute;left:0;text-align:left;margin-left:126pt;margin-top:14.5pt;width:36pt;height:20.75pt;z-index:-251656192;visibility:visible">
            <v:imagedata r:id="rId53" o:title=""/>
          </v:shape>
        </w:pict>
      </w:r>
      <w:r>
        <w:rPr>
          <w:noProof/>
        </w:rPr>
        <w:pict>
          <v:shape id="Рисунок 79" o:spid="_x0000_s1034" type="#_x0000_t75" alt="7de6045deaae9a4331337a2362795bc7" style="position:absolute;left:0;text-align:left;margin-left:90pt;margin-top:12.8pt;width:36pt;height:20.75pt;z-index:-251657216;visibility:visible">
            <v:imagedata r:id="rId53" o:title=""/>
          </v:shape>
        </w:pict>
      </w:r>
      <w:r>
        <w:rPr>
          <w:noProof/>
        </w:rPr>
        <w:pict>
          <v:shape id="Рисунок 78" o:spid="_x0000_s1035" type="#_x0000_t75" alt="7de6045deaae9a4331337a2362795bc7" style="position:absolute;left:0;text-align:left;margin-left:54pt;margin-top:12.8pt;width:36pt;height:20.75pt;z-index:-251658240;visibility:visible">
            <v:imagedata r:id="rId53" o:title=""/>
          </v:shape>
        </w:pict>
      </w:r>
      <w:r>
        <w:rPr>
          <w:i/>
          <w:sz w:val="22"/>
          <w:szCs w:val="22"/>
        </w:rPr>
        <w:t>Коллектив школы</w:t>
      </w:r>
    </w:p>
    <w:p w:rsidR="00365D60" w:rsidRDefault="00365D60" w:rsidP="00731845">
      <w:pPr>
        <w:jc w:val="center"/>
        <w:rPr>
          <w:sz w:val="22"/>
          <w:szCs w:val="22"/>
        </w:rPr>
      </w:pPr>
    </w:p>
    <w:p w:rsidR="00365D60" w:rsidRDefault="00365D60" w:rsidP="00731845">
      <w:pPr>
        <w:jc w:val="center"/>
        <w:rPr>
          <w:sz w:val="22"/>
          <w:szCs w:val="22"/>
        </w:rPr>
      </w:pPr>
    </w:p>
    <w:p w:rsidR="00365D60" w:rsidRDefault="00365D60" w:rsidP="00731845">
      <w:pPr>
        <w:jc w:val="center"/>
        <w:rPr>
          <w:sz w:val="22"/>
          <w:szCs w:val="22"/>
        </w:rPr>
      </w:pPr>
      <w:r>
        <w:rPr>
          <w:sz w:val="22"/>
          <w:szCs w:val="22"/>
        </w:rPr>
        <w:t>Поздравляем  С ДНЕМ  РОЖДЕНИЯ!</w:t>
      </w:r>
    </w:p>
    <w:p w:rsidR="00365D60" w:rsidRPr="00FC7D79" w:rsidRDefault="00365D60" w:rsidP="00731845">
      <w:pPr>
        <w:jc w:val="center"/>
        <w:rPr>
          <w:b/>
          <w:sz w:val="22"/>
          <w:szCs w:val="22"/>
        </w:rPr>
      </w:pPr>
      <w:r w:rsidRPr="00FC7D79">
        <w:rPr>
          <w:b/>
          <w:sz w:val="22"/>
          <w:szCs w:val="22"/>
        </w:rPr>
        <w:t>ГУСЕВУ  ЛИДИЮ  АЛЕКСАНДРОВНУ!</w:t>
      </w:r>
    </w:p>
    <w:p w:rsidR="00365D60" w:rsidRPr="007840C8" w:rsidRDefault="00365D60" w:rsidP="00731845">
      <w:pPr>
        <w:jc w:val="center"/>
      </w:pPr>
      <w:r w:rsidRPr="007840C8">
        <w:t>Желаем здоровья, счастья, успеха,</w:t>
      </w:r>
    </w:p>
    <w:p w:rsidR="00365D60" w:rsidRPr="007840C8" w:rsidRDefault="00365D60" w:rsidP="00731845">
      <w:pPr>
        <w:jc w:val="center"/>
      </w:pPr>
      <w:r w:rsidRPr="007840C8">
        <w:t>Чтоб слезы сверкали, но только от смеха!</w:t>
      </w:r>
    </w:p>
    <w:p w:rsidR="00365D60" w:rsidRPr="007840C8" w:rsidRDefault="00365D60" w:rsidP="00731845">
      <w:pPr>
        <w:jc w:val="center"/>
      </w:pPr>
      <w:r w:rsidRPr="007840C8">
        <w:t>Чтоб радость, надежда в глазах светились,</w:t>
      </w:r>
    </w:p>
    <w:p w:rsidR="00365D60" w:rsidRDefault="00365D60" w:rsidP="00731845">
      <w:pPr>
        <w:jc w:val="center"/>
        <w:rPr>
          <w:sz w:val="22"/>
          <w:szCs w:val="22"/>
        </w:rPr>
      </w:pPr>
      <w:r w:rsidRPr="007840C8">
        <w:t>И все желания осуществились</w:t>
      </w:r>
      <w:r w:rsidRPr="004E0707">
        <w:rPr>
          <w:sz w:val="22"/>
          <w:szCs w:val="22"/>
        </w:rPr>
        <w:t>!</w:t>
      </w:r>
    </w:p>
    <w:p w:rsidR="00365D60" w:rsidRPr="004C2E4B" w:rsidRDefault="00365D60" w:rsidP="00731845">
      <w:pPr>
        <w:spacing w:line="360" w:lineRule="auto"/>
        <w:jc w:val="right"/>
        <w:rPr>
          <w:i/>
          <w:sz w:val="22"/>
          <w:szCs w:val="22"/>
        </w:rPr>
      </w:pPr>
      <w:r>
        <w:rPr>
          <w:noProof/>
        </w:rPr>
        <w:pict>
          <v:shape id="Рисунок 92" o:spid="_x0000_s1036" type="#_x0000_t75" alt="7de6045deaae9a4331337a2362795bc7" style="position:absolute;left:0;text-align:left;margin-left:135pt;margin-top:7pt;width:36pt;height:20.75pt;z-index:-251653120;visibility:visible">
            <v:imagedata r:id="rId53" o:title=""/>
          </v:shape>
        </w:pict>
      </w:r>
      <w:r>
        <w:rPr>
          <w:noProof/>
        </w:rPr>
        <w:pict>
          <v:shape id="Рисунок 91" o:spid="_x0000_s1037" type="#_x0000_t75" alt="7de6045deaae9a4331337a2362795bc7" style="position:absolute;left:0;text-align:left;margin-left:90pt;margin-top:7pt;width:36pt;height:20.75pt;z-index:-251654144;visibility:visible">
            <v:imagedata r:id="rId53" o:title=""/>
          </v:shape>
        </w:pict>
      </w:r>
      <w:r>
        <w:rPr>
          <w:noProof/>
        </w:rPr>
        <w:pict>
          <v:shape id="Рисунок 90" o:spid="_x0000_s1038" type="#_x0000_t75" alt="7de6045deaae9a4331337a2362795bc7" style="position:absolute;left:0;text-align:left;margin-left:54pt;margin-top:7pt;width:36pt;height:20.75pt;z-index:-251655168;visibility:visible">
            <v:imagedata r:id="rId53" o:title=""/>
          </v:shape>
        </w:pict>
      </w:r>
      <w:r>
        <w:rPr>
          <w:i/>
          <w:sz w:val="22"/>
          <w:szCs w:val="22"/>
        </w:rPr>
        <w:t>Коллектив Детского сада</w:t>
      </w: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.35pt;margin-top:7.15pt;width:560pt;height:73pt;z-index:-251661312">
            <v:textbox style="mso-next-textbox:#_x0000_s1039">
              <w:txbxContent>
                <w:tbl>
                  <w:tblPr>
                    <w:tblW w:w="11102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3"/>
                    <w:gridCol w:w="1559"/>
                    <w:gridCol w:w="2713"/>
                    <w:gridCol w:w="2957"/>
                  </w:tblGrid>
                  <w:tr w:rsidR="00365D60" w:rsidRPr="00406C6A" w:rsidTr="007E4440">
                    <w:trPr>
                      <w:cantSplit/>
                      <w:trHeight w:val="1661"/>
                      <w:tblCellSpacing w:w="0" w:type="dxa"/>
                    </w:trPr>
                    <w:tc>
                      <w:tcPr>
                        <w:tcW w:w="3873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  <w:u w:val="single"/>
                          </w:rPr>
                          <w:t>Учредитель :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Администрация и Дума Радищевского городского поселения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  <w:u w:val="single"/>
                          </w:rPr>
                          <w:t>Контактные телефоны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i/>
                            <w:iCs/>
                            <w:sz w:val="18"/>
                            <w:szCs w:val="18"/>
                            <w:u w:val="single"/>
                          </w:rPr>
                          <w:t>3-42-11</w:t>
                        </w:r>
                      </w:p>
                    </w:tc>
                    <w:tc>
                      <w:tcPr>
                        <w:tcW w:w="2713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  <w:u w:val="single"/>
                          </w:rPr>
                          <w:t>Наш адрес:</w:t>
                        </w:r>
                      </w:p>
                      <w:p w:rsidR="00365D60" w:rsidRPr="00406C6A" w:rsidRDefault="00365D60" w:rsidP="0003765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665698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Иркутская область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Нижнеилимский район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Поселок Радищев, дом 2</w:t>
                        </w:r>
                      </w:p>
                    </w:tc>
                    <w:tc>
                      <w:tcPr>
                        <w:tcW w:w="2957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Тираж  15 экземпляров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sz w:val="18"/>
                            <w:szCs w:val="18"/>
                          </w:rPr>
                          <w:t>Газета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sz w:val="18"/>
                            <w:szCs w:val="18"/>
                          </w:rPr>
                          <w:t>«Вести Радищевского МО»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406C6A">
                          <w:rPr>
                            <w:sz w:val="18"/>
                            <w:szCs w:val="18"/>
                            <w:u w:val="single"/>
                          </w:rPr>
                          <w:t>Выходит 2 раза в месяц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406C6A">
                          <w:rPr>
                            <w:sz w:val="18"/>
                            <w:szCs w:val="18"/>
                            <w:u w:val="single"/>
                          </w:rPr>
                          <w:t>Распространяется бесплатно.</w:t>
                        </w:r>
                      </w:p>
                      <w:p w:rsidR="00365D60" w:rsidRPr="00406C6A" w:rsidRDefault="00365D60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sz w:val="18"/>
                            <w:szCs w:val="18"/>
                            <w:u w:val="single"/>
                          </w:rPr>
                          <w:t xml:space="preserve">Редактор </w:t>
                        </w:r>
                        <w:r>
                          <w:rPr>
                            <w:sz w:val="18"/>
                            <w:szCs w:val="18"/>
                            <w:u w:val="single"/>
                          </w:rPr>
                          <w:t>Камозина Л.В.</w:t>
                        </w:r>
                      </w:p>
                    </w:tc>
                  </w:tr>
                </w:tbl>
                <w:p w:rsidR="00365D60" w:rsidRPr="00406C6A" w:rsidRDefault="00365D60" w:rsidP="00D74C3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  <w:r>
        <w:rPr>
          <w:noProof/>
        </w:rPr>
        <w:pict>
          <v:shape id="Рисунок 256" o:spid="_x0000_s1040" type="#_x0000_t75" alt="g10023" style="position:absolute;left:0;text-align:left;margin-left:.15pt;margin-top:8.25pt;width:236.4pt;height:236pt;z-index:-251662336;visibility:visible">
            <v:imagedata r:id="rId54" o:title=""/>
          </v:shape>
        </w:pict>
      </w: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</w:p>
    <w:p w:rsidR="00365D60" w:rsidRDefault="00365D60" w:rsidP="00731845">
      <w:pPr>
        <w:jc w:val="center"/>
      </w:pPr>
      <w:r>
        <w:t>Поздравляем  С ДНЕМ  РОЖДЕНИЯ!</w:t>
      </w:r>
    </w:p>
    <w:p w:rsidR="00365D60" w:rsidRDefault="00365D60" w:rsidP="00731845">
      <w:pPr>
        <w:jc w:val="center"/>
      </w:pPr>
      <w:r w:rsidRPr="000121A8">
        <w:rPr>
          <w:b/>
        </w:rPr>
        <w:t>БОРИСЕНКО  ОЛЬГУ  ВИТАЛЬЕВНУ</w:t>
      </w:r>
      <w:r>
        <w:t>!</w:t>
      </w:r>
    </w:p>
    <w:p w:rsidR="00365D60" w:rsidRPr="008C328A" w:rsidRDefault="00365D60" w:rsidP="00731845">
      <w:pPr>
        <w:jc w:val="center"/>
      </w:pPr>
      <w:r w:rsidRPr="008C328A">
        <w:t>Никогда не унывай,</w:t>
      </w:r>
    </w:p>
    <w:p w:rsidR="00365D60" w:rsidRPr="008C328A" w:rsidRDefault="00365D60" w:rsidP="00731845">
      <w:pPr>
        <w:jc w:val="center"/>
      </w:pPr>
      <w:r w:rsidRPr="008C328A">
        <w:t>Горе и беду не знай.</w:t>
      </w:r>
    </w:p>
    <w:p w:rsidR="00365D60" w:rsidRPr="008C328A" w:rsidRDefault="00365D60" w:rsidP="00731845">
      <w:pPr>
        <w:jc w:val="center"/>
      </w:pPr>
      <w:r w:rsidRPr="008C328A">
        <w:t>Будь здорова, не болей!</w:t>
      </w:r>
    </w:p>
    <w:p w:rsidR="00365D60" w:rsidRDefault="00365D60" w:rsidP="00731845">
      <w:pPr>
        <w:jc w:val="center"/>
      </w:pPr>
      <w:r w:rsidRPr="008C328A">
        <w:t>Будь счастливой, не робей!</w:t>
      </w:r>
    </w:p>
    <w:p w:rsidR="00365D60" w:rsidRPr="00257CE1" w:rsidRDefault="00365D60" w:rsidP="00731845">
      <w:pPr>
        <w:jc w:val="right"/>
        <w:rPr>
          <w:i/>
          <w:sz w:val="20"/>
          <w:szCs w:val="20"/>
        </w:rPr>
      </w:pPr>
      <w:r w:rsidRPr="000121A8">
        <w:rPr>
          <w:i/>
          <w:sz w:val="20"/>
          <w:szCs w:val="20"/>
        </w:rPr>
        <w:t>Коллектив КДК « Спектр»</w:t>
      </w:r>
    </w:p>
    <w:p w:rsidR="00365D60" w:rsidRDefault="00365D60" w:rsidP="00731845">
      <w:pPr>
        <w:jc w:val="center"/>
      </w:pPr>
      <w:r>
        <w:rPr>
          <w:noProof/>
        </w:rPr>
        <w:pict>
          <v:shape id="Рисунок 98" o:spid="_x0000_s1041" type="#_x0000_t75" alt="7de6045deaae9a4331337a2362795bc7" style="position:absolute;left:0;text-align:left;margin-left:163pt;margin-top:-.05pt;width:36pt;height:20.75pt;z-index:-251651072;visibility:visible">
            <v:imagedata r:id="rId53" o:title=""/>
          </v:shape>
        </w:pict>
      </w:r>
      <w:r>
        <w:rPr>
          <w:noProof/>
        </w:rPr>
        <w:pict>
          <v:shape id="Рисунок 99" o:spid="_x0000_s1042" type="#_x0000_t75" alt="7de6045deaae9a4331337a2362795bc7" style="position:absolute;left:0;text-align:left;margin-left:109pt;margin-top:-.05pt;width:36pt;height:20.75pt;z-index:-251650048;visibility:visible">
            <v:imagedata r:id="rId53" o:title=""/>
          </v:shape>
        </w:pict>
      </w:r>
      <w:r>
        <w:rPr>
          <w:noProof/>
        </w:rPr>
        <w:pict>
          <v:shape id="Рисунок 97" o:spid="_x0000_s1043" type="#_x0000_t75" alt="7de6045deaae9a4331337a2362795bc7" style="position:absolute;left:0;text-align:left;margin-left:55pt;margin-top:-.05pt;width:36pt;height:20.75pt;z-index:-251652096;visibility:visible">
            <v:imagedata r:id="rId53" o:title=""/>
          </v:shape>
        </w:pict>
      </w:r>
    </w:p>
    <w:p w:rsidR="00365D60" w:rsidRDefault="00365D60" w:rsidP="00731845">
      <w:pPr>
        <w:jc w:val="center"/>
        <w:rPr>
          <w:sz w:val="22"/>
          <w:szCs w:val="22"/>
        </w:rPr>
      </w:pPr>
      <w:r>
        <w:rPr>
          <w:sz w:val="22"/>
          <w:szCs w:val="22"/>
        </w:rPr>
        <w:t>Поздравляем С  ЮБИЛЕЕМ!</w:t>
      </w:r>
    </w:p>
    <w:p w:rsidR="00365D60" w:rsidRPr="006A3FE1" w:rsidRDefault="00365D60" w:rsidP="007318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ЛЕОНТЬЕВУ  НАДЕЖДУ  ИВАНОВНУ</w:t>
      </w:r>
      <w:r w:rsidRPr="006A3FE1">
        <w:rPr>
          <w:b/>
          <w:sz w:val="22"/>
          <w:szCs w:val="22"/>
        </w:rPr>
        <w:t>!</w:t>
      </w:r>
    </w:p>
    <w:p w:rsidR="00365D60" w:rsidRPr="007840C8" w:rsidRDefault="00365D60" w:rsidP="00731845">
      <w:pPr>
        <w:jc w:val="center"/>
      </w:pPr>
      <w:r w:rsidRPr="007840C8">
        <w:t>Единственной, родной, неповторимой.</w:t>
      </w:r>
    </w:p>
    <w:p w:rsidR="00365D60" w:rsidRPr="007840C8" w:rsidRDefault="00365D60" w:rsidP="00731845">
      <w:pPr>
        <w:jc w:val="center"/>
      </w:pPr>
      <w:r w:rsidRPr="007840C8">
        <w:t>Мы в этот день «спасибо» говорим.</w:t>
      </w:r>
    </w:p>
    <w:p w:rsidR="00365D60" w:rsidRPr="007840C8" w:rsidRDefault="00365D60" w:rsidP="00731845">
      <w:pPr>
        <w:jc w:val="center"/>
      </w:pPr>
      <w:r w:rsidRPr="007840C8">
        <w:t>За доброту, за сердце золотое</w:t>
      </w:r>
    </w:p>
    <w:p w:rsidR="00365D60" w:rsidRPr="007840C8" w:rsidRDefault="00365D60" w:rsidP="00731845">
      <w:pPr>
        <w:jc w:val="center"/>
      </w:pPr>
      <w:r w:rsidRPr="007840C8">
        <w:t>Мы, мама милая, тебя благодарим,</w:t>
      </w:r>
    </w:p>
    <w:p w:rsidR="00365D60" w:rsidRPr="007840C8" w:rsidRDefault="00365D60" w:rsidP="00731845">
      <w:pPr>
        <w:jc w:val="center"/>
      </w:pPr>
      <w:r w:rsidRPr="007840C8">
        <w:t>Пусть годы не старят тебя никогда,</w:t>
      </w:r>
    </w:p>
    <w:p w:rsidR="00365D60" w:rsidRPr="007840C8" w:rsidRDefault="00365D60" w:rsidP="00731845">
      <w:pPr>
        <w:jc w:val="center"/>
      </w:pPr>
      <w:r w:rsidRPr="007840C8">
        <w:t>Мы, дети и внуки, все помним тебя.</w:t>
      </w:r>
    </w:p>
    <w:p w:rsidR="00365D60" w:rsidRDefault="00365D60" w:rsidP="00731845">
      <w:pPr>
        <w:jc w:val="center"/>
      </w:pPr>
      <w:r w:rsidRPr="007840C8">
        <w:t xml:space="preserve">Желаем здоровья, желаем добра, </w:t>
      </w:r>
    </w:p>
    <w:p w:rsidR="00365D60" w:rsidRPr="007840C8" w:rsidRDefault="00365D60" w:rsidP="00731845">
      <w:pPr>
        <w:jc w:val="center"/>
      </w:pPr>
      <w:r w:rsidRPr="007840C8">
        <w:t>живи долго-долго</w:t>
      </w:r>
      <w:r>
        <w:t xml:space="preserve">, ты </w:t>
      </w:r>
      <w:r w:rsidRPr="007840C8">
        <w:t xml:space="preserve"> всем нам нужна.</w:t>
      </w:r>
      <w:r>
        <w:rPr>
          <w:sz w:val="22"/>
          <w:szCs w:val="22"/>
        </w:rPr>
        <w:t xml:space="preserve">               </w:t>
      </w:r>
    </w:p>
    <w:p w:rsidR="00365D60" w:rsidRDefault="00365D60" w:rsidP="0073184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A3FE1">
        <w:rPr>
          <w:i/>
          <w:sz w:val="20"/>
          <w:szCs w:val="20"/>
        </w:rPr>
        <w:t>Дети, внуки</w:t>
      </w:r>
    </w:p>
    <w:p w:rsidR="00365D60" w:rsidRPr="00C23B1D" w:rsidRDefault="00365D60" w:rsidP="00D74C32">
      <w:pPr>
        <w:ind w:left="708" w:firstLine="708"/>
        <w:jc w:val="right"/>
        <w:rPr>
          <w:i/>
          <w:sz w:val="20"/>
          <w:szCs w:val="20"/>
        </w:rPr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037650">
      <w:pPr>
        <w:tabs>
          <w:tab w:val="center" w:pos="4819"/>
          <w:tab w:val="left" w:pos="8835"/>
        </w:tabs>
        <w:ind w:left="1416"/>
        <w:jc w:val="center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p w:rsidR="00365D60" w:rsidRDefault="00365D60" w:rsidP="00D74C32">
      <w:pPr>
        <w:tabs>
          <w:tab w:val="center" w:pos="4819"/>
          <w:tab w:val="left" w:pos="8835"/>
        </w:tabs>
        <w:ind w:left="1416"/>
      </w:pPr>
    </w:p>
    <w:sectPr w:rsidR="00365D60" w:rsidSect="00445754">
      <w:type w:val="continuous"/>
      <w:pgSz w:w="11906" w:h="16838"/>
      <w:pgMar w:top="567" w:right="567" w:bottom="510" w:left="567" w:header="709" w:footer="709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D60" w:rsidRDefault="00365D60">
      <w:r>
        <w:separator/>
      </w:r>
    </w:p>
  </w:endnote>
  <w:endnote w:type="continuationSeparator" w:id="0">
    <w:p w:rsidR="00365D60" w:rsidRDefault="00365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D60" w:rsidRDefault="00365D60" w:rsidP="000747A5">
    <w:pPr>
      <w:pStyle w:val="NoSpacing"/>
      <w:framePr w:wrap="around" w:vAnchor="text" w:hAnchor="margin" w:xAlign="inside" w:y="1"/>
      <w:rPr>
        <w:rStyle w:val="Heading3Char"/>
      </w:rPr>
    </w:pPr>
    <w:r>
      <w:rPr>
        <w:rStyle w:val="Heading3Char"/>
      </w:rPr>
      <w:fldChar w:fldCharType="begin"/>
    </w:r>
    <w:r>
      <w:rPr>
        <w:rStyle w:val="Heading3Char"/>
      </w:rPr>
      <w:instrText xml:space="preserve">PAGE  </w:instrText>
    </w:r>
    <w:r>
      <w:rPr>
        <w:rStyle w:val="Heading3Char"/>
      </w:rPr>
      <w:fldChar w:fldCharType="end"/>
    </w:r>
  </w:p>
  <w:p w:rsidR="00365D60" w:rsidRDefault="00365D60" w:rsidP="000747A5">
    <w:pPr>
      <w:pStyle w:val="NoSpacing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D60" w:rsidRDefault="00365D60" w:rsidP="000747A5">
    <w:pPr>
      <w:pStyle w:val="NoSpacing"/>
      <w:framePr w:wrap="around" w:vAnchor="text" w:hAnchor="margin" w:xAlign="inside" w:y="1"/>
      <w:rPr>
        <w:rStyle w:val="Heading3Char"/>
      </w:rPr>
    </w:pPr>
    <w:r>
      <w:rPr>
        <w:rStyle w:val="Heading3Char"/>
      </w:rPr>
      <w:fldChar w:fldCharType="begin"/>
    </w:r>
    <w:r>
      <w:rPr>
        <w:rStyle w:val="Heading3Char"/>
      </w:rPr>
      <w:instrText xml:space="preserve">PAGE  </w:instrText>
    </w:r>
    <w:r>
      <w:rPr>
        <w:rStyle w:val="Heading3Char"/>
      </w:rPr>
      <w:fldChar w:fldCharType="separate"/>
    </w:r>
    <w:r>
      <w:rPr>
        <w:rStyle w:val="Heading3Char"/>
        <w:noProof/>
      </w:rPr>
      <w:t>4</w:t>
    </w:r>
    <w:r>
      <w:rPr>
        <w:rStyle w:val="Heading3Char"/>
      </w:rPr>
      <w:fldChar w:fldCharType="end"/>
    </w:r>
  </w:p>
  <w:p w:rsidR="00365D60" w:rsidRDefault="00365D60" w:rsidP="000747A5">
    <w:pPr>
      <w:pStyle w:val="NoSpacing"/>
      <w:ind w:right="360" w:firstLine="360"/>
    </w:pPr>
    <w:r>
      <w:t>ВЕСТНИК Радищевского муниципального образования № 18 (200) от 15.08.2015г.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D60" w:rsidRDefault="00365D60">
      <w:r>
        <w:separator/>
      </w:r>
    </w:p>
  </w:footnote>
  <w:footnote w:type="continuationSeparator" w:id="0">
    <w:p w:rsidR="00365D60" w:rsidRDefault="00365D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03E2E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4E903FB"/>
    <w:multiLevelType w:val="hybridMultilevel"/>
    <w:tmpl w:val="15C0C8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734105"/>
    <w:multiLevelType w:val="hybridMultilevel"/>
    <w:tmpl w:val="2F52B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D87E5C"/>
    <w:multiLevelType w:val="multilevel"/>
    <w:tmpl w:val="BB788CD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4"/>
  </w:num>
  <w:num w:numId="11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5639"/>
    <w:rsid w:val="000121A8"/>
    <w:rsid w:val="00016A11"/>
    <w:rsid w:val="0002044E"/>
    <w:rsid w:val="00030C9C"/>
    <w:rsid w:val="00033041"/>
    <w:rsid w:val="00033E95"/>
    <w:rsid w:val="00037650"/>
    <w:rsid w:val="00055B67"/>
    <w:rsid w:val="00063D3E"/>
    <w:rsid w:val="0006434E"/>
    <w:rsid w:val="00064CB2"/>
    <w:rsid w:val="000747A5"/>
    <w:rsid w:val="00075D43"/>
    <w:rsid w:val="000772EB"/>
    <w:rsid w:val="0008041F"/>
    <w:rsid w:val="00083CCA"/>
    <w:rsid w:val="00097365"/>
    <w:rsid w:val="000A2DDB"/>
    <w:rsid w:val="000A55A2"/>
    <w:rsid w:val="000A763C"/>
    <w:rsid w:val="000B5150"/>
    <w:rsid w:val="000C44EC"/>
    <w:rsid w:val="000C7DAD"/>
    <w:rsid w:val="000E28FC"/>
    <w:rsid w:val="000F258D"/>
    <w:rsid w:val="000F38DF"/>
    <w:rsid w:val="001060D3"/>
    <w:rsid w:val="0011366A"/>
    <w:rsid w:val="00114001"/>
    <w:rsid w:val="00126F30"/>
    <w:rsid w:val="00127873"/>
    <w:rsid w:val="0014265B"/>
    <w:rsid w:val="00142CF0"/>
    <w:rsid w:val="001635F7"/>
    <w:rsid w:val="00173E43"/>
    <w:rsid w:val="0017620E"/>
    <w:rsid w:val="00185666"/>
    <w:rsid w:val="0019575A"/>
    <w:rsid w:val="00195E3A"/>
    <w:rsid w:val="001974FE"/>
    <w:rsid w:val="001A0943"/>
    <w:rsid w:val="001A4E4B"/>
    <w:rsid w:val="001B155C"/>
    <w:rsid w:val="001C6B18"/>
    <w:rsid w:val="001D3C73"/>
    <w:rsid w:val="001E1EFB"/>
    <w:rsid w:val="001F0804"/>
    <w:rsid w:val="0020131C"/>
    <w:rsid w:val="00203412"/>
    <w:rsid w:val="00203809"/>
    <w:rsid w:val="0020441C"/>
    <w:rsid w:val="00211137"/>
    <w:rsid w:val="00213AB6"/>
    <w:rsid w:val="00214705"/>
    <w:rsid w:val="00215226"/>
    <w:rsid w:val="00220517"/>
    <w:rsid w:val="002212A8"/>
    <w:rsid w:val="00221371"/>
    <w:rsid w:val="002266EF"/>
    <w:rsid w:val="00256DF4"/>
    <w:rsid w:val="00257CE1"/>
    <w:rsid w:val="00260E4A"/>
    <w:rsid w:val="00265E99"/>
    <w:rsid w:val="00266999"/>
    <w:rsid w:val="002735CD"/>
    <w:rsid w:val="00274518"/>
    <w:rsid w:val="002869D7"/>
    <w:rsid w:val="0029779B"/>
    <w:rsid w:val="00297A28"/>
    <w:rsid w:val="002A76F9"/>
    <w:rsid w:val="002B33D7"/>
    <w:rsid w:val="002B6568"/>
    <w:rsid w:val="002B7036"/>
    <w:rsid w:val="002D01C3"/>
    <w:rsid w:val="002D2B3C"/>
    <w:rsid w:val="002D631D"/>
    <w:rsid w:val="002F5946"/>
    <w:rsid w:val="002F6C8C"/>
    <w:rsid w:val="0031281D"/>
    <w:rsid w:val="003452C0"/>
    <w:rsid w:val="00346F84"/>
    <w:rsid w:val="00353B1A"/>
    <w:rsid w:val="00357B69"/>
    <w:rsid w:val="00360DF6"/>
    <w:rsid w:val="00361BDD"/>
    <w:rsid w:val="00365D60"/>
    <w:rsid w:val="00366805"/>
    <w:rsid w:val="00367081"/>
    <w:rsid w:val="003727AE"/>
    <w:rsid w:val="003821F7"/>
    <w:rsid w:val="00383ABB"/>
    <w:rsid w:val="00394FFC"/>
    <w:rsid w:val="003B44A8"/>
    <w:rsid w:val="003C3A22"/>
    <w:rsid w:val="003E55A5"/>
    <w:rsid w:val="003F3D5D"/>
    <w:rsid w:val="003F53AD"/>
    <w:rsid w:val="00406846"/>
    <w:rsid w:val="00406C6A"/>
    <w:rsid w:val="00412A31"/>
    <w:rsid w:val="00413276"/>
    <w:rsid w:val="0043549F"/>
    <w:rsid w:val="004367A5"/>
    <w:rsid w:val="00445754"/>
    <w:rsid w:val="00445B32"/>
    <w:rsid w:val="00450DE8"/>
    <w:rsid w:val="00451201"/>
    <w:rsid w:val="00456CFE"/>
    <w:rsid w:val="00467E83"/>
    <w:rsid w:val="0048170E"/>
    <w:rsid w:val="00485820"/>
    <w:rsid w:val="004929DB"/>
    <w:rsid w:val="004A310E"/>
    <w:rsid w:val="004B040A"/>
    <w:rsid w:val="004C2E4B"/>
    <w:rsid w:val="004D3ECE"/>
    <w:rsid w:val="004E0707"/>
    <w:rsid w:val="004E6B98"/>
    <w:rsid w:val="0050234E"/>
    <w:rsid w:val="00510AF1"/>
    <w:rsid w:val="00514BBF"/>
    <w:rsid w:val="0051563B"/>
    <w:rsid w:val="00574E25"/>
    <w:rsid w:val="0057514D"/>
    <w:rsid w:val="005774BC"/>
    <w:rsid w:val="00582B3B"/>
    <w:rsid w:val="00584828"/>
    <w:rsid w:val="005A3B71"/>
    <w:rsid w:val="005B635F"/>
    <w:rsid w:val="005C0718"/>
    <w:rsid w:val="005C236C"/>
    <w:rsid w:val="005E3BB9"/>
    <w:rsid w:val="005E68A7"/>
    <w:rsid w:val="00612F3A"/>
    <w:rsid w:val="0061777F"/>
    <w:rsid w:val="00620F89"/>
    <w:rsid w:val="006242CF"/>
    <w:rsid w:val="00641283"/>
    <w:rsid w:val="006412FB"/>
    <w:rsid w:val="00643461"/>
    <w:rsid w:val="006459A0"/>
    <w:rsid w:val="006518B0"/>
    <w:rsid w:val="00660FC4"/>
    <w:rsid w:val="0066494D"/>
    <w:rsid w:val="00685DD0"/>
    <w:rsid w:val="00690AC6"/>
    <w:rsid w:val="00691079"/>
    <w:rsid w:val="00695CCD"/>
    <w:rsid w:val="006A3FE1"/>
    <w:rsid w:val="006A4209"/>
    <w:rsid w:val="006F1887"/>
    <w:rsid w:val="006F48B4"/>
    <w:rsid w:val="00707138"/>
    <w:rsid w:val="00711B5F"/>
    <w:rsid w:val="00714264"/>
    <w:rsid w:val="00730A3D"/>
    <w:rsid w:val="00731845"/>
    <w:rsid w:val="00735796"/>
    <w:rsid w:val="00742EE2"/>
    <w:rsid w:val="00745991"/>
    <w:rsid w:val="00753A7F"/>
    <w:rsid w:val="007540FB"/>
    <w:rsid w:val="007677F1"/>
    <w:rsid w:val="00781001"/>
    <w:rsid w:val="007840C8"/>
    <w:rsid w:val="0079166A"/>
    <w:rsid w:val="007A0D13"/>
    <w:rsid w:val="007B39C5"/>
    <w:rsid w:val="007B5942"/>
    <w:rsid w:val="007B6BA4"/>
    <w:rsid w:val="007B6BEB"/>
    <w:rsid w:val="007D49B0"/>
    <w:rsid w:val="007E4440"/>
    <w:rsid w:val="007F527A"/>
    <w:rsid w:val="0080589C"/>
    <w:rsid w:val="00807E44"/>
    <w:rsid w:val="0081371E"/>
    <w:rsid w:val="00817193"/>
    <w:rsid w:val="00832273"/>
    <w:rsid w:val="00833096"/>
    <w:rsid w:val="00836CBD"/>
    <w:rsid w:val="00843198"/>
    <w:rsid w:val="00852B00"/>
    <w:rsid w:val="00861143"/>
    <w:rsid w:val="0087050B"/>
    <w:rsid w:val="00885261"/>
    <w:rsid w:val="00894269"/>
    <w:rsid w:val="008A325A"/>
    <w:rsid w:val="008A4A5C"/>
    <w:rsid w:val="008A4D3C"/>
    <w:rsid w:val="008B2215"/>
    <w:rsid w:val="008C328A"/>
    <w:rsid w:val="008C5D94"/>
    <w:rsid w:val="008D0F0C"/>
    <w:rsid w:val="008D32E3"/>
    <w:rsid w:val="008D77A6"/>
    <w:rsid w:val="008D7939"/>
    <w:rsid w:val="008E435B"/>
    <w:rsid w:val="008E694C"/>
    <w:rsid w:val="008F1188"/>
    <w:rsid w:val="008F162C"/>
    <w:rsid w:val="008F3D08"/>
    <w:rsid w:val="00920FA4"/>
    <w:rsid w:val="00930E46"/>
    <w:rsid w:val="009434CF"/>
    <w:rsid w:val="00943847"/>
    <w:rsid w:val="00953A78"/>
    <w:rsid w:val="00953F04"/>
    <w:rsid w:val="00953FCB"/>
    <w:rsid w:val="00966B6C"/>
    <w:rsid w:val="009710B4"/>
    <w:rsid w:val="00981120"/>
    <w:rsid w:val="009A2B9F"/>
    <w:rsid w:val="009B000D"/>
    <w:rsid w:val="009B299F"/>
    <w:rsid w:val="009C0045"/>
    <w:rsid w:val="009C48C5"/>
    <w:rsid w:val="009D5C95"/>
    <w:rsid w:val="009D7E0A"/>
    <w:rsid w:val="00A01C7E"/>
    <w:rsid w:val="00A03221"/>
    <w:rsid w:val="00A053EB"/>
    <w:rsid w:val="00A27AC4"/>
    <w:rsid w:val="00A31691"/>
    <w:rsid w:val="00A43184"/>
    <w:rsid w:val="00A43721"/>
    <w:rsid w:val="00A507A4"/>
    <w:rsid w:val="00A55288"/>
    <w:rsid w:val="00A61761"/>
    <w:rsid w:val="00A62FC1"/>
    <w:rsid w:val="00A645F8"/>
    <w:rsid w:val="00A6474E"/>
    <w:rsid w:val="00A67D82"/>
    <w:rsid w:val="00A718A8"/>
    <w:rsid w:val="00A754B8"/>
    <w:rsid w:val="00A775A0"/>
    <w:rsid w:val="00A850EF"/>
    <w:rsid w:val="00A95393"/>
    <w:rsid w:val="00AA0E4D"/>
    <w:rsid w:val="00AA562D"/>
    <w:rsid w:val="00AB1F89"/>
    <w:rsid w:val="00AC7E05"/>
    <w:rsid w:val="00AD0F1D"/>
    <w:rsid w:val="00AD37C6"/>
    <w:rsid w:val="00AD5DB8"/>
    <w:rsid w:val="00AE2F17"/>
    <w:rsid w:val="00AE372F"/>
    <w:rsid w:val="00AE3856"/>
    <w:rsid w:val="00AE52A2"/>
    <w:rsid w:val="00AE7084"/>
    <w:rsid w:val="00B0159F"/>
    <w:rsid w:val="00B1159F"/>
    <w:rsid w:val="00B3336B"/>
    <w:rsid w:val="00B35395"/>
    <w:rsid w:val="00B42AD8"/>
    <w:rsid w:val="00B52A4F"/>
    <w:rsid w:val="00B5585A"/>
    <w:rsid w:val="00B6579B"/>
    <w:rsid w:val="00B658ED"/>
    <w:rsid w:val="00B677A0"/>
    <w:rsid w:val="00B81A95"/>
    <w:rsid w:val="00B82672"/>
    <w:rsid w:val="00B83359"/>
    <w:rsid w:val="00B83A86"/>
    <w:rsid w:val="00B92154"/>
    <w:rsid w:val="00B93B79"/>
    <w:rsid w:val="00B93F0D"/>
    <w:rsid w:val="00B95586"/>
    <w:rsid w:val="00B958DE"/>
    <w:rsid w:val="00B97792"/>
    <w:rsid w:val="00BB1163"/>
    <w:rsid w:val="00BC0DB9"/>
    <w:rsid w:val="00BC1BD5"/>
    <w:rsid w:val="00BD7E03"/>
    <w:rsid w:val="00BE3F8F"/>
    <w:rsid w:val="00C16E1C"/>
    <w:rsid w:val="00C20F13"/>
    <w:rsid w:val="00C23B1D"/>
    <w:rsid w:val="00C51868"/>
    <w:rsid w:val="00C53955"/>
    <w:rsid w:val="00C662C7"/>
    <w:rsid w:val="00C71BB1"/>
    <w:rsid w:val="00C75ECB"/>
    <w:rsid w:val="00C77636"/>
    <w:rsid w:val="00C80DB7"/>
    <w:rsid w:val="00C929FE"/>
    <w:rsid w:val="00C95BFE"/>
    <w:rsid w:val="00C95C9F"/>
    <w:rsid w:val="00C9621A"/>
    <w:rsid w:val="00CB123B"/>
    <w:rsid w:val="00CB2ECE"/>
    <w:rsid w:val="00CE4E1B"/>
    <w:rsid w:val="00D03A78"/>
    <w:rsid w:val="00D20DDF"/>
    <w:rsid w:val="00D25DFB"/>
    <w:rsid w:val="00D454E8"/>
    <w:rsid w:val="00D461BC"/>
    <w:rsid w:val="00D50DBA"/>
    <w:rsid w:val="00D650A7"/>
    <w:rsid w:val="00D65DAA"/>
    <w:rsid w:val="00D670D8"/>
    <w:rsid w:val="00D74C32"/>
    <w:rsid w:val="00D91BB6"/>
    <w:rsid w:val="00D91FCC"/>
    <w:rsid w:val="00D95639"/>
    <w:rsid w:val="00DA4FA1"/>
    <w:rsid w:val="00DB033B"/>
    <w:rsid w:val="00DD3496"/>
    <w:rsid w:val="00DE2286"/>
    <w:rsid w:val="00DE40AE"/>
    <w:rsid w:val="00DF7CC5"/>
    <w:rsid w:val="00E00F03"/>
    <w:rsid w:val="00E11862"/>
    <w:rsid w:val="00E16A9D"/>
    <w:rsid w:val="00E24D4A"/>
    <w:rsid w:val="00E2552E"/>
    <w:rsid w:val="00E34D26"/>
    <w:rsid w:val="00E35337"/>
    <w:rsid w:val="00E46F99"/>
    <w:rsid w:val="00E47578"/>
    <w:rsid w:val="00E5097A"/>
    <w:rsid w:val="00E50D4B"/>
    <w:rsid w:val="00E72912"/>
    <w:rsid w:val="00E740FE"/>
    <w:rsid w:val="00E80B4D"/>
    <w:rsid w:val="00E81159"/>
    <w:rsid w:val="00E8116C"/>
    <w:rsid w:val="00E90AC4"/>
    <w:rsid w:val="00E96699"/>
    <w:rsid w:val="00E96959"/>
    <w:rsid w:val="00EA690D"/>
    <w:rsid w:val="00EB0A84"/>
    <w:rsid w:val="00EB0B3A"/>
    <w:rsid w:val="00EB11BD"/>
    <w:rsid w:val="00EB506B"/>
    <w:rsid w:val="00EB6EF6"/>
    <w:rsid w:val="00EC575D"/>
    <w:rsid w:val="00ED78ED"/>
    <w:rsid w:val="00EE27DC"/>
    <w:rsid w:val="00EF391B"/>
    <w:rsid w:val="00EF784D"/>
    <w:rsid w:val="00F0095B"/>
    <w:rsid w:val="00F143B9"/>
    <w:rsid w:val="00F1746B"/>
    <w:rsid w:val="00F21E40"/>
    <w:rsid w:val="00F221A7"/>
    <w:rsid w:val="00F23687"/>
    <w:rsid w:val="00F3156F"/>
    <w:rsid w:val="00F360B6"/>
    <w:rsid w:val="00F4115A"/>
    <w:rsid w:val="00F418C9"/>
    <w:rsid w:val="00F51682"/>
    <w:rsid w:val="00F54041"/>
    <w:rsid w:val="00F56E4C"/>
    <w:rsid w:val="00F6565B"/>
    <w:rsid w:val="00F8712E"/>
    <w:rsid w:val="00F91EB4"/>
    <w:rsid w:val="00FA4337"/>
    <w:rsid w:val="00FA4DDF"/>
    <w:rsid w:val="00FA5D04"/>
    <w:rsid w:val="00FC35EF"/>
    <w:rsid w:val="00FC7D79"/>
    <w:rsid w:val="00FD7FEC"/>
    <w:rsid w:val="00FE0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3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0AC4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0AC4"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F391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25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349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349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D349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575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A11"/>
    <w:rPr>
      <w:rFonts w:cs="Times New Roman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143B9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F391B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258D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D3496"/>
    <w:rPr>
      <w:rFonts w:ascii="Cambria" w:hAnsi="Cambria" w:cs="Times New Roman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D3496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D3496"/>
    <w:rPr>
      <w:rFonts w:ascii="Cambria" w:hAnsi="Cambria" w:cs="Times New Roman"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45754"/>
    <w:rPr>
      <w:rFonts w:ascii="Cambria" w:hAnsi="Cambria" w:cs="Times New Roman"/>
      <w:i/>
      <w:iCs/>
      <w:color w:val="404040"/>
    </w:rPr>
  </w:style>
  <w:style w:type="paragraph" w:styleId="NormalWeb">
    <w:name w:val="Normal (Web)"/>
    <w:basedOn w:val="Normal"/>
    <w:uiPriority w:val="99"/>
    <w:rsid w:val="00D95639"/>
    <w:pPr>
      <w:spacing w:before="40" w:after="40"/>
    </w:pPr>
    <w:rPr>
      <w:sz w:val="20"/>
      <w:szCs w:val="20"/>
    </w:rPr>
  </w:style>
  <w:style w:type="character" w:styleId="Strong">
    <w:name w:val="Strong"/>
    <w:basedOn w:val="DefaultParagraphFont"/>
    <w:uiPriority w:val="99"/>
    <w:qFormat/>
    <w:rsid w:val="00D650A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650A7"/>
    <w:rPr>
      <w:rFonts w:cs="Times New Roman"/>
      <w:i/>
      <w:iCs/>
    </w:rPr>
  </w:style>
  <w:style w:type="paragraph" w:styleId="BodyText3">
    <w:name w:val="Body Text 3"/>
    <w:basedOn w:val="Normal"/>
    <w:link w:val="BodyText3Char"/>
    <w:uiPriority w:val="99"/>
    <w:rsid w:val="00E90AC4"/>
    <w:pPr>
      <w:jc w:val="both"/>
    </w:pPr>
    <w:rPr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772EB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807E4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016A11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D5C95"/>
    <w:pPr>
      <w:shd w:val="clear" w:color="auto" w:fill="FFFFFF"/>
      <w:ind w:firstLine="567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A0D13"/>
    <w:rPr>
      <w:rFonts w:cs="Times New Roman"/>
      <w:sz w:val="24"/>
      <w:szCs w:val="24"/>
      <w:lang w:val="ru-RU" w:eastAsia="ru-RU" w:bidi="ar-SA"/>
    </w:rPr>
  </w:style>
  <w:style w:type="paragraph" w:styleId="HTMLAddress">
    <w:name w:val="HTML Address"/>
    <w:basedOn w:val="Normal"/>
    <w:link w:val="HTMLAddressChar"/>
    <w:uiPriority w:val="99"/>
    <w:rsid w:val="009D5C95"/>
    <w:pPr>
      <w:spacing w:after="60"/>
      <w:jc w:val="both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0772EB"/>
    <w:rPr>
      <w:rFonts w:cs="Times New Roman"/>
      <w:i/>
      <w:iCs/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9D5C95"/>
    <w:pPr>
      <w:spacing w:before="120"/>
      <w:jc w:val="center"/>
    </w:pPr>
    <w:rPr>
      <w:szCs w:val="20"/>
    </w:rPr>
  </w:style>
  <w:style w:type="character" w:styleId="Hyperlink">
    <w:name w:val="Hyperlink"/>
    <w:basedOn w:val="DefaultParagraphFont"/>
    <w:uiPriority w:val="99"/>
    <w:rsid w:val="009D5C95"/>
    <w:rPr>
      <w:rFonts w:cs="Times New Roman"/>
      <w:color w:val="0000FF"/>
      <w:u w:val="single"/>
    </w:rPr>
  </w:style>
  <w:style w:type="character" w:customStyle="1" w:styleId="spanbodyheader11">
    <w:name w:val="span_body_header_11"/>
    <w:basedOn w:val="DefaultParagraphFont"/>
    <w:uiPriority w:val="99"/>
    <w:rsid w:val="009D5C95"/>
    <w:rPr>
      <w:rFonts w:cs="Times New Roman"/>
      <w:b/>
      <w:bCs/>
      <w:sz w:val="20"/>
      <w:szCs w:val="20"/>
    </w:rPr>
  </w:style>
  <w:style w:type="character" w:customStyle="1" w:styleId="labelbodytext11">
    <w:name w:val="label_body_text_11"/>
    <w:basedOn w:val="DefaultParagraphFont"/>
    <w:uiPriority w:val="99"/>
    <w:rsid w:val="009D5C95"/>
    <w:rPr>
      <w:rFonts w:cs="Times New Roman"/>
      <w:color w:val="0000FF"/>
      <w:sz w:val="20"/>
      <w:szCs w:val="20"/>
    </w:rPr>
  </w:style>
  <w:style w:type="character" w:customStyle="1" w:styleId="spanbodytext21">
    <w:name w:val="span_body_text_21"/>
    <w:basedOn w:val="DefaultParagraphFont"/>
    <w:uiPriority w:val="99"/>
    <w:rsid w:val="009D5C95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9D5C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99"/>
    <w:rsid w:val="009D5C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Normal"/>
    <w:next w:val="Normal"/>
    <w:uiPriority w:val="99"/>
    <w:rsid w:val="009D5C95"/>
    <w:pPr>
      <w:autoSpaceDE w:val="0"/>
      <w:autoSpaceDN w:val="0"/>
      <w:adjustRightInd w:val="0"/>
    </w:pPr>
  </w:style>
  <w:style w:type="paragraph" w:styleId="BodyText">
    <w:name w:val="Body Text"/>
    <w:basedOn w:val="Normal"/>
    <w:link w:val="BodyTextChar"/>
    <w:uiPriority w:val="99"/>
    <w:rsid w:val="009D5C95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772EB"/>
    <w:rPr>
      <w:rFonts w:cs="Times New Roman"/>
      <w:sz w:val="24"/>
      <w:szCs w:val="24"/>
    </w:rPr>
  </w:style>
  <w:style w:type="paragraph" w:customStyle="1" w:styleId="Iniiaiieoaeno">
    <w:name w:val="Iniiaiie oaeno"/>
    <w:basedOn w:val="Normal"/>
    <w:next w:val="Normal"/>
    <w:uiPriority w:val="99"/>
    <w:rsid w:val="009D5C95"/>
    <w:pPr>
      <w:autoSpaceDE w:val="0"/>
      <w:autoSpaceDN w:val="0"/>
      <w:adjustRightInd w:val="0"/>
    </w:pPr>
  </w:style>
  <w:style w:type="paragraph" w:customStyle="1" w:styleId="Iauiue">
    <w:name w:val="Iau.iue"/>
    <w:basedOn w:val="Normal"/>
    <w:next w:val="Normal"/>
    <w:uiPriority w:val="99"/>
    <w:rsid w:val="009D5C95"/>
    <w:pPr>
      <w:autoSpaceDE w:val="0"/>
      <w:autoSpaceDN w:val="0"/>
      <w:adjustRightInd w:val="0"/>
    </w:pPr>
  </w:style>
  <w:style w:type="character" w:customStyle="1" w:styleId="Aeiannueea">
    <w:name w:val="Aeia.nnueea"/>
    <w:uiPriority w:val="99"/>
    <w:rsid w:val="009D5C95"/>
    <w:rPr>
      <w:color w:val="000000"/>
    </w:rPr>
  </w:style>
  <w:style w:type="paragraph" w:customStyle="1" w:styleId="2">
    <w:name w:val="Стиль2"/>
    <w:basedOn w:val="ListNumber2"/>
    <w:uiPriority w:val="99"/>
    <w:rsid w:val="009D5C95"/>
    <w:pPr>
      <w:keepNext/>
      <w:keepLines/>
      <w:widowControl w:val="0"/>
      <w:suppressLineNumbers/>
      <w:tabs>
        <w:tab w:val="clear" w:pos="1848"/>
        <w:tab w:val="num" w:pos="1296"/>
      </w:tabs>
      <w:suppressAutoHyphens/>
      <w:ind w:left="1296" w:hanging="576"/>
    </w:pPr>
    <w:rPr>
      <w:b/>
      <w:szCs w:val="20"/>
    </w:rPr>
  </w:style>
  <w:style w:type="paragraph" w:styleId="ListNumber2">
    <w:name w:val="List Number 2"/>
    <w:basedOn w:val="Normal"/>
    <w:uiPriority w:val="99"/>
    <w:rsid w:val="009D5C95"/>
    <w:pPr>
      <w:tabs>
        <w:tab w:val="num" w:pos="1848"/>
      </w:tabs>
      <w:spacing w:after="60"/>
      <w:ind w:left="1848" w:hanging="360"/>
      <w:jc w:val="both"/>
    </w:pPr>
  </w:style>
  <w:style w:type="paragraph" w:customStyle="1" w:styleId="3">
    <w:name w:val="Стиль3"/>
    <w:basedOn w:val="BodyTextIndent2"/>
    <w:link w:val="310"/>
    <w:uiPriority w:val="99"/>
    <w:rsid w:val="009D5C95"/>
    <w:pPr>
      <w:widowControl w:val="0"/>
      <w:tabs>
        <w:tab w:val="num" w:pos="767"/>
      </w:tabs>
      <w:adjustRightInd w:val="0"/>
      <w:spacing w:after="0" w:line="240" w:lineRule="auto"/>
      <w:ind w:left="540"/>
      <w:textAlignment w:val="baseline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9D5C95"/>
    <w:pPr>
      <w:spacing w:after="120" w:line="480" w:lineRule="auto"/>
      <w:ind w:left="283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772EB"/>
    <w:rPr>
      <w:rFonts w:cs="Times New Roman"/>
      <w:sz w:val="24"/>
      <w:szCs w:val="24"/>
    </w:rPr>
  </w:style>
  <w:style w:type="character" w:customStyle="1" w:styleId="310">
    <w:name w:val="Стиль3 Знак1"/>
    <w:basedOn w:val="DefaultParagraphFont"/>
    <w:link w:val="3"/>
    <w:uiPriority w:val="99"/>
    <w:locked/>
    <w:rsid w:val="009D5C95"/>
    <w:rPr>
      <w:rFonts w:cs="Times New Roman"/>
      <w:sz w:val="24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9D5C9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0747A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72EB"/>
    <w:rPr>
      <w:rFonts w:cs="Times New Roman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EF391B"/>
    <w:rPr>
      <w:rFonts w:cs="Times New Roman"/>
      <w:b/>
      <w:color w:val="008000"/>
    </w:rPr>
  </w:style>
  <w:style w:type="character" w:customStyle="1" w:styleId="a0">
    <w:name w:val="Цветовое выделение"/>
    <w:uiPriority w:val="99"/>
    <w:rsid w:val="00EF391B"/>
    <w:rPr>
      <w:b/>
      <w:color w:val="000080"/>
    </w:rPr>
  </w:style>
  <w:style w:type="paragraph" w:customStyle="1" w:styleId="a1">
    <w:name w:val="Нормальный (таблица)"/>
    <w:basedOn w:val="Normal"/>
    <w:next w:val="Normal"/>
    <w:uiPriority w:val="99"/>
    <w:rsid w:val="00EF391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NoSpacing">
    <w:name w:val="No Spacing"/>
    <w:uiPriority w:val="99"/>
    <w:qFormat/>
    <w:rsid w:val="0057514D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0F258D"/>
    <w:pPr>
      <w:ind w:left="720"/>
      <w:contextualSpacing/>
    </w:pPr>
  </w:style>
  <w:style w:type="paragraph" w:customStyle="1" w:styleId="a2">
    <w:name w:val="Стиль"/>
    <w:uiPriority w:val="99"/>
    <w:rsid w:val="009710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2F59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5946"/>
    <w:rPr>
      <w:rFonts w:ascii="Tahoma" w:hAnsi="Tahoma" w:cs="Tahoma"/>
      <w:sz w:val="16"/>
      <w:szCs w:val="16"/>
    </w:rPr>
  </w:style>
  <w:style w:type="paragraph" w:styleId="Title">
    <w:name w:val="Title"/>
    <w:aliases w:val="Знак Знак Знак,Знак Знак"/>
    <w:basedOn w:val="Normal"/>
    <w:link w:val="TitleChar"/>
    <w:uiPriority w:val="99"/>
    <w:qFormat/>
    <w:rsid w:val="00445754"/>
    <w:pPr>
      <w:jc w:val="center"/>
    </w:pPr>
    <w:rPr>
      <w:sz w:val="28"/>
      <w:szCs w:val="20"/>
    </w:rPr>
  </w:style>
  <w:style w:type="character" w:customStyle="1" w:styleId="TitleChar">
    <w:name w:val="Title Char"/>
    <w:aliases w:val="Знак Знак Знак Char,Знак Знак Char"/>
    <w:basedOn w:val="DefaultParagraphFont"/>
    <w:link w:val="Title"/>
    <w:uiPriority w:val="99"/>
    <w:locked/>
    <w:rsid w:val="00445754"/>
    <w:rPr>
      <w:rFonts w:cs="Times New Roman"/>
      <w:sz w:val="2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45754"/>
    <w:pPr>
      <w:shd w:val="clear" w:color="auto" w:fill="auto"/>
      <w:spacing w:after="120"/>
      <w:ind w:left="283" w:firstLine="210"/>
      <w:jc w:val="left"/>
    </w:pPr>
    <w:rPr>
      <w:szCs w:val="20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445754"/>
  </w:style>
  <w:style w:type="character" w:styleId="FollowedHyperlink">
    <w:name w:val="FollowedHyperlink"/>
    <w:basedOn w:val="DefaultParagraphFont"/>
    <w:uiPriority w:val="99"/>
    <w:rsid w:val="00E2552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E2552E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7">
    <w:name w:val="xl67"/>
    <w:basedOn w:val="Normal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Normal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"/>
    <w:uiPriority w:val="99"/>
    <w:rsid w:val="00E255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Normal"/>
    <w:uiPriority w:val="99"/>
    <w:rsid w:val="00E255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Normal"/>
    <w:uiPriority w:val="99"/>
    <w:rsid w:val="00E255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Normal"/>
    <w:uiPriority w:val="99"/>
    <w:rsid w:val="00E255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Normal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75">
    <w:name w:val="xl75"/>
    <w:basedOn w:val="Normal"/>
    <w:uiPriority w:val="99"/>
    <w:rsid w:val="00E255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7">
    <w:name w:val="xl77"/>
    <w:basedOn w:val="Normal"/>
    <w:uiPriority w:val="99"/>
    <w:rsid w:val="00E2552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8">
    <w:name w:val="xl78"/>
    <w:basedOn w:val="Normal"/>
    <w:uiPriority w:val="99"/>
    <w:rsid w:val="00E2552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Normal"/>
    <w:uiPriority w:val="99"/>
    <w:rsid w:val="00E2552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Normal"/>
    <w:uiPriority w:val="99"/>
    <w:rsid w:val="00E2552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Normal"/>
    <w:uiPriority w:val="99"/>
    <w:rsid w:val="00DE40A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2">
    <w:name w:val="xl82"/>
    <w:basedOn w:val="Normal"/>
    <w:uiPriority w:val="99"/>
    <w:rsid w:val="00DE40A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Normal"/>
    <w:uiPriority w:val="99"/>
    <w:rsid w:val="00DE40A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Normal"/>
    <w:uiPriority w:val="99"/>
    <w:rsid w:val="00DE40A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Normal"/>
    <w:uiPriority w:val="99"/>
    <w:rsid w:val="00DE40A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Normal"/>
    <w:uiPriority w:val="99"/>
    <w:rsid w:val="00DE40A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Normal"/>
    <w:uiPriority w:val="99"/>
    <w:rsid w:val="00DE40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8">
    <w:name w:val="xl88"/>
    <w:basedOn w:val="Normal"/>
    <w:uiPriority w:val="99"/>
    <w:rsid w:val="00DE40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Normal"/>
    <w:uiPriority w:val="99"/>
    <w:rsid w:val="00DE40A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uth">
    <w:name w:val="auth"/>
    <w:basedOn w:val="Normal"/>
    <w:uiPriority w:val="99"/>
    <w:rsid w:val="00AE52A2"/>
    <w:pPr>
      <w:spacing w:before="100" w:after="100"/>
      <w:ind w:left="100" w:right="100" w:firstLine="300"/>
      <w:jc w:val="right"/>
    </w:pPr>
    <w:rPr>
      <w:i/>
      <w:iCs/>
    </w:rPr>
  </w:style>
  <w:style w:type="paragraph" w:customStyle="1" w:styleId="ConsPlusTitle">
    <w:name w:val="ConsPlusTitle"/>
    <w:uiPriority w:val="99"/>
    <w:rsid w:val="00D670D8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126F3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26F30"/>
    <w:rPr>
      <w:rFonts w:cs="Times New Roman"/>
      <w:sz w:val="16"/>
      <w:szCs w:val="16"/>
    </w:rPr>
  </w:style>
  <w:style w:type="paragraph" w:customStyle="1" w:styleId="1">
    <w:name w:val="нум список 1"/>
    <w:basedOn w:val="Normal"/>
    <w:uiPriority w:val="99"/>
    <w:rsid w:val="00126F30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0">
    <w:name w:val="марк список 1"/>
    <w:basedOn w:val="Normal"/>
    <w:uiPriority w:val="99"/>
    <w:rsid w:val="00126F30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126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26F30"/>
    <w:rPr>
      <w:rFonts w:ascii="Arial Unicode MS" w:eastAsia="Arial Unicode MS" w:hAnsi="Arial Unicode MS" w:cs="Arial Unicode MS"/>
    </w:rPr>
  </w:style>
  <w:style w:type="paragraph" w:customStyle="1" w:styleId="a3">
    <w:name w:val="Нумерованный Список"/>
    <w:basedOn w:val="Normal"/>
    <w:uiPriority w:val="99"/>
    <w:rsid w:val="00126F30"/>
    <w:pPr>
      <w:spacing w:before="120" w:after="120"/>
      <w:jc w:val="both"/>
    </w:pPr>
  </w:style>
  <w:style w:type="paragraph" w:customStyle="1" w:styleId="a4">
    <w:name w:val="Таблицы (моноширинный)"/>
    <w:basedOn w:val="Normal"/>
    <w:next w:val="Normal"/>
    <w:uiPriority w:val="99"/>
    <w:rsid w:val="00126F30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5">
    <w:name w:val="Прижатый влево"/>
    <w:basedOn w:val="Normal"/>
    <w:next w:val="Normal"/>
    <w:uiPriority w:val="99"/>
    <w:rsid w:val="00C16E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Oaeno">
    <w:name w:val="Oaeno"/>
    <w:basedOn w:val="Normal"/>
    <w:uiPriority w:val="99"/>
    <w:rsid w:val="00C16E1C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uiPriority w:val="99"/>
    <w:rsid w:val="00DD349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">
    <w:name w:val="List"/>
    <w:basedOn w:val="Normal"/>
    <w:uiPriority w:val="99"/>
    <w:rsid w:val="00DD3496"/>
    <w:pPr>
      <w:ind w:left="283" w:hanging="283"/>
      <w:contextualSpacing/>
    </w:pPr>
  </w:style>
  <w:style w:type="character" w:customStyle="1" w:styleId="FontStyle22">
    <w:name w:val="Font Style22"/>
    <w:uiPriority w:val="99"/>
    <w:rsid w:val="002B6568"/>
    <w:rPr>
      <w:rFonts w:ascii="Times New Roman" w:hAnsi="Times New Roman"/>
      <w:sz w:val="26"/>
    </w:rPr>
  </w:style>
  <w:style w:type="paragraph" w:customStyle="1" w:styleId="Style7">
    <w:name w:val="Style7"/>
    <w:basedOn w:val="Normal"/>
    <w:uiPriority w:val="99"/>
    <w:rsid w:val="002B6568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Normal"/>
    <w:uiPriority w:val="99"/>
    <w:rsid w:val="002B6568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Normal"/>
    <w:uiPriority w:val="99"/>
    <w:rsid w:val="002B6568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7">
    <w:name w:val="Style17"/>
    <w:basedOn w:val="Normal"/>
    <w:uiPriority w:val="99"/>
    <w:rsid w:val="002B6568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3">
    <w:name w:val="Font Style23"/>
    <w:uiPriority w:val="99"/>
    <w:rsid w:val="002B6568"/>
    <w:rPr>
      <w:rFonts w:ascii="Times New Roman" w:hAnsi="Times New Roman"/>
      <w:i/>
      <w:sz w:val="26"/>
    </w:rPr>
  </w:style>
  <w:style w:type="character" w:customStyle="1" w:styleId="FontStyle27">
    <w:name w:val="Font Style27"/>
    <w:uiPriority w:val="99"/>
    <w:rsid w:val="002B6568"/>
    <w:rPr>
      <w:rFonts w:ascii="Times New Roman" w:hAnsi="Times New Roman"/>
      <w:b/>
      <w:i/>
      <w:sz w:val="26"/>
    </w:rPr>
  </w:style>
  <w:style w:type="paragraph" w:styleId="Header">
    <w:name w:val="header"/>
    <w:basedOn w:val="Normal"/>
    <w:link w:val="HeaderChar"/>
    <w:uiPriority w:val="99"/>
    <w:rsid w:val="008E694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E694C"/>
    <w:rPr>
      <w:rFonts w:cs="Times New Roman"/>
    </w:rPr>
  </w:style>
  <w:style w:type="paragraph" w:customStyle="1" w:styleId="Style3">
    <w:name w:val="Style3"/>
    <w:basedOn w:val="Normal"/>
    <w:uiPriority w:val="99"/>
    <w:rsid w:val="008E694C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Normal"/>
    <w:uiPriority w:val="99"/>
    <w:rsid w:val="008E694C"/>
    <w:pPr>
      <w:widowControl w:val="0"/>
      <w:autoSpaceDE w:val="0"/>
      <w:autoSpaceDN w:val="0"/>
      <w:adjustRightInd w:val="0"/>
      <w:spacing w:line="217" w:lineRule="exact"/>
      <w:ind w:firstLine="725"/>
      <w:jc w:val="both"/>
    </w:pPr>
  </w:style>
  <w:style w:type="paragraph" w:customStyle="1" w:styleId="Style9">
    <w:name w:val="Style9"/>
    <w:basedOn w:val="Normal"/>
    <w:uiPriority w:val="99"/>
    <w:rsid w:val="008E694C"/>
    <w:pPr>
      <w:widowControl w:val="0"/>
      <w:autoSpaceDE w:val="0"/>
      <w:autoSpaceDN w:val="0"/>
      <w:adjustRightInd w:val="0"/>
      <w:spacing w:line="323" w:lineRule="exact"/>
      <w:ind w:firstLine="2832"/>
    </w:pPr>
  </w:style>
  <w:style w:type="character" w:customStyle="1" w:styleId="FontStyle29">
    <w:name w:val="Font Style29"/>
    <w:uiPriority w:val="99"/>
    <w:rsid w:val="008E694C"/>
    <w:rPr>
      <w:rFonts w:ascii="Times New Roman" w:hAnsi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document?id=70703770&amp;sub=0" TargetMode="External"/><Relationship Id="rId18" Type="http://schemas.openxmlformats.org/officeDocument/2006/relationships/hyperlink" Target="http://ivo.garant.ru/document?id=12054874&amp;sub=300" TargetMode="External"/><Relationship Id="rId26" Type="http://schemas.openxmlformats.org/officeDocument/2006/relationships/hyperlink" Target="http://ivo.garant.ru/document?id=12054874&amp;sub=2404" TargetMode="External"/><Relationship Id="rId39" Type="http://schemas.openxmlformats.org/officeDocument/2006/relationships/hyperlink" Target="http://ivo.garant.ru/document?id=12084522&amp;sub=54" TargetMode="External"/><Relationship Id="rId21" Type="http://schemas.openxmlformats.org/officeDocument/2006/relationships/hyperlink" Target="http://ivo.garant.ru/document?id=12038291&amp;sub=400" TargetMode="External"/><Relationship Id="rId34" Type="http://schemas.openxmlformats.org/officeDocument/2006/relationships/hyperlink" Target="http://ivo.garant.ru/document?id=890941&amp;sub=2770" TargetMode="External"/><Relationship Id="rId42" Type="http://schemas.openxmlformats.org/officeDocument/2006/relationships/hyperlink" Target="http://ivo.garant.ru/document?id=70765886&amp;sub=1000" TargetMode="External"/><Relationship Id="rId47" Type="http://schemas.openxmlformats.org/officeDocument/2006/relationships/hyperlink" Target="http://ivo.garant.ru/document?id=70765886&amp;sub=2000" TargetMode="External"/><Relationship Id="rId50" Type="http://schemas.openxmlformats.org/officeDocument/2006/relationships/hyperlink" Target="http://ivo.garant.ru/document?id=70765886&amp;sub=2000" TargetMode="External"/><Relationship Id="rId55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hyperlink" Target="http://ivo.garant.ru/document?id=12038258&amp;sub=4102" TargetMode="External"/><Relationship Id="rId25" Type="http://schemas.openxmlformats.org/officeDocument/2006/relationships/hyperlink" Target="http://ivo.garant.ru/document?id=12054874&amp;sub=27023" TargetMode="External"/><Relationship Id="rId33" Type="http://schemas.openxmlformats.org/officeDocument/2006/relationships/hyperlink" Target="http://ivo.garant.ru/document?id=10064072&amp;sub=185" TargetMode="External"/><Relationship Id="rId38" Type="http://schemas.openxmlformats.org/officeDocument/2006/relationships/hyperlink" Target="http://ivo.garant.ru/document?id=12084522&amp;sub=54" TargetMode="External"/><Relationship Id="rId46" Type="http://schemas.openxmlformats.org/officeDocument/2006/relationships/hyperlink" Target="http://ivo.garant.ru/document?id=70765886&amp;sub=2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?id=70945042&amp;sub=22" TargetMode="External"/><Relationship Id="rId20" Type="http://schemas.openxmlformats.org/officeDocument/2006/relationships/hyperlink" Target="http://ivo.garant.ru/document?id=12038258&amp;sub=51017" TargetMode="External"/><Relationship Id="rId29" Type="http://schemas.openxmlformats.org/officeDocument/2006/relationships/hyperlink" Target="http://ivo.garant.ru/document?id=12038258&amp;sub=462" TargetMode="External"/><Relationship Id="rId41" Type="http://schemas.openxmlformats.org/officeDocument/2006/relationships/hyperlink" Target="http://ivo.garant.ru/document?id=70765886&amp;sub=1000" TargetMode="External"/><Relationship Id="rId54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://ivo.garant.ru/document?id=12054874&amp;sub=27021" TargetMode="External"/><Relationship Id="rId32" Type="http://schemas.openxmlformats.org/officeDocument/2006/relationships/hyperlink" Target="http://ivo.garant.ru/document?id=70765886&amp;sub=1000" TargetMode="External"/><Relationship Id="rId37" Type="http://schemas.openxmlformats.org/officeDocument/2006/relationships/hyperlink" Target="http://ivo.garant.ru/document?id=10064072&amp;sub=185" TargetMode="External"/><Relationship Id="rId40" Type="http://schemas.openxmlformats.org/officeDocument/2006/relationships/hyperlink" Target="http://ivo.garant.ru/document?id=70765886&amp;sub=1000" TargetMode="External"/><Relationship Id="rId45" Type="http://schemas.openxmlformats.org/officeDocument/2006/relationships/hyperlink" Target="http://ivo.garant.ru/document?id=890941&amp;sub=2770" TargetMode="External"/><Relationship Id="rId53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?id=12054874&amp;sub=27023" TargetMode="External"/><Relationship Id="rId23" Type="http://schemas.openxmlformats.org/officeDocument/2006/relationships/hyperlink" Target="http://ivo.garant.ru/document?id=70945042&amp;sub=21" TargetMode="External"/><Relationship Id="rId28" Type="http://schemas.openxmlformats.org/officeDocument/2006/relationships/hyperlink" Target="http://ivo.garant.ru/document?id=12024624&amp;sub=11117" TargetMode="External"/><Relationship Id="rId36" Type="http://schemas.openxmlformats.org/officeDocument/2006/relationships/hyperlink" Target="http://ivo.garant.ru/document?id=70765886&amp;sub=1000" TargetMode="External"/><Relationship Id="rId49" Type="http://schemas.openxmlformats.org/officeDocument/2006/relationships/hyperlink" Target="http://ivo.garant.ru/document?id=70765886&amp;sub=1000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ivo.garant.ru/document?id=12054874&amp;sub=300" TargetMode="External"/><Relationship Id="rId31" Type="http://schemas.openxmlformats.org/officeDocument/2006/relationships/hyperlink" Target="http://ivo.garant.ru/document?id=70765886&amp;sub=1000" TargetMode="External"/><Relationship Id="rId44" Type="http://schemas.openxmlformats.org/officeDocument/2006/relationships/hyperlink" Target="http://ivo.garant.ru/document?id=70765886&amp;sub=1000" TargetMode="External"/><Relationship Id="rId52" Type="http://schemas.openxmlformats.org/officeDocument/2006/relationships/hyperlink" Target="http://ivo.garant.ru/document?id=10003000&amp;sub=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ivo.garant.ru/document?id=12054874&amp;sub=27021" TargetMode="External"/><Relationship Id="rId22" Type="http://schemas.openxmlformats.org/officeDocument/2006/relationships/hyperlink" Target="http://ivo.garant.ru/document?id=12054874&amp;sub=22" TargetMode="External"/><Relationship Id="rId27" Type="http://schemas.openxmlformats.org/officeDocument/2006/relationships/hyperlink" Target="http://ivo.garant.ru/document?id=12054874&amp;sub=2405" TargetMode="External"/><Relationship Id="rId30" Type="http://schemas.openxmlformats.org/officeDocument/2006/relationships/hyperlink" Target="http://ivo.garant.ru/document?id=70765886&amp;sub=1000" TargetMode="External"/><Relationship Id="rId35" Type="http://schemas.openxmlformats.org/officeDocument/2006/relationships/hyperlink" Target="http://ivo.garant.ru/document?id=890941&amp;sub=267461844" TargetMode="External"/><Relationship Id="rId43" Type="http://schemas.openxmlformats.org/officeDocument/2006/relationships/hyperlink" Target="http://ivo.garant.ru/document?id=12084522&amp;sub=54" TargetMode="External"/><Relationship Id="rId48" Type="http://schemas.openxmlformats.org/officeDocument/2006/relationships/hyperlink" Target="http://ivo.garant.ru/document?id=890941&amp;sub=2770" TargetMode="External"/><Relationship Id="rId56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hyperlink" Target="http://ivo.garant.ru/document?id=70765886&amp;sub=200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11</Pages>
  <Words>6919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Secretary</dc:creator>
  <cp:keywords/>
  <dc:description/>
  <cp:lastModifiedBy>luda</cp:lastModifiedBy>
  <cp:revision>8</cp:revision>
  <cp:lastPrinted>2011-08-18T07:48:00Z</cp:lastPrinted>
  <dcterms:created xsi:type="dcterms:W3CDTF">2003-01-01T19:00:00Z</dcterms:created>
  <dcterms:modified xsi:type="dcterms:W3CDTF">2015-10-12T05:54:00Z</dcterms:modified>
</cp:coreProperties>
</file>