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4AD" w:rsidRPr="001D3C73" w:rsidRDefault="008A44AD" w:rsidP="00D36F1E">
      <w:pPr>
        <w:rPr>
          <w:b/>
          <w:color w:val="FFFFFF"/>
        </w:rPr>
      </w:pPr>
      <w:r>
        <w:rPr>
          <w:noProof/>
        </w:rPr>
        <w:pict>
          <v:shape id="PubBanner" o:spid="_x0000_s1026" style="position:absolute;margin-left:18pt;margin-top:-18pt;width:495pt;height:81pt;z-index:-251668480"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Pr>
          <w:b/>
          <w:color w:val="FFFFFF"/>
        </w:rPr>
        <w:t xml:space="preserve">                                                               </w:t>
      </w:r>
      <w:r w:rsidRPr="001D3C73">
        <w:rPr>
          <w:b/>
          <w:color w:val="FFFFFF"/>
        </w:rPr>
        <w:t>АДМИНИСТРАЦИЯ</w:t>
      </w:r>
    </w:p>
    <w:p w:rsidR="008A44AD" w:rsidRPr="001D3C73" w:rsidRDefault="008A44AD" w:rsidP="00D95639">
      <w:pPr>
        <w:jc w:val="center"/>
        <w:rPr>
          <w:b/>
          <w:color w:val="FFFFFF"/>
        </w:rPr>
      </w:pPr>
      <w:r w:rsidRPr="001D3C73">
        <w:rPr>
          <w:b/>
          <w:color w:val="FFFFFF"/>
        </w:rPr>
        <w:t>И    ДУМА    РАДИЩЕВСКОГО    ГОРОДСКОГО    ПОСЕЛЕНИЯ</w:t>
      </w:r>
    </w:p>
    <w:p w:rsidR="008A44AD" w:rsidRDefault="008A44AD" w:rsidP="00D95639">
      <w:pPr>
        <w:rPr>
          <w:b/>
          <w:color w:val="FFFFFF"/>
        </w:rPr>
        <w:sectPr w:rsidR="008A44AD"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8A44AD" w:rsidRPr="001D3C73" w:rsidRDefault="008A44AD" w:rsidP="00D95639">
      <w:pPr>
        <w:rPr>
          <w:b/>
          <w:color w:val="FFFFFF"/>
        </w:rPr>
      </w:pPr>
    </w:p>
    <w:p w:rsidR="008A44AD" w:rsidRDefault="008A44AD"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251667456"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251669504;visibility:visible">
            <v:imagedata r:id="rId9" o:title="" blacklevel="3932f"/>
          </v:shape>
        </w:pict>
      </w:r>
    </w:p>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p w:rsidR="008A44AD" w:rsidRDefault="008A44AD" w:rsidP="00D95639">
      <w:r>
        <w:rPr>
          <w:noProof/>
        </w:rPr>
        <w:pict>
          <v:shape id="_x0000_s1029" type="#_x0000_t136" style="position:absolute;margin-left:-17pt;margin-top:6.2pt;width:243pt;height:108pt;z-index:-251666432"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8A44AD" w:rsidRDefault="008A44AD" w:rsidP="00D95639"/>
    <w:p w:rsidR="008A44AD" w:rsidRDefault="008A44AD" w:rsidP="00D95639"/>
    <w:p w:rsidR="008A44AD" w:rsidRDefault="008A44AD" w:rsidP="00D95639"/>
    <w:p w:rsidR="008A44AD" w:rsidRDefault="008A44AD" w:rsidP="00C71BB1">
      <w:pPr>
        <w:jc w:val="center"/>
        <w:rPr>
          <w:sz w:val="28"/>
          <w:szCs w:val="28"/>
          <w:highlight w:val="lightGray"/>
        </w:rPr>
        <w:sectPr w:rsidR="008A44AD" w:rsidSect="00451201">
          <w:type w:val="continuous"/>
          <w:pgSz w:w="11906" w:h="16838"/>
          <w:pgMar w:top="567" w:right="567" w:bottom="567" w:left="567" w:header="709" w:footer="709" w:gutter="0"/>
          <w:cols w:num="2" w:space="709"/>
          <w:docGrid w:linePitch="360"/>
        </w:sectPr>
      </w:pPr>
      <w:r>
        <w:rPr>
          <w:sz w:val="28"/>
          <w:szCs w:val="28"/>
          <w:highlight w:val="lightGray"/>
        </w:rPr>
        <w:t xml:space="preserve"> </w:t>
      </w:r>
    </w:p>
    <w:p w:rsidR="008A44AD" w:rsidRDefault="008A44AD" w:rsidP="00C71BB1">
      <w:pPr>
        <w:jc w:val="center"/>
        <w:rPr>
          <w:sz w:val="28"/>
          <w:szCs w:val="28"/>
          <w:highlight w:val="lightGray"/>
        </w:rPr>
      </w:pPr>
    </w:p>
    <w:p w:rsidR="008A44AD" w:rsidRDefault="008A44AD" w:rsidP="00AA562D">
      <w:pPr>
        <w:rPr>
          <w:sz w:val="28"/>
          <w:szCs w:val="28"/>
          <w:highlight w:val="lightGray"/>
        </w:rPr>
      </w:pPr>
    </w:p>
    <w:p w:rsidR="008A44AD" w:rsidRDefault="008A44AD" w:rsidP="00AA562D">
      <w:pPr>
        <w:rPr>
          <w:sz w:val="28"/>
          <w:szCs w:val="28"/>
          <w:highlight w:val="lightGray"/>
        </w:rPr>
      </w:pPr>
    </w:p>
    <w:p w:rsidR="008A44AD" w:rsidRDefault="008A44AD" w:rsidP="00AA562D">
      <w:pPr>
        <w:rPr>
          <w:sz w:val="28"/>
          <w:szCs w:val="28"/>
          <w:highlight w:val="lightGray"/>
        </w:rPr>
      </w:pPr>
    </w:p>
    <w:p w:rsidR="008A44AD" w:rsidRDefault="008A44AD" w:rsidP="00C71BB1">
      <w:pPr>
        <w:jc w:val="center"/>
        <w:rPr>
          <w:sz w:val="28"/>
          <w:szCs w:val="28"/>
        </w:rPr>
        <w:sectPr w:rsidR="008A44AD" w:rsidSect="00451201">
          <w:type w:val="continuous"/>
          <w:pgSz w:w="11906" w:h="16838"/>
          <w:pgMar w:top="567" w:right="567" w:bottom="567" w:left="567" w:header="709" w:footer="709" w:gutter="0"/>
          <w:cols w:space="709"/>
          <w:docGrid w:linePitch="360"/>
        </w:sectPr>
      </w:pPr>
      <w:r>
        <w:rPr>
          <w:sz w:val="28"/>
          <w:szCs w:val="28"/>
          <w:highlight w:val="lightGray"/>
        </w:rPr>
        <w:t xml:space="preserve">№ </w:t>
      </w:r>
      <w:r>
        <w:rPr>
          <w:b/>
          <w:sz w:val="28"/>
          <w:szCs w:val="28"/>
          <w:highlight w:val="lightGray"/>
        </w:rPr>
        <w:t xml:space="preserve">19 </w:t>
      </w:r>
      <w:r>
        <w:rPr>
          <w:sz w:val="28"/>
          <w:szCs w:val="28"/>
          <w:highlight w:val="lightGray"/>
        </w:rPr>
        <w:t xml:space="preserve">(201)   </w:t>
      </w:r>
      <w:r>
        <w:rPr>
          <w:b/>
          <w:sz w:val="28"/>
          <w:szCs w:val="28"/>
          <w:highlight w:val="lightGray"/>
        </w:rPr>
        <w:t xml:space="preserve">1   СЕНТЯБРЯ   </w:t>
      </w:r>
      <w:smartTag w:uri="urn:schemas-microsoft-com:office:smarttags" w:element="metricconverter">
        <w:smartTagPr>
          <w:attr w:name="ProductID" w:val="2015 г"/>
        </w:smartTagPr>
        <w:r>
          <w:rPr>
            <w:b/>
            <w:sz w:val="28"/>
            <w:szCs w:val="28"/>
            <w:highlight w:val="lightGray"/>
          </w:rPr>
          <w:t>2015</w:t>
        </w:r>
        <w:r w:rsidRPr="006A4209">
          <w:rPr>
            <w:b/>
            <w:sz w:val="28"/>
            <w:szCs w:val="28"/>
            <w:highlight w:val="lightGray"/>
          </w:rPr>
          <w:t xml:space="preserve"> г</w:t>
        </w:r>
      </w:smartTag>
      <w:r>
        <w:rPr>
          <w:sz w:val="28"/>
          <w:szCs w:val="28"/>
          <w:highlight w:val="lightGray"/>
        </w:rPr>
        <w:t xml:space="preserve">.   Выходит </w:t>
      </w:r>
      <w:r w:rsidRPr="00211137">
        <w:rPr>
          <w:sz w:val="28"/>
          <w:szCs w:val="28"/>
          <w:highlight w:val="lightGray"/>
        </w:rPr>
        <w:t xml:space="preserve">  два  раза   в  месяц</w:t>
      </w:r>
    </w:p>
    <w:p w:rsidR="008A44AD" w:rsidRDefault="008A44AD" w:rsidP="00035DC6">
      <w:pPr>
        <w:jc w:val="center"/>
        <w:rPr>
          <w:b/>
          <w:sz w:val="28"/>
          <w:szCs w:val="28"/>
        </w:rPr>
      </w:pPr>
    </w:p>
    <w:p w:rsidR="008A44AD" w:rsidRDefault="008A44AD" w:rsidP="00035DC6">
      <w:pPr>
        <w:tabs>
          <w:tab w:val="left" w:pos="1650"/>
        </w:tabs>
        <w:jc w:val="center"/>
        <w:rPr>
          <w:b/>
          <w:sz w:val="28"/>
          <w:szCs w:val="28"/>
          <w:u w:val="single"/>
        </w:rPr>
      </w:pPr>
      <w:r>
        <w:rPr>
          <w:noProof/>
        </w:rPr>
        <w:pict>
          <v:shape id="Рисунок 1" o:spid="_x0000_s1030" type="#_x0000_t75" style="position:absolute;left:0;text-align:left;margin-left:-3.85pt;margin-top:.65pt;width:128.5pt;height:164.6pt;z-index:251665408;visibility:visible" wrapcoords="-126 0 -126 21501 21600 21501 21600 0 -126 0">
            <v:imagedata r:id="rId10" o:title=""/>
            <w10:wrap type="through"/>
          </v:shape>
        </w:pict>
      </w:r>
      <w:r>
        <w:rPr>
          <w:b/>
          <w:sz w:val="28"/>
          <w:szCs w:val="28"/>
          <w:u w:val="single"/>
        </w:rPr>
        <w:t>С  ДНЕМ  ЗНАНИЙ!</w:t>
      </w:r>
    </w:p>
    <w:p w:rsidR="008A44AD" w:rsidRDefault="008A44AD" w:rsidP="003055C8">
      <w:pPr>
        <w:jc w:val="center"/>
      </w:pPr>
      <w:r>
        <w:t>Дорогие  педагоги, родители и учащиеся!</w:t>
      </w:r>
    </w:p>
    <w:p w:rsidR="008A44AD" w:rsidRDefault="008A44AD" w:rsidP="003055C8">
      <w:pPr>
        <w:jc w:val="center"/>
      </w:pPr>
      <w:r>
        <w:t>Поздравляем вас  с самым  радостным  праздником –Днем Знаний.</w:t>
      </w:r>
    </w:p>
    <w:p w:rsidR="008A44AD" w:rsidRDefault="008A44AD" w:rsidP="003055C8">
      <w:pPr>
        <w:jc w:val="center"/>
        <w:rPr>
          <w:b/>
          <w:sz w:val="28"/>
          <w:szCs w:val="28"/>
        </w:rPr>
      </w:pPr>
      <w:r w:rsidRPr="00407B7D">
        <w:rPr>
          <w:b/>
          <w:sz w:val="28"/>
          <w:szCs w:val="28"/>
        </w:rPr>
        <w:t>День знаний - мирный день, необходимый, как символ доброты и чистоты,</w:t>
      </w:r>
      <w:r w:rsidRPr="00407B7D">
        <w:rPr>
          <w:b/>
          <w:sz w:val="28"/>
          <w:szCs w:val="28"/>
        </w:rPr>
        <w:br/>
        <w:t xml:space="preserve">Давно и прочно горячо любимый, и щедрый </w:t>
      </w:r>
    </w:p>
    <w:p w:rsidR="008A44AD" w:rsidRPr="00407B7D" w:rsidRDefault="008A44AD" w:rsidP="003055C8">
      <w:pPr>
        <w:jc w:val="center"/>
        <w:rPr>
          <w:b/>
          <w:sz w:val="28"/>
          <w:szCs w:val="28"/>
        </w:rPr>
      </w:pPr>
      <w:r w:rsidRPr="00407B7D">
        <w:rPr>
          <w:b/>
          <w:sz w:val="28"/>
          <w:szCs w:val="28"/>
        </w:rPr>
        <w:t>на улыбки и цветы.</w:t>
      </w:r>
    </w:p>
    <w:p w:rsidR="008A44AD" w:rsidRDefault="008A44AD" w:rsidP="003055C8">
      <w:pPr>
        <w:tabs>
          <w:tab w:val="left" w:pos="1650"/>
        </w:tabs>
      </w:pPr>
    </w:p>
    <w:p w:rsidR="008A44AD" w:rsidRPr="001D0D36" w:rsidRDefault="008A44AD" w:rsidP="00035DC6">
      <w:pPr>
        <w:tabs>
          <w:tab w:val="left" w:pos="1650"/>
        </w:tabs>
        <w:jc w:val="center"/>
      </w:pPr>
    </w:p>
    <w:p w:rsidR="008A44AD" w:rsidRPr="001D0D36" w:rsidRDefault="008A44AD" w:rsidP="003055C8">
      <w:pPr>
        <w:pBdr>
          <w:bottom w:val="dotted" w:sz="24" w:space="31" w:color="auto"/>
        </w:pBdr>
        <w:jc w:val="right"/>
        <w:rPr>
          <w:i/>
          <w:sz w:val="18"/>
          <w:szCs w:val="18"/>
        </w:rPr>
      </w:pPr>
    </w:p>
    <w:p w:rsidR="008A44AD" w:rsidRPr="002941F7" w:rsidRDefault="008A44AD" w:rsidP="003055C8">
      <w:pPr>
        <w:pBdr>
          <w:bottom w:val="dotted" w:sz="24" w:space="31" w:color="auto"/>
        </w:pBdr>
        <w:jc w:val="right"/>
        <w:rPr>
          <w:i/>
          <w:sz w:val="18"/>
          <w:szCs w:val="18"/>
        </w:rPr>
      </w:pPr>
      <w:r w:rsidRPr="00AA562D">
        <w:rPr>
          <w:i/>
          <w:sz w:val="18"/>
          <w:szCs w:val="18"/>
        </w:rPr>
        <w:t>Администрация и Дума</w:t>
      </w:r>
      <w:r>
        <w:rPr>
          <w:i/>
          <w:sz w:val="18"/>
          <w:szCs w:val="18"/>
        </w:rPr>
        <w:t xml:space="preserve"> </w:t>
      </w:r>
      <w:r w:rsidRPr="00AA562D">
        <w:rPr>
          <w:i/>
          <w:sz w:val="18"/>
          <w:szCs w:val="18"/>
        </w:rPr>
        <w:t xml:space="preserve"> Радищевского городского поселения</w:t>
      </w:r>
    </w:p>
    <w:p w:rsidR="008A44AD" w:rsidRPr="00F7277B" w:rsidRDefault="008A44AD" w:rsidP="00F7277B">
      <w:pPr>
        <w:jc w:val="center"/>
        <w:rPr>
          <w:b/>
          <w:i/>
        </w:rPr>
      </w:pPr>
    </w:p>
    <w:p w:rsidR="008A44AD" w:rsidRPr="00F7277B" w:rsidRDefault="008A44AD" w:rsidP="00F7277B">
      <w:pPr>
        <w:jc w:val="center"/>
        <w:rPr>
          <w:b/>
          <w:bCs/>
          <w:noProof/>
          <w:sz w:val="28"/>
          <w:szCs w:val="28"/>
          <w:u w:val="single"/>
        </w:rPr>
      </w:pPr>
      <w:r w:rsidRPr="00F7277B">
        <w:rPr>
          <w:b/>
          <w:bCs/>
          <w:noProof/>
          <w:sz w:val="28"/>
          <w:szCs w:val="28"/>
          <w:u w:val="single"/>
        </w:rPr>
        <w:t xml:space="preserve">7 сентября – </w:t>
      </w:r>
    </w:p>
    <w:p w:rsidR="008A44AD" w:rsidRDefault="008A44AD" w:rsidP="00F7277B">
      <w:pPr>
        <w:jc w:val="center"/>
        <w:rPr>
          <w:b/>
          <w:sz w:val="28"/>
          <w:szCs w:val="28"/>
        </w:rPr>
      </w:pPr>
      <w:r w:rsidRPr="00F7277B">
        <w:rPr>
          <w:b/>
          <w:sz w:val="28"/>
          <w:szCs w:val="28"/>
        </w:rPr>
        <w:t>День бородинского сражения Отечественной войны 1812 года.</w:t>
      </w:r>
    </w:p>
    <w:p w:rsidR="008A44AD" w:rsidRPr="00F7277B" w:rsidRDefault="008A44AD" w:rsidP="00F7277B">
      <w:pPr>
        <w:jc w:val="center"/>
        <w:rPr>
          <w:b/>
          <w:sz w:val="28"/>
          <w:szCs w:val="28"/>
        </w:rPr>
      </w:pPr>
    </w:p>
    <w:p w:rsidR="008A44AD" w:rsidRDefault="008A44AD" w:rsidP="00F7277B">
      <w:pPr>
        <w:jc w:val="both"/>
      </w:pPr>
      <w:r>
        <w:t xml:space="preserve">              Сражение в районе села Бородино между русской армией под командованием генерала М.И. Кутузова (132 тыс. чел.) и французской армией под командованием императора Наполеона (135 тыс. чел.) произошло 7 сентября (26 августа по старому стилю). Наполеон планировал прорвать левый фланг русских, прижать их к Москве-реке и уничтожить. Кутузов же стремился упорной обороной ослабить французскую армию и остановить ее движение к Москве. </w:t>
      </w:r>
    </w:p>
    <w:p w:rsidR="008A44AD" w:rsidRPr="00F7277B" w:rsidRDefault="008A44AD" w:rsidP="00F7277B">
      <w:pPr>
        <w:jc w:val="both"/>
      </w:pPr>
      <w:r>
        <w:t xml:space="preserve">             Русские потеряли в Бородинской битве 44 тыс. чел., французы и их союзники — свыше 58 тыс. За Бородино Кутузов получил чин генерал-фельдмаршала и 100 тыс. рублей. Багратиону царь пожаловал 50 тыс. рублей. За участие в Бородинской битве каждому солдату было выдано по 5 серебряных рублей. Главный результат Бородинской битвы состоял в том, что она не позволила Наполеону одолеть русских в генеральном сражении. Это был крах его стратегического замысла, за которым последовало и поражение в войне.</w:t>
      </w:r>
    </w:p>
    <w:p w:rsidR="008A44AD" w:rsidRDefault="008A44AD" w:rsidP="002941F7">
      <w:pPr>
        <w:jc w:val="center"/>
        <w:rPr>
          <w:b/>
          <w:i/>
          <w:sz w:val="28"/>
          <w:szCs w:val="28"/>
        </w:rPr>
      </w:pPr>
    </w:p>
    <w:p w:rsidR="008A44AD" w:rsidRDefault="008A44AD" w:rsidP="002941F7">
      <w:pPr>
        <w:jc w:val="center"/>
        <w:rPr>
          <w:b/>
          <w:i/>
          <w:sz w:val="28"/>
          <w:szCs w:val="28"/>
        </w:rPr>
      </w:pPr>
    </w:p>
    <w:p w:rsidR="008A44AD" w:rsidRDefault="008A44AD" w:rsidP="002941F7">
      <w:pPr>
        <w:jc w:val="center"/>
        <w:rPr>
          <w:b/>
          <w:i/>
          <w:sz w:val="28"/>
          <w:szCs w:val="28"/>
        </w:rPr>
      </w:pPr>
    </w:p>
    <w:p w:rsidR="008A44AD" w:rsidRDefault="008A44AD" w:rsidP="002941F7">
      <w:pPr>
        <w:jc w:val="center"/>
        <w:rPr>
          <w:b/>
          <w:i/>
          <w:sz w:val="28"/>
          <w:szCs w:val="28"/>
        </w:rPr>
      </w:pPr>
    </w:p>
    <w:p w:rsidR="008A44AD" w:rsidRPr="001D20C6" w:rsidRDefault="008A44AD" w:rsidP="002941F7">
      <w:pPr>
        <w:pStyle w:val="NormalWeb"/>
        <w:jc w:val="both"/>
        <w:rPr>
          <w:sz w:val="22"/>
          <w:szCs w:val="22"/>
        </w:rPr>
      </w:pPr>
    </w:p>
    <w:p w:rsidR="008A44AD" w:rsidRPr="000D70A8" w:rsidRDefault="008A44AD" w:rsidP="00022493">
      <w:pPr>
        <w:jc w:val="both"/>
        <w:rPr>
          <w:i/>
          <w:sz w:val="18"/>
          <w:szCs w:val="18"/>
        </w:rPr>
        <w:sectPr w:rsidR="008A44AD" w:rsidRPr="000D70A8" w:rsidSect="00A01C7E">
          <w:type w:val="continuous"/>
          <w:pgSz w:w="11906" w:h="16838"/>
          <w:pgMar w:top="567" w:right="567" w:bottom="567" w:left="567" w:header="709" w:footer="709" w:gutter="0"/>
          <w:cols w:space="709"/>
          <w:docGrid w:linePitch="360"/>
        </w:sectPr>
      </w:pPr>
    </w:p>
    <w:p w:rsidR="008A44AD" w:rsidRPr="005B6E79" w:rsidRDefault="008A44AD" w:rsidP="00883637">
      <w:pPr>
        <w:pStyle w:val="NormalWeb"/>
        <w:shd w:val="clear" w:color="auto" w:fill="FFFFFF"/>
        <w:spacing w:before="0" w:after="0"/>
        <w:jc w:val="both"/>
        <w:rPr>
          <w:sz w:val="24"/>
          <w:szCs w:val="24"/>
        </w:rPr>
      </w:pPr>
      <w:r w:rsidRPr="005B6E79">
        <w:rPr>
          <w:b/>
          <w:bCs/>
          <w:sz w:val="24"/>
          <w:szCs w:val="24"/>
        </w:rPr>
        <w:t>Сентя́брь</w:t>
      </w:r>
      <w:r w:rsidRPr="005B6E79">
        <w:rPr>
          <w:sz w:val="24"/>
          <w:szCs w:val="24"/>
        </w:rPr>
        <w:t> — девятый</w:t>
      </w:r>
      <w:r w:rsidRPr="005B6E79">
        <w:rPr>
          <w:rStyle w:val="apple-converted-space"/>
          <w:sz w:val="24"/>
          <w:szCs w:val="24"/>
        </w:rPr>
        <w:t> </w:t>
      </w:r>
      <w:hyperlink r:id="rId11" w:tooltip="Месяц" w:history="1">
        <w:r w:rsidRPr="005B6E79">
          <w:rPr>
            <w:rStyle w:val="Hyperlink"/>
            <w:color w:val="auto"/>
            <w:sz w:val="24"/>
            <w:szCs w:val="24"/>
            <w:u w:val="none"/>
          </w:rPr>
          <w:t>месяц</w:t>
        </w:r>
      </w:hyperlink>
      <w:r w:rsidRPr="005B6E79">
        <w:rPr>
          <w:rStyle w:val="apple-converted-space"/>
          <w:sz w:val="24"/>
          <w:szCs w:val="24"/>
        </w:rPr>
        <w:t> </w:t>
      </w:r>
      <w:hyperlink r:id="rId12" w:tooltip="Григорианский календарь" w:history="1">
        <w:r w:rsidRPr="005B6E79">
          <w:rPr>
            <w:rStyle w:val="Hyperlink"/>
            <w:color w:val="auto"/>
            <w:sz w:val="24"/>
            <w:szCs w:val="24"/>
            <w:u w:val="none"/>
          </w:rPr>
          <w:t>Григорианского календаря</w:t>
        </w:r>
      </w:hyperlink>
      <w:r w:rsidRPr="005B6E79">
        <w:rPr>
          <w:sz w:val="24"/>
          <w:szCs w:val="24"/>
        </w:rPr>
        <w:t>, один из четырёх григорианских месяцев с 30-ю днями. Сентябрь — начало</w:t>
      </w:r>
      <w:r w:rsidRPr="005B6E79">
        <w:rPr>
          <w:rStyle w:val="apple-converted-space"/>
          <w:sz w:val="24"/>
          <w:szCs w:val="24"/>
        </w:rPr>
        <w:t> </w:t>
      </w:r>
      <w:hyperlink r:id="rId13" w:tooltip="Осень" w:history="1">
        <w:r w:rsidRPr="005B6E79">
          <w:rPr>
            <w:rStyle w:val="Hyperlink"/>
            <w:color w:val="auto"/>
            <w:sz w:val="24"/>
            <w:szCs w:val="24"/>
            <w:u w:val="none"/>
          </w:rPr>
          <w:t>осени</w:t>
        </w:r>
      </w:hyperlink>
      <w:r w:rsidRPr="005B6E79">
        <w:rPr>
          <w:rStyle w:val="apple-converted-space"/>
          <w:sz w:val="24"/>
          <w:szCs w:val="24"/>
        </w:rPr>
        <w:t> </w:t>
      </w:r>
      <w:r w:rsidRPr="005B6E79">
        <w:rPr>
          <w:sz w:val="24"/>
          <w:szCs w:val="24"/>
        </w:rPr>
        <w:t>в</w:t>
      </w:r>
      <w:r>
        <w:rPr>
          <w:sz w:val="24"/>
          <w:szCs w:val="24"/>
        </w:rPr>
        <w:t xml:space="preserve"> </w:t>
      </w:r>
      <w:hyperlink r:id="rId14" w:tooltip="Северное полушарие" w:history="1">
        <w:r w:rsidRPr="005B6E79">
          <w:rPr>
            <w:rStyle w:val="Hyperlink"/>
            <w:color w:val="auto"/>
            <w:sz w:val="24"/>
            <w:szCs w:val="24"/>
            <w:u w:val="none"/>
          </w:rPr>
          <w:t>северном полушарии</w:t>
        </w:r>
      </w:hyperlink>
      <w:r w:rsidRPr="005B6E79">
        <w:rPr>
          <w:rStyle w:val="apple-converted-space"/>
          <w:sz w:val="24"/>
          <w:szCs w:val="24"/>
        </w:rPr>
        <w:t> </w:t>
      </w:r>
      <w:r w:rsidRPr="005B6E79">
        <w:rPr>
          <w:sz w:val="24"/>
          <w:szCs w:val="24"/>
        </w:rPr>
        <w:t>Земли и начало</w:t>
      </w:r>
      <w:r w:rsidRPr="005B6E79">
        <w:rPr>
          <w:rStyle w:val="apple-converted-space"/>
          <w:sz w:val="24"/>
          <w:szCs w:val="24"/>
        </w:rPr>
        <w:t> </w:t>
      </w:r>
      <w:hyperlink r:id="rId15" w:tooltip="Весна" w:history="1">
        <w:r w:rsidRPr="005B6E79">
          <w:rPr>
            <w:rStyle w:val="Hyperlink"/>
            <w:color w:val="auto"/>
            <w:sz w:val="24"/>
            <w:szCs w:val="24"/>
            <w:u w:val="none"/>
          </w:rPr>
          <w:t>весны</w:t>
        </w:r>
      </w:hyperlink>
      <w:r w:rsidRPr="005B6E79">
        <w:rPr>
          <w:rStyle w:val="apple-converted-space"/>
          <w:sz w:val="24"/>
          <w:szCs w:val="24"/>
        </w:rPr>
        <w:t> </w:t>
      </w:r>
      <w:r w:rsidRPr="005B6E79">
        <w:rPr>
          <w:sz w:val="24"/>
          <w:szCs w:val="24"/>
        </w:rPr>
        <w:t>в</w:t>
      </w:r>
      <w:r w:rsidRPr="005B6E79">
        <w:rPr>
          <w:rStyle w:val="apple-converted-space"/>
          <w:sz w:val="24"/>
          <w:szCs w:val="24"/>
        </w:rPr>
        <w:t> </w:t>
      </w:r>
      <w:hyperlink r:id="rId16" w:tooltip="Южное полушарие" w:history="1">
        <w:r w:rsidRPr="005B6E79">
          <w:rPr>
            <w:rStyle w:val="Hyperlink"/>
            <w:color w:val="auto"/>
            <w:sz w:val="24"/>
            <w:szCs w:val="24"/>
            <w:u w:val="none"/>
          </w:rPr>
          <w:t>южном</w:t>
        </w:r>
      </w:hyperlink>
      <w:r w:rsidRPr="005B6E79">
        <w:rPr>
          <w:sz w:val="24"/>
          <w:szCs w:val="24"/>
        </w:rPr>
        <w:t>.</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Название получил от</w:t>
      </w:r>
      <w:r w:rsidRPr="005B6E79">
        <w:rPr>
          <w:rStyle w:val="apple-converted-space"/>
          <w:sz w:val="24"/>
          <w:szCs w:val="24"/>
        </w:rPr>
        <w:t> </w:t>
      </w:r>
      <w:hyperlink r:id="rId17" w:tooltip="Латинский язык" w:history="1">
        <w:r w:rsidRPr="005B6E79">
          <w:rPr>
            <w:rStyle w:val="Hyperlink"/>
            <w:color w:val="auto"/>
            <w:sz w:val="24"/>
            <w:szCs w:val="24"/>
            <w:u w:val="none"/>
          </w:rPr>
          <w:t>лат.</w:t>
        </w:r>
      </w:hyperlink>
      <w:r w:rsidRPr="005B6E79">
        <w:rPr>
          <w:sz w:val="24"/>
          <w:szCs w:val="24"/>
        </w:rPr>
        <w:t> </w:t>
      </w:r>
      <w:r w:rsidRPr="005B6E79">
        <w:rPr>
          <w:i/>
          <w:iCs/>
          <w:sz w:val="24"/>
          <w:szCs w:val="24"/>
          <w:lang w:val="la-Latn"/>
        </w:rPr>
        <w:t>septem</w:t>
      </w:r>
      <w:r w:rsidRPr="005B6E79">
        <w:rPr>
          <w:sz w:val="24"/>
          <w:szCs w:val="24"/>
        </w:rPr>
        <w:t> — семь, так как был седьмым месяцем</w:t>
      </w:r>
      <w:r w:rsidRPr="005B6E79">
        <w:rPr>
          <w:rStyle w:val="apple-converted-space"/>
          <w:sz w:val="24"/>
          <w:szCs w:val="24"/>
        </w:rPr>
        <w:t> </w:t>
      </w:r>
      <w:hyperlink r:id="rId18" w:tooltip="Древний Рим" w:history="1">
        <w:r w:rsidRPr="005B6E79">
          <w:rPr>
            <w:rStyle w:val="Hyperlink"/>
            <w:color w:val="auto"/>
            <w:sz w:val="24"/>
            <w:szCs w:val="24"/>
            <w:u w:val="none"/>
          </w:rPr>
          <w:t>староримского</w:t>
        </w:r>
      </w:hyperlink>
      <w:r w:rsidRPr="005B6E79">
        <w:rPr>
          <w:rStyle w:val="apple-converted-space"/>
          <w:sz w:val="24"/>
          <w:szCs w:val="24"/>
        </w:rPr>
        <w:t> </w:t>
      </w:r>
      <w:r w:rsidRPr="005B6E79">
        <w:rPr>
          <w:sz w:val="24"/>
          <w:szCs w:val="24"/>
        </w:rPr>
        <w:t>года, начинавшегося до реформы</w:t>
      </w:r>
      <w:r w:rsidRPr="005B6E79">
        <w:rPr>
          <w:rStyle w:val="apple-converted-space"/>
          <w:sz w:val="24"/>
          <w:szCs w:val="24"/>
        </w:rPr>
        <w:t> </w:t>
      </w:r>
      <w:hyperlink r:id="rId19" w:tooltip="Гай Юлий Цезарь" w:history="1">
        <w:r w:rsidRPr="005B6E79">
          <w:rPr>
            <w:rStyle w:val="Hyperlink"/>
            <w:color w:val="auto"/>
            <w:sz w:val="24"/>
            <w:szCs w:val="24"/>
            <w:u w:val="none"/>
          </w:rPr>
          <w:t>Цезаря</w:t>
        </w:r>
      </w:hyperlink>
      <w:r w:rsidRPr="005B6E79">
        <w:rPr>
          <w:rStyle w:val="apple-converted-space"/>
          <w:sz w:val="24"/>
          <w:szCs w:val="24"/>
        </w:rPr>
        <w:t> </w:t>
      </w:r>
      <w:r w:rsidRPr="005B6E79">
        <w:rPr>
          <w:sz w:val="24"/>
          <w:szCs w:val="24"/>
        </w:rPr>
        <w:t>с</w:t>
      </w:r>
      <w:r w:rsidRPr="005B6E79">
        <w:rPr>
          <w:rStyle w:val="apple-converted-space"/>
          <w:sz w:val="24"/>
          <w:szCs w:val="24"/>
        </w:rPr>
        <w:t> </w:t>
      </w:r>
      <w:hyperlink r:id="rId20" w:tooltip="Март" w:history="1">
        <w:r w:rsidRPr="005B6E79">
          <w:rPr>
            <w:rStyle w:val="Hyperlink"/>
            <w:color w:val="auto"/>
            <w:sz w:val="24"/>
            <w:szCs w:val="24"/>
            <w:u w:val="none"/>
          </w:rPr>
          <w:t>марта</w:t>
        </w:r>
      </w:hyperlink>
      <w:r w:rsidRPr="005B6E79">
        <w:rPr>
          <w:sz w:val="24"/>
          <w:szCs w:val="24"/>
        </w:rPr>
        <w:t>. В</w:t>
      </w:r>
      <w:r>
        <w:rPr>
          <w:sz w:val="24"/>
          <w:szCs w:val="24"/>
        </w:rPr>
        <w:t xml:space="preserve"> </w:t>
      </w:r>
      <w:hyperlink r:id="rId21" w:tooltip="Русь" w:history="1">
        <w:r w:rsidRPr="005B6E79">
          <w:rPr>
            <w:rStyle w:val="Hyperlink"/>
            <w:color w:val="auto"/>
            <w:sz w:val="24"/>
            <w:szCs w:val="24"/>
            <w:u w:val="none"/>
          </w:rPr>
          <w:t>Древней Руси</w:t>
        </w:r>
      </w:hyperlink>
      <w:r w:rsidRPr="005B6E79">
        <w:rPr>
          <w:rStyle w:val="apple-converted-space"/>
          <w:sz w:val="24"/>
          <w:szCs w:val="24"/>
        </w:rPr>
        <w:t> </w:t>
      </w:r>
      <w:r w:rsidRPr="005B6E79">
        <w:rPr>
          <w:sz w:val="24"/>
          <w:szCs w:val="24"/>
        </w:rPr>
        <w:t>сентябрь первоначально также был седьмым, а в</w:t>
      </w:r>
      <w:r w:rsidRPr="005B6E79">
        <w:rPr>
          <w:rStyle w:val="apple-converted-space"/>
          <w:sz w:val="24"/>
          <w:szCs w:val="24"/>
        </w:rPr>
        <w:t> </w:t>
      </w:r>
      <w:hyperlink r:id="rId22" w:tooltip="Русское государство" w:history="1">
        <w:r w:rsidRPr="005B6E79">
          <w:rPr>
            <w:rStyle w:val="Hyperlink"/>
            <w:color w:val="auto"/>
            <w:sz w:val="24"/>
            <w:szCs w:val="24"/>
            <w:u w:val="none"/>
          </w:rPr>
          <w:t>Русском государстве</w:t>
        </w:r>
      </w:hyperlink>
      <w:r w:rsidRPr="005B6E79">
        <w:rPr>
          <w:rStyle w:val="apple-converted-space"/>
          <w:sz w:val="24"/>
          <w:szCs w:val="24"/>
        </w:rPr>
        <w:t> </w:t>
      </w:r>
      <w:r w:rsidRPr="005B6E79">
        <w:rPr>
          <w:sz w:val="24"/>
          <w:szCs w:val="24"/>
        </w:rPr>
        <w:t>с XV века по 1700 год — первым месяцем в году.</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Праславяне называли месяц сентябрь</w:t>
      </w:r>
      <w:r w:rsidRPr="005B6E79">
        <w:rPr>
          <w:rStyle w:val="apple-converted-space"/>
          <w:sz w:val="24"/>
          <w:szCs w:val="24"/>
        </w:rPr>
        <w:t> </w:t>
      </w:r>
      <w:r w:rsidRPr="005B6E79">
        <w:rPr>
          <w:i/>
          <w:iCs/>
          <w:sz w:val="24"/>
          <w:szCs w:val="24"/>
        </w:rPr>
        <w:t>*versьnь</w:t>
      </w:r>
      <w:r w:rsidRPr="005B6E79">
        <w:rPr>
          <w:rStyle w:val="apple-converted-space"/>
          <w:sz w:val="24"/>
          <w:szCs w:val="24"/>
        </w:rPr>
        <w:t> </w:t>
      </w:r>
      <w:r w:rsidRPr="005B6E79">
        <w:rPr>
          <w:sz w:val="24"/>
          <w:szCs w:val="24"/>
        </w:rPr>
        <w:t>(ср.</w:t>
      </w:r>
      <w:r w:rsidRPr="005B6E79">
        <w:rPr>
          <w:rStyle w:val="apple-converted-space"/>
          <w:sz w:val="24"/>
          <w:szCs w:val="24"/>
        </w:rPr>
        <w:t> </w:t>
      </w:r>
      <w:hyperlink r:id="rId23" w:tooltip="Белорусский язык" w:history="1">
        <w:r w:rsidRPr="005B6E79">
          <w:rPr>
            <w:rStyle w:val="Hyperlink"/>
            <w:color w:val="auto"/>
            <w:sz w:val="24"/>
            <w:szCs w:val="24"/>
          </w:rPr>
          <w:t>белор.</w:t>
        </w:r>
      </w:hyperlink>
      <w:r w:rsidRPr="005B6E79">
        <w:rPr>
          <w:rStyle w:val="apple-converted-space"/>
          <w:sz w:val="24"/>
          <w:szCs w:val="24"/>
        </w:rPr>
        <w:t> </w:t>
      </w:r>
      <w:r w:rsidRPr="005B6E79">
        <w:rPr>
          <w:i/>
          <w:iCs/>
          <w:sz w:val="24"/>
          <w:szCs w:val="24"/>
          <w:lang w:val="be-BY"/>
        </w:rPr>
        <w:t>верасень</w:t>
      </w:r>
      <w:r w:rsidRPr="005B6E79">
        <w:rPr>
          <w:sz w:val="24"/>
          <w:szCs w:val="24"/>
        </w:rPr>
        <w:t>;</w:t>
      </w:r>
      <w:r w:rsidRPr="005B6E79">
        <w:rPr>
          <w:rStyle w:val="apple-converted-space"/>
          <w:sz w:val="24"/>
          <w:szCs w:val="24"/>
        </w:rPr>
        <w:t> </w:t>
      </w:r>
      <w:hyperlink r:id="rId24" w:tooltip="Украинский язык" w:history="1">
        <w:r w:rsidRPr="005B6E79">
          <w:rPr>
            <w:rStyle w:val="Hyperlink"/>
            <w:color w:val="auto"/>
            <w:sz w:val="24"/>
            <w:szCs w:val="24"/>
          </w:rPr>
          <w:t>укр.</w:t>
        </w:r>
      </w:hyperlink>
      <w:r w:rsidRPr="005B6E79">
        <w:rPr>
          <w:rStyle w:val="apple-converted-space"/>
          <w:sz w:val="24"/>
          <w:szCs w:val="24"/>
        </w:rPr>
        <w:t> </w:t>
      </w:r>
      <w:r w:rsidRPr="005B6E79">
        <w:rPr>
          <w:i/>
          <w:iCs/>
          <w:sz w:val="24"/>
          <w:szCs w:val="24"/>
          <w:lang w:val="uk-UA"/>
        </w:rPr>
        <w:t>вересень</w:t>
      </w:r>
      <w:r w:rsidRPr="005B6E79">
        <w:rPr>
          <w:sz w:val="24"/>
          <w:szCs w:val="24"/>
        </w:rPr>
        <w:t>;</w:t>
      </w:r>
      <w:r w:rsidRPr="005B6E79">
        <w:rPr>
          <w:rStyle w:val="apple-converted-space"/>
          <w:sz w:val="24"/>
          <w:szCs w:val="24"/>
        </w:rPr>
        <w:t> </w:t>
      </w:r>
      <w:hyperlink r:id="rId25" w:tooltip="Польский язык" w:history="1">
        <w:r w:rsidRPr="005B6E79">
          <w:rPr>
            <w:rStyle w:val="Hyperlink"/>
            <w:color w:val="auto"/>
            <w:sz w:val="24"/>
            <w:szCs w:val="24"/>
          </w:rPr>
          <w:t>польск.</w:t>
        </w:r>
      </w:hyperlink>
      <w:r w:rsidRPr="005B6E79">
        <w:rPr>
          <w:rStyle w:val="apple-converted-space"/>
          <w:sz w:val="24"/>
          <w:szCs w:val="24"/>
        </w:rPr>
        <w:t> </w:t>
      </w:r>
      <w:r w:rsidRPr="005B6E79">
        <w:rPr>
          <w:i/>
          <w:iCs/>
          <w:sz w:val="24"/>
          <w:szCs w:val="24"/>
          <w:lang w:val="pl-PL"/>
        </w:rPr>
        <w:t>wrzesień</w:t>
      </w:r>
      <w:r w:rsidRPr="005B6E79">
        <w:rPr>
          <w:sz w:val="24"/>
          <w:szCs w:val="24"/>
        </w:rPr>
        <w:t>), от названия растения</w:t>
      </w:r>
      <w:r w:rsidRPr="005B6E79">
        <w:rPr>
          <w:rStyle w:val="apple-converted-space"/>
          <w:sz w:val="24"/>
          <w:szCs w:val="24"/>
        </w:rPr>
        <w:t> </w:t>
      </w:r>
      <w:hyperlink r:id="rId26" w:tooltip="Вереск" w:history="1">
        <w:r w:rsidRPr="005B6E79">
          <w:rPr>
            <w:rStyle w:val="Hyperlink"/>
            <w:color w:val="auto"/>
            <w:sz w:val="24"/>
            <w:szCs w:val="24"/>
          </w:rPr>
          <w:t>вереска</w:t>
        </w:r>
      </w:hyperlink>
      <w:r w:rsidRPr="005B6E79">
        <w:rPr>
          <w:sz w:val="24"/>
          <w:szCs w:val="24"/>
        </w:rPr>
        <w:t>(</w:t>
      </w:r>
      <w:r w:rsidRPr="005B6E79">
        <w:rPr>
          <w:i/>
          <w:iCs/>
          <w:sz w:val="24"/>
          <w:szCs w:val="24"/>
        </w:rPr>
        <w:t>*versъ</w:t>
      </w:r>
      <w:r w:rsidRPr="005B6E79">
        <w:rPr>
          <w:sz w:val="24"/>
          <w:szCs w:val="24"/>
        </w:rPr>
        <w:t>), которое цветет в летне-осенний период.</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В современную эпоху до</w:t>
      </w:r>
      <w:r w:rsidRPr="005B6E79">
        <w:rPr>
          <w:rStyle w:val="apple-converted-space"/>
          <w:sz w:val="24"/>
          <w:szCs w:val="24"/>
        </w:rPr>
        <w:t> </w:t>
      </w:r>
      <w:hyperlink r:id="rId27" w:tooltip="16 сентября" w:history="1">
        <w:r w:rsidRPr="005B6E79">
          <w:rPr>
            <w:rStyle w:val="Hyperlink"/>
            <w:color w:val="auto"/>
            <w:sz w:val="24"/>
            <w:szCs w:val="24"/>
            <w:u w:val="none"/>
          </w:rPr>
          <w:t>16 сентября</w:t>
        </w:r>
      </w:hyperlink>
      <w:r w:rsidRPr="005B6E79">
        <w:rPr>
          <w:rStyle w:val="apple-converted-space"/>
          <w:sz w:val="24"/>
          <w:szCs w:val="24"/>
        </w:rPr>
        <w:t> </w:t>
      </w:r>
      <w:r w:rsidRPr="005B6E79">
        <w:rPr>
          <w:sz w:val="24"/>
          <w:szCs w:val="24"/>
        </w:rPr>
        <w:t>по григорианскому календарю солнце стоит в созвездии</w:t>
      </w:r>
      <w:r w:rsidRPr="005B6E79">
        <w:rPr>
          <w:rStyle w:val="apple-converted-space"/>
          <w:sz w:val="24"/>
          <w:szCs w:val="24"/>
        </w:rPr>
        <w:t> </w:t>
      </w:r>
      <w:hyperlink r:id="rId28" w:tooltip="Лев (созвездие)" w:history="1">
        <w:r w:rsidRPr="005B6E79">
          <w:rPr>
            <w:rStyle w:val="Hyperlink"/>
            <w:color w:val="auto"/>
            <w:sz w:val="24"/>
            <w:szCs w:val="24"/>
            <w:u w:val="none"/>
          </w:rPr>
          <w:t>Льва</w:t>
        </w:r>
      </w:hyperlink>
      <w:r w:rsidRPr="005B6E79">
        <w:rPr>
          <w:sz w:val="24"/>
          <w:szCs w:val="24"/>
        </w:rPr>
        <w:t>, с 16 сентября — в созвездии</w:t>
      </w:r>
      <w:r w:rsidRPr="005B6E79">
        <w:rPr>
          <w:rStyle w:val="apple-converted-space"/>
          <w:sz w:val="24"/>
          <w:szCs w:val="24"/>
        </w:rPr>
        <w:t> </w:t>
      </w:r>
      <w:hyperlink r:id="rId29" w:tooltip="Дева (созвездие)" w:history="1">
        <w:r w:rsidRPr="005B6E79">
          <w:rPr>
            <w:rStyle w:val="Hyperlink"/>
            <w:color w:val="auto"/>
            <w:sz w:val="24"/>
            <w:szCs w:val="24"/>
            <w:u w:val="none"/>
          </w:rPr>
          <w:t>Девы</w:t>
        </w:r>
      </w:hyperlink>
      <w:r w:rsidRPr="005B6E79">
        <w:rPr>
          <w:rStyle w:val="apple-converted-space"/>
          <w:sz w:val="24"/>
          <w:szCs w:val="24"/>
        </w:rPr>
        <w:t> </w:t>
      </w:r>
      <w:r w:rsidRPr="005B6E79">
        <w:rPr>
          <w:sz w:val="24"/>
          <w:szCs w:val="24"/>
        </w:rPr>
        <w:t>(по другим данным —</w:t>
      </w:r>
      <w:r w:rsidRPr="005B6E79">
        <w:rPr>
          <w:rStyle w:val="apple-converted-space"/>
          <w:sz w:val="24"/>
          <w:szCs w:val="24"/>
        </w:rPr>
        <w:t> </w:t>
      </w:r>
      <w:hyperlink r:id="rId30" w:tooltip="17 сентября" w:history="1">
        <w:r w:rsidRPr="005B6E79">
          <w:rPr>
            <w:rStyle w:val="Hyperlink"/>
            <w:color w:val="auto"/>
            <w:sz w:val="24"/>
            <w:szCs w:val="24"/>
            <w:u w:val="none"/>
          </w:rPr>
          <w:t>17 сентября</w:t>
        </w:r>
      </w:hyperlink>
      <w:r w:rsidRPr="005B6E79">
        <w:rPr>
          <w:sz w:val="24"/>
          <w:szCs w:val="24"/>
        </w:rPr>
        <w:t>).</w:t>
      </w:r>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Статистика и описание</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В Центральной России среднемесячные температуры дают значительное снижение. Средняя температура сентября в Подмосковье +11 °С. В первой половине месяца активно начинают желтеть листья. В конце месяца резко уменьшается интенсивность и длительность солнечного излучения. Осадки выпадают в основном в виде дождя, в конце месяца возможен мокрый снег.</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В сентябре часты возвраты тепла до +20..+</w:t>
      </w:r>
      <w:smartTag w:uri="urn:schemas-microsoft-com:office:smarttags" w:element="metricconverter">
        <w:smartTagPr>
          <w:attr w:name="ProductID" w:val="1856 г"/>
        </w:smartTagPr>
        <w:r w:rsidRPr="005B6E79">
          <w:rPr>
            <w:sz w:val="24"/>
            <w:szCs w:val="24"/>
          </w:rPr>
          <w:t>25 °C</w:t>
        </w:r>
      </w:smartTag>
      <w:r w:rsidRPr="005B6E79">
        <w:rPr>
          <w:sz w:val="24"/>
          <w:szCs w:val="24"/>
        </w:rPr>
        <w:t xml:space="preserve"> днём. Одно из таких потеплений — «бабье лето», которое приходится на вторую половину месяца.</w:t>
      </w:r>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Памятные даты</w:t>
      </w:r>
    </w:p>
    <w:p w:rsidR="008A44AD" w:rsidRPr="005B6E79" w:rsidRDefault="008A44AD" w:rsidP="00883637">
      <w:pPr>
        <w:numPr>
          <w:ilvl w:val="0"/>
          <w:numId w:val="32"/>
        </w:numPr>
        <w:shd w:val="clear" w:color="auto" w:fill="FFFFFF"/>
        <w:ind w:left="0"/>
        <w:jc w:val="both"/>
      </w:pPr>
      <w:hyperlink r:id="rId31" w:tooltip="1 сентября" w:history="1">
        <w:r w:rsidRPr="005B6E79">
          <w:rPr>
            <w:rStyle w:val="Hyperlink"/>
            <w:color w:val="auto"/>
          </w:rPr>
          <w:t>1 сентября</w:t>
        </w:r>
      </w:hyperlink>
      <w:r w:rsidRPr="005B6E79">
        <w:rPr>
          <w:rStyle w:val="apple-converted-space"/>
        </w:rPr>
        <w:t> </w:t>
      </w:r>
      <w:hyperlink r:id="rId32" w:tooltip="1939 год" w:history="1">
        <w:r w:rsidRPr="005B6E79">
          <w:rPr>
            <w:rStyle w:val="Hyperlink"/>
            <w:color w:val="auto"/>
          </w:rPr>
          <w:t>1939 года</w:t>
        </w:r>
      </w:hyperlink>
      <w:r w:rsidRPr="005B6E79">
        <w:t> — нацистская Германия напала на Польшу, что стало началом Второй мировой войны.</w:t>
      </w:r>
    </w:p>
    <w:p w:rsidR="008A44AD" w:rsidRPr="005B6E79" w:rsidRDefault="008A44AD" w:rsidP="00883637">
      <w:pPr>
        <w:numPr>
          <w:ilvl w:val="0"/>
          <w:numId w:val="32"/>
        </w:numPr>
        <w:shd w:val="clear" w:color="auto" w:fill="FFFFFF"/>
        <w:ind w:left="0"/>
        <w:jc w:val="both"/>
      </w:pPr>
      <w:hyperlink r:id="rId33" w:tooltip="2 сентября" w:history="1">
        <w:r w:rsidRPr="005B6E79">
          <w:rPr>
            <w:rStyle w:val="Hyperlink"/>
            <w:color w:val="auto"/>
          </w:rPr>
          <w:t>2 сентября</w:t>
        </w:r>
      </w:hyperlink>
      <w:r w:rsidRPr="005B6E79">
        <w:t> — День окончания Второй мировой войны (1945 год).</w:t>
      </w:r>
    </w:p>
    <w:p w:rsidR="008A44AD" w:rsidRPr="005B6E79" w:rsidRDefault="008A44AD" w:rsidP="00883637">
      <w:pPr>
        <w:numPr>
          <w:ilvl w:val="0"/>
          <w:numId w:val="32"/>
        </w:numPr>
        <w:shd w:val="clear" w:color="auto" w:fill="FFFFFF"/>
        <w:ind w:left="0"/>
        <w:jc w:val="both"/>
      </w:pPr>
      <w:hyperlink r:id="rId34" w:tooltip="8 сентября" w:history="1">
        <w:r w:rsidRPr="005B6E79">
          <w:rPr>
            <w:rStyle w:val="Hyperlink"/>
            <w:color w:val="auto"/>
          </w:rPr>
          <w:t>8 сентября</w:t>
        </w:r>
      </w:hyperlink>
      <w:r w:rsidRPr="005B6E79">
        <w:t> —</w:t>
      </w:r>
      <w:r w:rsidRPr="005B6E79">
        <w:rPr>
          <w:rStyle w:val="apple-converted-space"/>
        </w:rPr>
        <w:t> </w:t>
      </w:r>
      <w:hyperlink r:id="rId35" w:tooltip="Дни воинской славы России" w:history="1">
        <w:r w:rsidRPr="005B6E79">
          <w:rPr>
            <w:rStyle w:val="Hyperlink"/>
            <w:color w:val="auto"/>
          </w:rPr>
          <w:t>День воинской славы России</w:t>
        </w:r>
      </w:hyperlink>
      <w:r w:rsidRPr="005B6E79">
        <w:t>. День</w:t>
      </w:r>
      <w:r w:rsidRPr="005B6E79">
        <w:rPr>
          <w:rStyle w:val="apple-converted-space"/>
        </w:rPr>
        <w:t> </w:t>
      </w:r>
      <w:hyperlink r:id="rId36" w:tooltip="Бородинское сражение" w:history="1">
        <w:r w:rsidRPr="005B6E79">
          <w:rPr>
            <w:rStyle w:val="Hyperlink"/>
            <w:color w:val="auto"/>
          </w:rPr>
          <w:t>Бородинского сражения</w:t>
        </w:r>
      </w:hyperlink>
      <w:r w:rsidRPr="005B6E79">
        <w:rPr>
          <w:rStyle w:val="apple-converted-space"/>
        </w:rPr>
        <w:t> </w:t>
      </w:r>
      <w:r w:rsidRPr="005B6E79">
        <w:t>русской армии под командованием М. И. Кутузова с французской армией (1812 год).</w:t>
      </w:r>
    </w:p>
    <w:p w:rsidR="008A44AD" w:rsidRPr="005B6E79" w:rsidRDefault="008A44AD" w:rsidP="00883637">
      <w:pPr>
        <w:numPr>
          <w:ilvl w:val="0"/>
          <w:numId w:val="32"/>
        </w:numPr>
        <w:shd w:val="clear" w:color="auto" w:fill="FFFFFF"/>
        <w:ind w:left="0"/>
        <w:jc w:val="both"/>
      </w:pPr>
      <w:hyperlink r:id="rId37" w:tooltip="11 сентября" w:history="1">
        <w:r w:rsidRPr="005B6E79">
          <w:rPr>
            <w:rStyle w:val="Hyperlink"/>
            <w:color w:val="auto"/>
          </w:rPr>
          <w:t>11 сентября</w:t>
        </w:r>
      </w:hyperlink>
      <w:r w:rsidRPr="005B6E79">
        <w:t> —</w:t>
      </w:r>
      <w:r w:rsidRPr="005B6E79">
        <w:rPr>
          <w:rStyle w:val="apple-converted-space"/>
        </w:rPr>
        <w:t> </w:t>
      </w:r>
      <w:hyperlink r:id="rId38" w:tooltip="День патриота" w:history="1">
        <w:r w:rsidRPr="005B6E79">
          <w:rPr>
            <w:rStyle w:val="Hyperlink"/>
            <w:color w:val="auto"/>
          </w:rPr>
          <w:t>День патриота</w:t>
        </w:r>
      </w:hyperlink>
      <w:r w:rsidRPr="005B6E79">
        <w:rPr>
          <w:rStyle w:val="apple-converted-space"/>
        </w:rPr>
        <w:t> </w:t>
      </w:r>
      <w:r w:rsidRPr="005B6E79">
        <w:t>в</w:t>
      </w:r>
      <w:r w:rsidRPr="005B6E79">
        <w:rPr>
          <w:rStyle w:val="apple-converted-space"/>
        </w:rPr>
        <w:t> </w:t>
      </w:r>
      <w:hyperlink r:id="rId39" w:tooltip="США" w:history="1">
        <w:r w:rsidRPr="005B6E79">
          <w:rPr>
            <w:rStyle w:val="Hyperlink"/>
            <w:color w:val="auto"/>
          </w:rPr>
          <w:t>США</w:t>
        </w:r>
      </w:hyperlink>
    </w:p>
    <w:p w:rsidR="008A44AD" w:rsidRPr="005B6E79" w:rsidRDefault="008A44AD" w:rsidP="00883637">
      <w:pPr>
        <w:numPr>
          <w:ilvl w:val="0"/>
          <w:numId w:val="32"/>
        </w:numPr>
        <w:shd w:val="clear" w:color="auto" w:fill="FFFFFF"/>
        <w:ind w:left="0"/>
        <w:jc w:val="both"/>
      </w:pPr>
      <w:hyperlink r:id="rId40" w:tooltip="21 сентября" w:history="1">
        <w:r w:rsidRPr="005B6E79">
          <w:rPr>
            <w:rStyle w:val="Hyperlink"/>
            <w:color w:val="auto"/>
          </w:rPr>
          <w:t>21 сентября</w:t>
        </w:r>
      </w:hyperlink>
      <w:r w:rsidRPr="005B6E79">
        <w:t> — День воинской славы России. День</w:t>
      </w:r>
      <w:r w:rsidRPr="005B6E79">
        <w:rPr>
          <w:rStyle w:val="apple-converted-space"/>
        </w:rPr>
        <w:t> </w:t>
      </w:r>
      <w:hyperlink r:id="rId41" w:tooltip="Куликовская битва" w:history="1">
        <w:r w:rsidRPr="005B6E79">
          <w:rPr>
            <w:rStyle w:val="Hyperlink"/>
            <w:color w:val="auto"/>
          </w:rPr>
          <w:t>победы</w:t>
        </w:r>
      </w:hyperlink>
      <w:r w:rsidRPr="005B6E79">
        <w:rPr>
          <w:rStyle w:val="apple-converted-space"/>
        </w:rPr>
        <w:t> </w:t>
      </w:r>
      <w:r w:rsidRPr="005B6E79">
        <w:t>русских полков во главе с великим князем Дмитрием Донским над войсками темника Мамая в Куликовской битве (1380 год).</w:t>
      </w:r>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Международные дни</w:t>
      </w:r>
    </w:p>
    <w:p w:rsidR="008A44AD" w:rsidRPr="005B6E79" w:rsidRDefault="008A44AD" w:rsidP="00883637">
      <w:pPr>
        <w:numPr>
          <w:ilvl w:val="0"/>
          <w:numId w:val="33"/>
        </w:numPr>
        <w:shd w:val="clear" w:color="auto" w:fill="FFFFFF"/>
        <w:ind w:left="0"/>
        <w:jc w:val="both"/>
      </w:pPr>
      <w:hyperlink r:id="rId42" w:tooltip="3 сентября" w:history="1">
        <w:r w:rsidRPr="005B6E79">
          <w:rPr>
            <w:rStyle w:val="Hyperlink"/>
            <w:color w:val="auto"/>
          </w:rPr>
          <w:t>3 сентября</w:t>
        </w:r>
      </w:hyperlink>
      <w:r w:rsidRPr="005B6E79">
        <w:t> —</w:t>
      </w:r>
      <w:r w:rsidRPr="005B6E79">
        <w:rPr>
          <w:rStyle w:val="apple-converted-space"/>
        </w:rPr>
        <w:t> </w:t>
      </w:r>
      <w:hyperlink r:id="rId43" w:tooltip="День солидарности в борьбе с терроризмом" w:history="1">
        <w:r w:rsidRPr="005B6E79">
          <w:rPr>
            <w:rStyle w:val="Hyperlink"/>
            <w:color w:val="auto"/>
          </w:rPr>
          <w:t>День солидарности в борьбе с терроризмом</w:t>
        </w:r>
      </w:hyperlink>
      <w:r w:rsidRPr="005B6E79">
        <w:t>.</w:t>
      </w:r>
    </w:p>
    <w:p w:rsidR="008A44AD" w:rsidRPr="005B6E79" w:rsidRDefault="008A44AD" w:rsidP="00883637">
      <w:pPr>
        <w:numPr>
          <w:ilvl w:val="0"/>
          <w:numId w:val="33"/>
        </w:numPr>
        <w:shd w:val="clear" w:color="auto" w:fill="FFFFFF"/>
        <w:ind w:left="0"/>
        <w:jc w:val="both"/>
      </w:pPr>
      <w:r w:rsidRPr="005B6E79">
        <w:t>2-е воскресенье —</w:t>
      </w:r>
      <w:r w:rsidRPr="005B6E79">
        <w:rPr>
          <w:rStyle w:val="apple-converted-space"/>
        </w:rPr>
        <w:t> </w:t>
      </w:r>
      <w:hyperlink r:id="rId44" w:tooltip="Международный день памяти жертв фашизма" w:history="1">
        <w:r w:rsidRPr="005B6E79">
          <w:rPr>
            <w:rStyle w:val="Hyperlink"/>
            <w:color w:val="auto"/>
          </w:rPr>
          <w:t>Международный день памяти жертв фашизма</w:t>
        </w:r>
      </w:hyperlink>
      <w:r w:rsidRPr="005B6E79">
        <w:t>. Учреждён ООН в 1962 году.</w:t>
      </w:r>
    </w:p>
    <w:p w:rsidR="008A44AD" w:rsidRPr="005B6E79" w:rsidRDefault="008A44AD" w:rsidP="00883637">
      <w:pPr>
        <w:numPr>
          <w:ilvl w:val="0"/>
          <w:numId w:val="33"/>
        </w:numPr>
        <w:shd w:val="clear" w:color="auto" w:fill="FFFFFF"/>
        <w:ind w:left="0"/>
        <w:jc w:val="both"/>
      </w:pPr>
      <w:hyperlink r:id="rId45" w:tooltip="10 сентября" w:history="1">
        <w:r w:rsidRPr="005B6E79">
          <w:rPr>
            <w:rStyle w:val="Hyperlink"/>
            <w:color w:val="auto"/>
          </w:rPr>
          <w:t>10 сентября</w:t>
        </w:r>
      </w:hyperlink>
      <w:r w:rsidRPr="005B6E79">
        <w:t> —</w:t>
      </w:r>
      <w:r w:rsidRPr="005B6E79">
        <w:rPr>
          <w:rStyle w:val="apple-converted-space"/>
        </w:rPr>
        <w:t> </w:t>
      </w:r>
      <w:hyperlink r:id="rId46" w:tooltip="Всемирный день предотвращения самоубийств" w:history="1">
        <w:r w:rsidRPr="005B6E79">
          <w:rPr>
            <w:rStyle w:val="Hyperlink"/>
            <w:color w:val="auto"/>
          </w:rPr>
          <w:t>Всемирный день предотвращения самоубийств</w:t>
        </w:r>
      </w:hyperlink>
      <w:r w:rsidRPr="005B6E79">
        <w:t>.</w:t>
      </w:r>
    </w:p>
    <w:p w:rsidR="008A44AD" w:rsidRPr="005B6E79" w:rsidRDefault="008A44AD" w:rsidP="00883637">
      <w:pPr>
        <w:numPr>
          <w:ilvl w:val="0"/>
          <w:numId w:val="33"/>
        </w:numPr>
        <w:shd w:val="clear" w:color="auto" w:fill="FFFFFF"/>
        <w:ind w:left="0"/>
        <w:jc w:val="both"/>
      </w:pPr>
      <w:hyperlink r:id="rId47" w:tooltip="26 сентября" w:history="1">
        <w:r w:rsidRPr="005B6E79">
          <w:rPr>
            <w:rStyle w:val="Hyperlink"/>
            <w:color w:val="auto"/>
          </w:rPr>
          <w:t>26 сентября</w:t>
        </w:r>
      </w:hyperlink>
    </w:p>
    <w:p w:rsidR="008A44AD" w:rsidRPr="005B6E79" w:rsidRDefault="008A44AD" w:rsidP="00883637">
      <w:pPr>
        <w:numPr>
          <w:ilvl w:val="1"/>
          <w:numId w:val="33"/>
        </w:numPr>
        <w:shd w:val="clear" w:color="auto" w:fill="FFFFFF"/>
        <w:ind w:left="0"/>
        <w:jc w:val="both"/>
      </w:pPr>
      <w:hyperlink r:id="rId48" w:tooltip="Всемирный день контрацепции" w:history="1">
        <w:r w:rsidRPr="005B6E79">
          <w:rPr>
            <w:rStyle w:val="Hyperlink"/>
            <w:color w:val="auto"/>
          </w:rPr>
          <w:t>Всемирный день контрацепции</w:t>
        </w:r>
      </w:hyperlink>
      <w:r w:rsidRPr="005B6E79">
        <w:t>.</w:t>
      </w:r>
    </w:p>
    <w:p w:rsidR="008A44AD" w:rsidRPr="005B6E79" w:rsidRDefault="008A44AD" w:rsidP="00883637">
      <w:pPr>
        <w:numPr>
          <w:ilvl w:val="1"/>
          <w:numId w:val="33"/>
        </w:numPr>
        <w:shd w:val="clear" w:color="auto" w:fill="FFFFFF"/>
        <w:ind w:left="0"/>
        <w:jc w:val="both"/>
      </w:pPr>
      <w:hyperlink r:id="rId49" w:tooltip="Европейский день языков" w:history="1">
        <w:r w:rsidRPr="005B6E79">
          <w:rPr>
            <w:rStyle w:val="Hyperlink"/>
            <w:color w:val="auto"/>
          </w:rPr>
          <w:t>Европейский день языков</w:t>
        </w:r>
      </w:hyperlink>
      <w:r w:rsidRPr="005B6E79">
        <w:t>.</w:t>
      </w:r>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Праздники</w:t>
      </w:r>
    </w:p>
    <w:p w:rsidR="008A44AD" w:rsidRPr="005B6E79" w:rsidRDefault="008A44AD" w:rsidP="00883637">
      <w:pPr>
        <w:pStyle w:val="Heading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Международные</w:t>
      </w:r>
    </w:p>
    <w:p w:rsidR="008A44AD" w:rsidRPr="005B6E79" w:rsidRDefault="008A44AD" w:rsidP="00883637">
      <w:pPr>
        <w:numPr>
          <w:ilvl w:val="0"/>
          <w:numId w:val="34"/>
        </w:numPr>
        <w:shd w:val="clear" w:color="auto" w:fill="FFFFFF"/>
        <w:ind w:left="0"/>
        <w:jc w:val="both"/>
      </w:pPr>
      <w:r w:rsidRPr="005B6E79">
        <w:t>3-й вторник —</w:t>
      </w:r>
      <w:r w:rsidRPr="005B6E79">
        <w:rPr>
          <w:rStyle w:val="apple-converted-space"/>
        </w:rPr>
        <w:t> </w:t>
      </w:r>
      <w:hyperlink r:id="rId50" w:tooltip="Международный день мира" w:history="1">
        <w:r w:rsidRPr="005B6E79">
          <w:rPr>
            <w:rStyle w:val="Hyperlink"/>
            <w:color w:val="auto"/>
          </w:rPr>
          <w:t>Международный день мира</w:t>
        </w:r>
      </w:hyperlink>
      <w:r w:rsidRPr="005B6E79">
        <w:t>, установлен резолюцией</w:t>
      </w:r>
      <w:r w:rsidRPr="005B6E79">
        <w:rPr>
          <w:rStyle w:val="apple-converted-space"/>
        </w:rPr>
        <w:t> </w:t>
      </w:r>
      <w:hyperlink r:id="rId51" w:tooltip="Генеральная Ассамблея ООН" w:history="1">
        <w:r w:rsidRPr="005B6E79">
          <w:rPr>
            <w:rStyle w:val="Hyperlink"/>
            <w:color w:val="auto"/>
          </w:rPr>
          <w:t>Генеральной Ассамблеи ООН</w:t>
        </w:r>
      </w:hyperlink>
      <w:r w:rsidRPr="005B6E79">
        <w:rPr>
          <w:rStyle w:val="apple-converted-space"/>
        </w:rPr>
        <w:t> </w:t>
      </w:r>
      <w:r w:rsidRPr="005B6E79">
        <w:t>от</w:t>
      </w:r>
      <w:r w:rsidRPr="005B6E79">
        <w:rPr>
          <w:rStyle w:val="apple-converted-space"/>
        </w:rPr>
        <w:t> </w:t>
      </w:r>
      <w:hyperlink r:id="rId52" w:tooltip="30 ноября" w:history="1">
        <w:r w:rsidRPr="005B6E79">
          <w:rPr>
            <w:rStyle w:val="Hyperlink"/>
            <w:color w:val="auto"/>
          </w:rPr>
          <w:t>30 ноября</w:t>
        </w:r>
      </w:hyperlink>
      <w:r w:rsidRPr="005B6E79">
        <w:rPr>
          <w:rStyle w:val="apple-converted-space"/>
        </w:rPr>
        <w:t> </w:t>
      </w:r>
      <w:hyperlink r:id="rId53" w:tooltip="1981 год" w:history="1">
        <w:r w:rsidRPr="005B6E79">
          <w:rPr>
            <w:rStyle w:val="Hyperlink"/>
            <w:color w:val="auto"/>
          </w:rPr>
          <w:t>1981 года</w:t>
        </w:r>
      </w:hyperlink>
      <w:r w:rsidRPr="005B6E79">
        <w:t>. В дальнейшем перенесён на</w:t>
      </w:r>
      <w:r w:rsidRPr="005B6E79">
        <w:rPr>
          <w:rStyle w:val="apple-converted-space"/>
        </w:rPr>
        <w:t> </w:t>
      </w:r>
      <w:hyperlink r:id="rId54" w:tooltip="21 сентября" w:history="1">
        <w:r w:rsidRPr="005B6E79">
          <w:rPr>
            <w:rStyle w:val="Hyperlink"/>
            <w:color w:val="auto"/>
          </w:rPr>
          <w:t>21 сентября</w:t>
        </w:r>
      </w:hyperlink>
    </w:p>
    <w:p w:rsidR="008A44AD" w:rsidRPr="005B6E79" w:rsidRDefault="008A44AD" w:rsidP="00883637">
      <w:pPr>
        <w:numPr>
          <w:ilvl w:val="0"/>
          <w:numId w:val="34"/>
        </w:numPr>
        <w:shd w:val="clear" w:color="auto" w:fill="FFFFFF"/>
        <w:ind w:left="0"/>
        <w:jc w:val="both"/>
      </w:pPr>
      <w:r w:rsidRPr="005B6E79">
        <w:t>256 день года (12 или 13 сентября) —</w:t>
      </w:r>
      <w:r w:rsidRPr="005B6E79">
        <w:rPr>
          <w:rStyle w:val="apple-converted-space"/>
        </w:rPr>
        <w:t> </w:t>
      </w:r>
      <w:hyperlink r:id="rId55" w:tooltip="День программиста" w:history="1">
        <w:r w:rsidRPr="005B6E79">
          <w:rPr>
            <w:rStyle w:val="Hyperlink"/>
            <w:color w:val="auto"/>
          </w:rPr>
          <w:t>День программиста</w:t>
        </w:r>
      </w:hyperlink>
    </w:p>
    <w:p w:rsidR="008A44AD" w:rsidRPr="005B6E79" w:rsidRDefault="008A44AD" w:rsidP="00883637">
      <w:pPr>
        <w:numPr>
          <w:ilvl w:val="0"/>
          <w:numId w:val="34"/>
        </w:numPr>
        <w:shd w:val="clear" w:color="auto" w:fill="FFFFFF"/>
        <w:ind w:left="0"/>
        <w:jc w:val="both"/>
      </w:pPr>
      <w:hyperlink r:id="rId56" w:tooltip="19 сентября" w:history="1">
        <w:r w:rsidRPr="005B6E79">
          <w:rPr>
            <w:rStyle w:val="Hyperlink"/>
            <w:color w:val="auto"/>
          </w:rPr>
          <w:t>19 сентября</w:t>
        </w:r>
      </w:hyperlink>
      <w:r w:rsidRPr="005B6E79">
        <w:t> —</w:t>
      </w:r>
      <w:r w:rsidRPr="005B6E79">
        <w:rPr>
          <w:rStyle w:val="apple-converted-space"/>
        </w:rPr>
        <w:t> </w:t>
      </w:r>
      <w:hyperlink r:id="rId57" w:tooltip="Международный пиратский день" w:history="1">
        <w:r w:rsidRPr="005B6E79">
          <w:rPr>
            <w:rStyle w:val="Hyperlink"/>
            <w:color w:val="auto"/>
          </w:rPr>
          <w:t>Международный пиратский день</w:t>
        </w:r>
      </w:hyperlink>
    </w:p>
    <w:p w:rsidR="008A44AD" w:rsidRPr="005B6E79" w:rsidRDefault="008A44AD" w:rsidP="00883637">
      <w:pPr>
        <w:numPr>
          <w:ilvl w:val="0"/>
          <w:numId w:val="34"/>
        </w:numPr>
        <w:shd w:val="clear" w:color="auto" w:fill="FFFFFF"/>
        <w:ind w:left="0"/>
        <w:jc w:val="both"/>
      </w:pPr>
      <w:r w:rsidRPr="005B6E79">
        <w:t>последнее воскресенье —</w:t>
      </w:r>
      <w:r w:rsidRPr="005B6E79">
        <w:rPr>
          <w:rStyle w:val="apple-converted-space"/>
        </w:rPr>
        <w:t> </w:t>
      </w:r>
      <w:hyperlink r:id="rId58" w:tooltip="Международный день глухих" w:history="1">
        <w:r w:rsidRPr="005B6E79">
          <w:rPr>
            <w:rStyle w:val="Hyperlink"/>
            <w:color w:val="auto"/>
          </w:rPr>
          <w:t>Международный день глухих</w:t>
        </w:r>
      </w:hyperlink>
      <w:hyperlink r:id="rId59" w:anchor="cite_note-8" w:history="1">
        <w:r w:rsidRPr="005B6E79">
          <w:rPr>
            <w:rStyle w:val="Hyperlink"/>
            <w:color w:val="auto"/>
            <w:vertAlign w:val="superscript"/>
          </w:rPr>
          <w:t>[8]</w:t>
        </w:r>
      </w:hyperlink>
    </w:p>
    <w:p w:rsidR="008A44AD" w:rsidRPr="005B6E79" w:rsidRDefault="008A44AD" w:rsidP="00883637">
      <w:pPr>
        <w:numPr>
          <w:ilvl w:val="0"/>
          <w:numId w:val="34"/>
        </w:numPr>
        <w:shd w:val="clear" w:color="auto" w:fill="FFFFFF"/>
        <w:ind w:left="0"/>
        <w:jc w:val="both"/>
      </w:pPr>
      <w:hyperlink r:id="rId60" w:tooltip="30 сентября" w:history="1">
        <w:r w:rsidRPr="005B6E79">
          <w:rPr>
            <w:rStyle w:val="Hyperlink"/>
            <w:color w:val="auto"/>
          </w:rPr>
          <w:t>30 сентября</w:t>
        </w:r>
      </w:hyperlink>
      <w:r w:rsidRPr="005B6E79">
        <w:t> —</w:t>
      </w:r>
      <w:r w:rsidRPr="005B6E79">
        <w:rPr>
          <w:rStyle w:val="apple-converted-space"/>
        </w:rPr>
        <w:t> </w:t>
      </w:r>
      <w:hyperlink r:id="rId61" w:tooltip="Международный день переводчика" w:history="1">
        <w:r w:rsidRPr="005B6E79">
          <w:rPr>
            <w:rStyle w:val="Hyperlink"/>
            <w:color w:val="auto"/>
          </w:rPr>
          <w:t>Международный день переводчика</w:t>
        </w:r>
      </w:hyperlink>
      <w:r w:rsidRPr="005B6E79">
        <w:rPr>
          <w:rStyle w:val="apple-converted-space"/>
        </w:rPr>
        <w:t> </w:t>
      </w:r>
      <w:r w:rsidRPr="005B6E79">
        <w:t>(</w:t>
      </w:r>
      <w:r w:rsidRPr="005B6E79">
        <w:rPr>
          <w:i/>
          <w:iCs/>
        </w:rPr>
        <w:t>учреждён Международной федерацией переводчиков в 1991 году</w:t>
      </w:r>
      <w:r w:rsidRPr="005B6E79">
        <w:t>)</w:t>
      </w:r>
    </w:p>
    <w:p w:rsidR="008A44AD" w:rsidRPr="005B6E79" w:rsidRDefault="008A44AD" w:rsidP="00883637">
      <w:pPr>
        <w:numPr>
          <w:ilvl w:val="0"/>
          <w:numId w:val="34"/>
        </w:numPr>
        <w:shd w:val="clear" w:color="auto" w:fill="FFFFFF"/>
        <w:ind w:left="0"/>
        <w:jc w:val="both"/>
      </w:pPr>
      <w:r w:rsidRPr="005B6E79">
        <w:t>один из дней последней недели сентября —</w:t>
      </w:r>
      <w:r w:rsidRPr="005B6E79">
        <w:rPr>
          <w:rStyle w:val="apple-converted-space"/>
        </w:rPr>
        <w:t> </w:t>
      </w:r>
      <w:hyperlink r:id="rId62" w:tooltip="Всемирный день моря" w:history="1">
        <w:r w:rsidRPr="005B6E79">
          <w:rPr>
            <w:rStyle w:val="Hyperlink"/>
            <w:color w:val="auto"/>
          </w:rPr>
          <w:t>Всемирный день моря</w:t>
        </w:r>
      </w:hyperlink>
      <w:r w:rsidRPr="005B6E79">
        <w:t> — один из международных дней, отмечаемых в системе</w:t>
      </w:r>
      <w:r w:rsidRPr="005B6E79">
        <w:rPr>
          <w:rStyle w:val="apple-converted-space"/>
        </w:rPr>
        <w:t> </w:t>
      </w:r>
      <w:hyperlink r:id="rId63" w:tooltip="ООН" w:history="1">
        <w:r w:rsidRPr="005B6E79">
          <w:rPr>
            <w:rStyle w:val="Hyperlink"/>
            <w:color w:val="auto"/>
          </w:rPr>
          <w:t>ООН</w:t>
        </w:r>
      </w:hyperlink>
    </w:p>
    <w:p w:rsidR="008A44AD" w:rsidRPr="005B6E79" w:rsidRDefault="008A44AD" w:rsidP="00883637">
      <w:pPr>
        <w:pStyle w:val="Heading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Российские</w:t>
      </w:r>
    </w:p>
    <w:p w:rsidR="008A44AD" w:rsidRPr="005B6E79" w:rsidRDefault="008A44AD" w:rsidP="00883637">
      <w:pPr>
        <w:numPr>
          <w:ilvl w:val="0"/>
          <w:numId w:val="35"/>
        </w:numPr>
        <w:shd w:val="clear" w:color="auto" w:fill="FFFFFF"/>
        <w:ind w:left="0"/>
        <w:jc w:val="both"/>
      </w:pPr>
      <w:hyperlink r:id="rId64" w:tooltip="1 сентября" w:history="1">
        <w:r w:rsidRPr="005B6E79">
          <w:rPr>
            <w:rStyle w:val="Hyperlink"/>
            <w:color w:val="auto"/>
          </w:rPr>
          <w:t>1 сентября</w:t>
        </w:r>
      </w:hyperlink>
      <w:r w:rsidRPr="005B6E79">
        <w:t> —</w:t>
      </w:r>
      <w:r w:rsidRPr="005B6E79">
        <w:rPr>
          <w:rStyle w:val="apple-converted-space"/>
        </w:rPr>
        <w:t> </w:t>
      </w:r>
      <w:hyperlink r:id="rId65" w:tooltip="День знаний" w:history="1">
        <w:r w:rsidRPr="005B6E79">
          <w:rPr>
            <w:rStyle w:val="Hyperlink"/>
            <w:color w:val="auto"/>
          </w:rPr>
          <w:t>День знаний</w:t>
        </w:r>
      </w:hyperlink>
    </w:p>
    <w:p w:rsidR="008A44AD" w:rsidRPr="005B6E79" w:rsidRDefault="008A44AD" w:rsidP="00883637">
      <w:pPr>
        <w:numPr>
          <w:ilvl w:val="0"/>
          <w:numId w:val="35"/>
        </w:numPr>
        <w:shd w:val="clear" w:color="auto" w:fill="FFFFFF"/>
        <w:ind w:left="0"/>
        <w:jc w:val="both"/>
      </w:pPr>
      <w:r w:rsidRPr="005B6E79">
        <w:t>11 сентября — День специалиста органов воспитательной работы</w:t>
      </w:r>
    </w:p>
    <w:p w:rsidR="008A44AD" w:rsidRPr="005B6E79" w:rsidRDefault="008A44AD" w:rsidP="00883637">
      <w:pPr>
        <w:numPr>
          <w:ilvl w:val="0"/>
          <w:numId w:val="35"/>
        </w:numPr>
        <w:shd w:val="clear" w:color="auto" w:fill="FFFFFF"/>
        <w:ind w:left="0"/>
        <w:jc w:val="both"/>
      </w:pPr>
      <w:r w:rsidRPr="005B6E79">
        <w:t>1-е воскресенье —</w:t>
      </w:r>
      <w:r w:rsidRPr="005B6E79">
        <w:rPr>
          <w:rStyle w:val="apple-converted-space"/>
        </w:rPr>
        <w:t> </w:t>
      </w:r>
      <w:hyperlink r:id="rId66" w:tooltip="День работников нефтяной и газовой промышленности" w:history="1">
        <w:r w:rsidRPr="005B6E79">
          <w:rPr>
            <w:rStyle w:val="Hyperlink"/>
            <w:color w:val="auto"/>
          </w:rPr>
          <w:t>День работников нефтяной и газовой промышленности</w:t>
        </w:r>
      </w:hyperlink>
    </w:p>
    <w:p w:rsidR="008A44AD" w:rsidRPr="005B6E79" w:rsidRDefault="008A44AD" w:rsidP="00883637">
      <w:pPr>
        <w:numPr>
          <w:ilvl w:val="0"/>
          <w:numId w:val="35"/>
        </w:numPr>
        <w:shd w:val="clear" w:color="auto" w:fill="FFFFFF"/>
        <w:ind w:left="0"/>
        <w:jc w:val="both"/>
      </w:pPr>
      <w:r w:rsidRPr="005B6E79">
        <w:t>2-е воскресенье —</w:t>
      </w:r>
      <w:r w:rsidRPr="005B6E79">
        <w:rPr>
          <w:rStyle w:val="apple-converted-space"/>
        </w:rPr>
        <w:t> </w:t>
      </w:r>
      <w:hyperlink r:id="rId67" w:tooltip="День танкиста" w:history="1">
        <w:r w:rsidRPr="005B6E79">
          <w:rPr>
            <w:rStyle w:val="Hyperlink"/>
            <w:color w:val="auto"/>
          </w:rPr>
          <w:t>День танкиста</w:t>
        </w:r>
      </w:hyperlink>
    </w:p>
    <w:p w:rsidR="008A44AD" w:rsidRPr="005B6E79" w:rsidRDefault="008A44AD" w:rsidP="00883637">
      <w:pPr>
        <w:numPr>
          <w:ilvl w:val="0"/>
          <w:numId w:val="35"/>
        </w:numPr>
        <w:shd w:val="clear" w:color="auto" w:fill="FFFFFF"/>
        <w:ind w:left="0"/>
        <w:jc w:val="both"/>
      </w:pPr>
      <w:r w:rsidRPr="005B6E79">
        <w:t>3-е воскресенье —</w:t>
      </w:r>
      <w:r w:rsidRPr="005B6E79">
        <w:rPr>
          <w:rStyle w:val="apple-converted-space"/>
        </w:rPr>
        <w:t> </w:t>
      </w:r>
      <w:hyperlink r:id="rId68" w:tooltip="День работников леса" w:history="1">
        <w:r w:rsidRPr="005B6E79">
          <w:rPr>
            <w:rStyle w:val="Hyperlink"/>
            <w:color w:val="auto"/>
          </w:rPr>
          <w:t>День работников леса</w:t>
        </w:r>
      </w:hyperlink>
    </w:p>
    <w:p w:rsidR="008A44AD" w:rsidRPr="005B6E79" w:rsidRDefault="008A44AD" w:rsidP="00883637">
      <w:pPr>
        <w:numPr>
          <w:ilvl w:val="0"/>
          <w:numId w:val="35"/>
        </w:numPr>
        <w:shd w:val="clear" w:color="auto" w:fill="FFFFFF"/>
        <w:ind w:left="0"/>
        <w:jc w:val="both"/>
      </w:pPr>
      <w:r w:rsidRPr="005B6E79">
        <w:t>4-е воскресенье —</w:t>
      </w:r>
      <w:r w:rsidRPr="005B6E79">
        <w:rPr>
          <w:rStyle w:val="apple-converted-space"/>
        </w:rPr>
        <w:t> </w:t>
      </w:r>
      <w:hyperlink r:id="rId69" w:tooltip="День машиностроителя" w:history="1">
        <w:r w:rsidRPr="005B6E79">
          <w:rPr>
            <w:rStyle w:val="Hyperlink"/>
            <w:color w:val="auto"/>
          </w:rPr>
          <w:t>День машиностроителя</w:t>
        </w:r>
      </w:hyperlink>
    </w:p>
    <w:p w:rsidR="008A44AD" w:rsidRPr="005B6E79" w:rsidRDefault="008A44AD" w:rsidP="00883637">
      <w:pPr>
        <w:pStyle w:val="Heading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Русские народные</w:t>
      </w:r>
    </w:p>
    <w:p w:rsidR="008A44AD" w:rsidRPr="005B6E79" w:rsidRDefault="008A44AD" w:rsidP="00883637">
      <w:pPr>
        <w:numPr>
          <w:ilvl w:val="0"/>
          <w:numId w:val="36"/>
        </w:numPr>
        <w:shd w:val="clear" w:color="auto" w:fill="FFFFFF"/>
        <w:ind w:left="0"/>
        <w:jc w:val="both"/>
      </w:pPr>
      <w:r w:rsidRPr="005B6E79">
        <w:t>11-е сентября —</w:t>
      </w:r>
      <w:r w:rsidRPr="005B6E79">
        <w:rPr>
          <w:rStyle w:val="apple-converted-space"/>
        </w:rPr>
        <w:t> </w:t>
      </w:r>
      <w:hyperlink r:id="rId70" w:tooltip="Головосек" w:history="1">
        <w:r w:rsidRPr="005B6E79">
          <w:rPr>
            <w:rStyle w:val="Hyperlink"/>
            <w:color w:val="auto"/>
          </w:rPr>
          <w:t>Головосек</w:t>
        </w:r>
      </w:hyperlink>
    </w:p>
    <w:p w:rsidR="008A44AD" w:rsidRPr="005B6E79" w:rsidRDefault="008A44AD" w:rsidP="00883637">
      <w:pPr>
        <w:numPr>
          <w:ilvl w:val="0"/>
          <w:numId w:val="36"/>
        </w:numPr>
        <w:shd w:val="clear" w:color="auto" w:fill="FFFFFF"/>
        <w:ind w:left="0"/>
        <w:jc w:val="both"/>
      </w:pPr>
      <w:r w:rsidRPr="005B6E79">
        <w:t>14-е сентября —</w:t>
      </w:r>
      <w:r w:rsidRPr="005B6E79">
        <w:rPr>
          <w:rStyle w:val="apple-converted-space"/>
        </w:rPr>
        <w:t> </w:t>
      </w:r>
      <w:hyperlink r:id="rId71" w:tooltip="Семён Летопроводец" w:history="1">
        <w:r w:rsidRPr="005B6E79">
          <w:rPr>
            <w:rStyle w:val="Hyperlink"/>
            <w:color w:val="auto"/>
          </w:rPr>
          <w:t>Семён Летопроводец</w:t>
        </w:r>
      </w:hyperlink>
    </w:p>
    <w:p w:rsidR="008A44AD" w:rsidRPr="005B6E79" w:rsidRDefault="008A44AD" w:rsidP="00883637">
      <w:pPr>
        <w:numPr>
          <w:ilvl w:val="0"/>
          <w:numId w:val="36"/>
        </w:numPr>
        <w:shd w:val="clear" w:color="auto" w:fill="FFFFFF"/>
        <w:ind w:left="0"/>
        <w:jc w:val="both"/>
      </w:pPr>
      <w:r w:rsidRPr="005B6E79">
        <w:t>21-е сентября —</w:t>
      </w:r>
      <w:r w:rsidRPr="005B6E79">
        <w:rPr>
          <w:rStyle w:val="apple-converted-space"/>
        </w:rPr>
        <w:t> </w:t>
      </w:r>
      <w:hyperlink r:id="rId72" w:tooltip="Осенины" w:history="1">
        <w:r w:rsidRPr="005B6E79">
          <w:rPr>
            <w:rStyle w:val="Hyperlink"/>
            <w:color w:val="auto"/>
          </w:rPr>
          <w:t>Осенины</w:t>
        </w:r>
      </w:hyperlink>
    </w:p>
    <w:p w:rsidR="008A44AD" w:rsidRPr="005B6E79" w:rsidRDefault="008A44AD" w:rsidP="00883637">
      <w:pPr>
        <w:numPr>
          <w:ilvl w:val="0"/>
          <w:numId w:val="36"/>
        </w:numPr>
        <w:shd w:val="clear" w:color="auto" w:fill="FFFFFF"/>
        <w:ind w:left="0"/>
        <w:jc w:val="both"/>
      </w:pPr>
      <w:r w:rsidRPr="005B6E79">
        <w:t>27-е сентября —</w:t>
      </w:r>
      <w:r w:rsidRPr="005B6E79">
        <w:rPr>
          <w:rStyle w:val="apple-converted-space"/>
        </w:rPr>
        <w:t> </w:t>
      </w:r>
      <w:hyperlink r:id="rId73" w:tooltip="Воздвиженье" w:history="1">
        <w:r w:rsidRPr="005B6E79">
          <w:rPr>
            <w:rStyle w:val="Hyperlink"/>
            <w:color w:val="auto"/>
          </w:rPr>
          <w:t>Воздвиженье</w:t>
        </w:r>
      </w:hyperlink>
    </w:p>
    <w:p w:rsidR="008A44AD" w:rsidRPr="005B6E79" w:rsidRDefault="008A44AD" w:rsidP="00883637">
      <w:pPr>
        <w:pStyle w:val="Heading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Религиозные</w:t>
      </w:r>
    </w:p>
    <w:p w:rsidR="008A44AD" w:rsidRPr="005B6E79" w:rsidRDefault="008A44AD" w:rsidP="00883637">
      <w:pPr>
        <w:numPr>
          <w:ilvl w:val="0"/>
          <w:numId w:val="37"/>
        </w:numPr>
        <w:shd w:val="clear" w:color="auto" w:fill="FFFFFF"/>
        <w:ind w:left="0"/>
        <w:jc w:val="both"/>
      </w:pPr>
      <w:r w:rsidRPr="005B6E79">
        <w:t>11-е сентября —</w:t>
      </w:r>
      <w:r w:rsidRPr="005B6E79">
        <w:rPr>
          <w:rStyle w:val="apple-converted-space"/>
        </w:rPr>
        <w:t> </w:t>
      </w:r>
      <w:hyperlink r:id="rId74" w:tooltip="Усекновение главы Иоанна Предтечи" w:history="1">
        <w:r w:rsidRPr="005B6E79">
          <w:rPr>
            <w:rStyle w:val="Hyperlink"/>
            <w:color w:val="auto"/>
          </w:rPr>
          <w:t>Усекновение главы Иоанна Предтечи</w:t>
        </w:r>
      </w:hyperlink>
    </w:p>
    <w:p w:rsidR="008A44AD" w:rsidRPr="005B6E79" w:rsidRDefault="008A44AD" w:rsidP="00883637">
      <w:pPr>
        <w:numPr>
          <w:ilvl w:val="0"/>
          <w:numId w:val="37"/>
        </w:numPr>
        <w:shd w:val="clear" w:color="auto" w:fill="FFFFFF"/>
        <w:ind w:left="0"/>
        <w:jc w:val="both"/>
      </w:pPr>
      <w:r w:rsidRPr="005B6E79">
        <w:t>21-е сентября —</w:t>
      </w:r>
      <w:r w:rsidRPr="005B6E79">
        <w:rPr>
          <w:rStyle w:val="apple-converted-space"/>
        </w:rPr>
        <w:t> </w:t>
      </w:r>
      <w:hyperlink r:id="rId75" w:tooltip="Рождество Пресвятой Богородицы" w:history="1">
        <w:r w:rsidRPr="005B6E79">
          <w:rPr>
            <w:rStyle w:val="Hyperlink"/>
            <w:color w:val="auto"/>
          </w:rPr>
          <w:t>Рождество Пресвятой Богородицы</w:t>
        </w:r>
      </w:hyperlink>
    </w:p>
    <w:p w:rsidR="008A44AD" w:rsidRPr="005B6E79" w:rsidRDefault="008A44AD" w:rsidP="00883637">
      <w:pPr>
        <w:numPr>
          <w:ilvl w:val="0"/>
          <w:numId w:val="37"/>
        </w:numPr>
        <w:shd w:val="clear" w:color="auto" w:fill="FFFFFF"/>
        <w:ind w:left="0"/>
        <w:jc w:val="both"/>
      </w:pPr>
      <w:r w:rsidRPr="005B6E79">
        <w:t>27-е сентября —</w:t>
      </w:r>
      <w:r w:rsidRPr="005B6E79">
        <w:rPr>
          <w:rStyle w:val="apple-converted-space"/>
        </w:rPr>
        <w:t> </w:t>
      </w:r>
      <w:hyperlink r:id="rId76" w:tooltip="Воздвижение Креста Господня" w:history="1">
        <w:r w:rsidRPr="005B6E79">
          <w:rPr>
            <w:rStyle w:val="Hyperlink"/>
            <w:color w:val="auto"/>
          </w:rPr>
          <w:t>Воздвижение Креста Господня</w:t>
        </w:r>
      </w:hyperlink>
    </w:p>
    <w:p w:rsidR="008A44AD" w:rsidRPr="005B6E79" w:rsidRDefault="008A44AD" w:rsidP="00883637">
      <w:pPr>
        <w:pStyle w:val="Heading3"/>
        <w:shd w:val="clear" w:color="auto" w:fill="FFFFFF"/>
        <w:spacing w:before="0" w:after="0"/>
        <w:jc w:val="both"/>
        <w:rPr>
          <w:rFonts w:ascii="Times New Roman" w:hAnsi="Times New Roman" w:cs="Times New Roman"/>
          <w:sz w:val="24"/>
          <w:szCs w:val="24"/>
        </w:rPr>
      </w:pPr>
      <w:r w:rsidRPr="005B6E79">
        <w:rPr>
          <w:rStyle w:val="mw-headline"/>
          <w:rFonts w:ascii="Times New Roman" w:hAnsi="Times New Roman"/>
          <w:sz w:val="24"/>
          <w:szCs w:val="24"/>
        </w:rPr>
        <w:t>Национальные</w:t>
      </w:r>
    </w:p>
    <w:p w:rsidR="008A44AD" w:rsidRPr="005B6E79" w:rsidRDefault="008A44AD" w:rsidP="00883637">
      <w:pPr>
        <w:numPr>
          <w:ilvl w:val="0"/>
          <w:numId w:val="38"/>
        </w:numPr>
        <w:shd w:val="clear" w:color="auto" w:fill="FFFFFF"/>
        <w:ind w:left="0"/>
        <w:jc w:val="both"/>
      </w:pPr>
      <w:hyperlink r:id="rId77" w:tooltip="9 сентября" w:history="1">
        <w:r w:rsidRPr="005B6E79">
          <w:rPr>
            <w:rStyle w:val="Hyperlink"/>
            <w:color w:val="auto"/>
          </w:rPr>
          <w:t>9 сентября</w:t>
        </w:r>
      </w:hyperlink>
      <w:r w:rsidRPr="005B6E79">
        <w:t> —</w:t>
      </w:r>
      <w:r w:rsidRPr="005B6E79">
        <w:rPr>
          <w:rStyle w:val="apple-converted-space"/>
        </w:rPr>
        <w:t> </w:t>
      </w:r>
      <w:hyperlink r:id="rId78" w:tooltip="День независимости Республики Таджикистан" w:history="1">
        <w:r w:rsidRPr="005B6E79">
          <w:rPr>
            <w:rStyle w:val="Hyperlink"/>
            <w:color w:val="auto"/>
          </w:rPr>
          <w:t>День независимости Республики Таджикистан</w:t>
        </w:r>
      </w:hyperlink>
    </w:p>
    <w:p w:rsidR="008A44AD" w:rsidRPr="005B6E79" w:rsidRDefault="008A44AD" w:rsidP="00883637">
      <w:pPr>
        <w:numPr>
          <w:ilvl w:val="0"/>
          <w:numId w:val="38"/>
        </w:numPr>
        <w:shd w:val="clear" w:color="auto" w:fill="FFFFFF"/>
        <w:ind w:left="0"/>
        <w:jc w:val="both"/>
      </w:pPr>
      <w:r w:rsidRPr="005B6E79">
        <w:t>1-е воскресенье:</w:t>
      </w:r>
      <w:r w:rsidRPr="005B6E79">
        <w:rPr>
          <w:rStyle w:val="apple-converted-space"/>
        </w:rPr>
        <w:t> </w:t>
      </w:r>
      <w:hyperlink r:id="rId79" w:tooltip="Австралия" w:history="1">
        <w:r w:rsidRPr="005B6E79">
          <w:rPr>
            <w:rStyle w:val="Hyperlink"/>
            <w:color w:val="auto"/>
          </w:rPr>
          <w:t>Австралия</w:t>
        </w:r>
      </w:hyperlink>
      <w:r w:rsidRPr="005B6E79">
        <w:t>,</w:t>
      </w:r>
      <w:r w:rsidRPr="005B6E79">
        <w:rPr>
          <w:rStyle w:val="apple-converted-space"/>
        </w:rPr>
        <w:t> </w:t>
      </w:r>
      <w:hyperlink r:id="rId80" w:tooltip="Новая Зеландия" w:history="1">
        <w:r w:rsidRPr="005B6E79">
          <w:rPr>
            <w:rStyle w:val="Hyperlink"/>
            <w:color w:val="auto"/>
          </w:rPr>
          <w:t>Новая Зеландия</w:t>
        </w:r>
      </w:hyperlink>
      <w:r w:rsidRPr="005B6E79">
        <w:t> —</w:t>
      </w:r>
      <w:r w:rsidRPr="005B6E79">
        <w:rPr>
          <w:rStyle w:val="apple-converted-space"/>
        </w:rPr>
        <w:t> </w:t>
      </w:r>
      <w:hyperlink r:id="rId81" w:tooltip="День Отца (страница отсутствует)" w:history="1">
        <w:r w:rsidRPr="005B6E79">
          <w:rPr>
            <w:rStyle w:val="Hyperlink"/>
            <w:color w:val="auto"/>
          </w:rPr>
          <w:t>День Отца</w:t>
        </w:r>
      </w:hyperlink>
    </w:p>
    <w:p w:rsidR="008A44AD" w:rsidRPr="005B6E79" w:rsidRDefault="008A44AD" w:rsidP="00883637">
      <w:pPr>
        <w:numPr>
          <w:ilvl w:val="0"/>
          <w:numId w:val="38"/>
        </w:numPr>
        <w:shd w:val="clear" w:color="auto" w:fill="FFFFFF"/>
        <w:ind w:left="0"/>
        <w:jc w:val="both"/>
      </w:pPr>
      <w:hyperlink r:id="rId82" w:tooltip="16 сентября" w:history="1">
        <w:r w:rsidRPr="005B6E79">
          <w:rPr>
            <w:rStyle w:val="Hyperlink"/>
            <w:color w:val="auto"/>
          </w:rPr>
          <w:t>16 сентября</w:t>
        </w:r>
      </w:hyperlink>
      <w:r w:rsidRPr="005B6E79">
        <w:t> —</w:t>
      </w:r>
      <w:r w:rsidRPr="005B6E79">
        <w:rPr>
          <w:rStyle w:val="apple-converted-space"/>
        </w:rPr>
        <w:t> </w:t>
      </w:r>
      <w:hyperlink r:id="rId83" w:tooltip="День независимости" w:history="1">
        <w:r w:rsidRPr="005B6E79">
          <w:rPr>
            <w:rStyle w:val="Hyperlink"/>
            <w:color w:val="auto"/>
          </w:rPr>
          <w:t>День независимости</w:t>
        </w:r>
      </w:hyperlink>
      <w:r w:rsidRPr="005B6E79">
        <w:rPr>
          <w:rStyle w:val="apple-converted-space"/>
        </w:rPr>
        <w:t> </w:t>
      </w:r>
      <w:hyperlink r:id="rId84" w:tooltip="Мексика" w:history="1">
        <w:r w:rsidRPr="005B6E79">
          <w:rPr>
            <w:rStyle w:val="Hyperlink"/>
            <w:color w:val="auto"/>
          </w:rPr>
          <w:t>Мексики</w:t>
        </w:r>
      </w:hyperlink>
    </w:p>
    <w:p w:rsidR="008A44AD" w:rsidRPr="005B6E79" w:rsidRDefault="008A44AD" w:rsidP="00883637">
      <w:pPr>
        <w:numPr>
          <w:ilvl w:val="0"/>
          <w:numId w:val="38"/>
        </w:numPr>
        <w:shd w:val="clear" w:color="auto" w:fill="FFFFFF"/>
        <w:ind w:left="0"/>
        <w:jc w:val="both"/>
      </w:pPr>
      <w:hyperlink r:id="rId85" w:tooltip="Украина" w:history="1">
        <w:r w:rsidRPr="005B6E79">
          <w:rPr>
            <w:rStyle w:val="Hyperlink"/>
            <w:color w:val="auto"/>
          </w:rPr>
          <w:t>Украина</w:t>
        </w:r>
      </w:hyperlink>
      <w:r w:rsidRPr="005B6E79">
        <w:t> — День изобретателя и рационализатора (3 суббота сентября)</w:t>
      </w:r>
    </w:p>
    <w:p w:rsidR="008A44AD" w:rsidRPr="005B6E79" w:rsidRDefault="008A44AD" w:rsidP="00883637">
      <w:pPr>
        <w:numPr>
          <w:ilvl w:val="0"/>
          <w:numId w:val="38"/>
        </w:numPr>
        <w:shd w:val="clear" w:color="auto" w:fill="FFFFFF"/>
        <w:ind w:left="0"/>
        <w:jc w:val="both"/>
      </w:pPr>
      <w:hyperlink r:id="rId86" w:tooltip="Белоруссия" w:history="1">
        <w:r w:rsidRPr="005B6E79">
          <w:rPr>
            <w:rStyle w:val="Hyperlink"/>
            <w:color w:val="auto"/>
          </w:rPr>
          <w:t>Белоруссия</w:t>
        </w:r>
      </w:hyperlink>
      <w:r w:rsidRPr="005B6E79">
        <w:t> — День белорусской письменности (первое воскресенье сентября)</w:t>
      </w:r>
      <w:hyperlink r:id="rId87" w:anchor="cite_note-9" w:history="1">
        <w:r w:rsidRPr="005B6E79">
          <w:rPr>
            <w:rStyle w:val="Hyperlink"/>
            <w:color w:val="auto"/>
            <w:vertAlign w:val="superscript"/>
          </w:rPr>
          <w:t>[9]</w:t>
        </w:r>
      </w:hyperlink>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Русские народные приметы</w:t>
      </w:r>
    </w:p>
    <w:p w:rsidR="008A44AD" w:rsidRPr="005B6E79" w:rsidRDefault="008A44AD" w:rsidP="00883637">
      <w:pPr>
        <w:numPr>
          <w:ilvl w:val="0"/>
          <w:numId w:val="39"/>
        </w:numPr>
        <w:shd w:val="clear" w:color="auto" w:fill="FFFFFF"/>
        <w:ind w:left="0"/>
        <w:jc w:val="both"/>
      </w:pPr>
      <w:r w:rsidRPr="005B6E79">
        <w:t>Гром в сентябре предвещает тёплую осень.</w:t>
      </w:r>
    </w:p>
    <w:p w:rsidR="008A44AD" w:rsidRPr="005B6E79" w:rsidRDefault="008A44AD" w:rsidP="00883637">
      <w:pPr>
        <w:numPr>
          <w:ilvl w:val="0"/>
          <w:numId w:val="39"/>
        </w:numPr>
        <w:shd w:val="clear" w:color="auto" w:fill="FFFFFF"/>
        <w:ind w:left="0"/>
        <w:jc w:val="both"/>
      </w:pPr>
      <w:r w:rsidRPr="005B6E79">
        <w:t>Раннее опадание листвы — к ранней зиме.</w:t>
      </w:r>
    </w:p>
    <w:p w:rsidR="008A44AD" w:rsidRPr="005B6E79" w:rsidRDefault="008A44AD" w:rsidP="00883637">
      <w:pPr>
        <w:numPr>
          <w:ilvl w:val="0"/>
          <w:numId w:val="39"/>
        </w:numPr>
        <w:shd w:val="clear" w:color="auto" w:fill="FFFFFF"/>
        <w:ind w:left="0"/>
        <w:jc w:val="both"/>
      </w:pPr>
      <w:r w:rsidRPr="005B6E79">
        <w:t>Листья у берёзы начинают желтеть с верхушки — ждите ранней, снизу — поздней зимы.</w:t>
      </w:r>
    </w:p>
    <w:p w:rsidR="008A44AD" w:rsidRPr="005B6E79" w:rsidRDefault="008A44AD" w:rsidP="00883637">
      <w:pPr>
        <w:numPr>
          <w:ilvl w:val="0"/>
          <w:numId w:val="39"/>
        </w:numPr>
        <w:shd w:val="clear" w:color="auto" w:fill="FFFFFF"/>
        <w:ind w:left="0"/>
        <w:jc w:val="both"/>
      </w:pPr>
      <w:hyperlink r:id="rId88" w:tooltip="6 сентября" w:history="1">
        <w:r w:rsidRPr="005B6E79">
          <w:rPr>
            <w:rStyle w:val="Hyperlink"/>
            <w:color w:val="auto"/>
          </w:rPr>
          <w:t>6 сентября</w:t>
        </w:r>
      </w:hyperlink>
      <w:r w:rsidRPr="005B6E79">
        <w:t> — дождь обещает сухую осень и хороший урожай на будущий год.</w:t>
      </w:r>
    </w:p>
    <w:p w:rsidR="008A44AD" w:rsidRPr="005B6E79" w:rsidRDefault="008A44AD" w:rsidP="00883637">
      <w:pPr>
        <w:numPr>
          <w:ilvl w:val="0"/>
          <w:numId w:val="39"/>
        </w:numPr>
        <w:shd w:val="clear" w:color="auto" w:fill="FFFFFF"/>
        <w:ind w:left="0"/>
        <w:jc w:val="both"/>
      </w:pPr>
      <w:hyperlink r:id="rId89" w:tooltip="9 сентября" w:history="1">
        <w:r w:rsidRPr="005B6E79">
          <w:rPr>
            <w:rStyle w:val="Hyperlink"/>
            <w:color w:val="auto"/>
          </w:rPr>
          <w:t>9 сентября</w:t>
        </w:r>
      </w:hyperlink>
      <w:r w:rsidRPr="005B6E79">
        <w:t> — день Самсона. На Самсона дождь через семь недель тоже будет дождь.</w:t>
      </w:r>
    </w:p>
    <w:p w:rsidR="008A44AD" w:rsidRPr="005B6E79" w:rsidRDefault="008A44AD" w:rsidP="00883637">
      <w:pPr>
        <w:numPr>
          <w:ilvl w:val="0"/>
          <w:numId w:val="39"/>
        </w:numPr>
        <w:shd w:val="clear" w:color="auto" w:fill="FFFFFF"/>
        <w:ind w:left="0"/>
        <w:jc w:val="both"/>
      </w:pPr>
      <w:hyperlink r:id="rId90" w:tooltip="14 сентября" w:history="1">
        <w:r w:rsidRPr="005B6E79">
          <w:rPr>
            <w:rStyle w:val="Hyperlink"/>
            <w:color w:val="auto"/>
          </w:rPr>
          <w:t>14 сентября</w:t>
        </w:r>
      </w:hyperlink>
      <w:r w:rsidRPr="005B6E79">
        <w:t> — день Семена. На день Семена ясно — бабье лето тёплое.</w:t>
      </w:r>
    </w:p>
    <w:p w:rsidR="008A44AD" w:rsidRPr="005B6E79" w:rsidRDefault="008A44AD" w:rsidP="00883637">
      <w:pPr>
        <w:numPr>
          <w:ilvl w:val="0"/>
          <w:numId w:val="39"/>
        </w:numPr>
        <w:shd w:val="clear" w:color="auto" w:fill="FFFFFF"/>
        <w:ind w:left="0"/>
        <w:jc w:val="both"/>
      </w:pPr>
      <w:r w:rsidRPr="005B6E79">
        <w:t>Как рябины много — так сырая осень, мало рябины — так и осень сухая будет.</w:t>
      </w:r>
    </w:p>
    <w:p w:rsidR="008A44AD" w:rsidRPr="005B6E79" w:rsidRDefault="008A44AD" w:rsidP="00883637">
      <w:pPr>
        <w:numPr>
          <w:ilvl w:val="0"/>
          <w:numId w:val="39"/>
        </w:numPr>
        <w:shd w:val="clear" w:color="auto" w:fill="FFFFFF"/>
        <w:ind w:left="0"/>
        <w:jc w:val="both"/>
      </w:pPr>
      <w:r w:rsidRPr="005B6E79">
        <w:t>В лесу много рябины — осень будет дождливая, если мало — сухая.</w:t>
      </w:r>
    </w:p>
    <w:p w:rsidR="008A44AD" w:rsidRPr="005B6E79" w:rsidRDefault="008A44AD" w:rsidP="00883637">
      <w:pPr>
        <w:numPr>
          <w:ilvl w:val="0"/>
          <w:numId w:val="39"/>
        </w:numPr>
        <w:shd w:val="clear" w:color="auto" w:fill="FFFFFF"/>
        <w:ind w:left="0"/>
        <w:jc w:val="both"/>
      </w:pPr>
      <w:r w:rsidRPr="005B6E79">
        <w:t>Много желудей в сентябре на дубу — к лютой зиме.</w:t>
      </w:r>
    </w:p>
    <w:p w:rsidR="008A44AD" w:rsidRPr="005B6E79" w:rsidRDefault="008A44AD" w:rsidP="00883637">
      <w:pPr>
        <w:numPr>
          <w:ilvl w:val="0"/>
          <w:numId w:val="39"/>
        </w:numPr>
        <w:shd w:val="clear" w:color="auto" w:fill="FFFFFF"/>
        <w:ind w:left="0"/>
        <w:jc w:val="both"/>
      </w:pPr>
      <w:r w:rsidRPr="005B6E79">
        <w:t>Ветер — листобой вьётся над избой, пробует силы толкаясь плечисто.</w:t>
      </w:r>
    </w:p>
    <w:p w:rsidR="008A44AD" w:rsidRPr="005B6E79" w:rsidRDefault="008A44AD" w:rsidP="00883637">
      <w:pPr>
        <w:numPr>
          <w:ilvl w:val="0"/>
          <w:numId w:val="39"/>
        </w:numPr>
        <w:shd w:val="clear" w:color="auto" w:fill="FFFFFF"/>
        <w:ind w:left="0"/>
        <w:jc w:val="both"/>
      </w:pPr>
      <w:r w:rsidRPr="005B6E79">
        <w:t>Если на деревьях лист желтеет снизу, то ранний сев озимых хорош, если с верхних сучьев — хорош поздний сев озимых.</w:t>
      </w:r>
    </w:p>
    <w:p w:rsidR="008A44AD" w:rsidRPr="005B6E79" w:rsidRDefault="008A44AD" w:rsidP="00883637">
      <w:pPr>
        <w:numPr>
          <w:ilvl w:val="0"/>
          <w:numId w:val="39"/>
        </w:numPr>
        <w:shd w:val="clear" w:color="auto" w:fill="FFFFFF"/>
        <w:ind w:left="0"/>
        <w:jc w:val="both"/>
      </w:pPr>
      <w:r w:rsidRPr="005B6E79">
        <w:t>Осиновые листья ложатся лицом вверх — к студёной зиме, изнанкой к верху — зима будет тёплая, а если и так и сяк — зима умеренная будет.</w:t>
      </w:r>
    </w:p>
    <w:p w:rsidR="008A44AD" w:rsidRPr="005B6E79" w:rsidRDefault="008A44AD" w:rsidP="00883637">
      <w:pPr>
        <w:numPr>
          <w:ilvl w:val="0"/>
          <w:numId w:val="39"/>
        </w:numPr>
        <w:shd w:val="clear" w:color="auto" w:fill="FFFFFF"/>
        <w:ind w:left="0"/>
        <w:jc w:val="both"/>
      </w:pPr>
      <w:r w:rsidRPr="005B6E79">
        <w:t>В сентябре если паутина стелется по растениям — к теплу.</w:t>
      </w:r>
    </w:p>
    <w:p w:rsidR="008A44AD" w:rsidRPr="005B6E79" w:rsidRDefault="008A44AD" w:rsidP="00883637">
      <w:pPr>
        <w:numPr>
          <w:ilvl w:val="0"/>
          <w:numId w:val="39"/>
        </w:numPr>
        <w:shd w:val="clear" w:color="auto" w:fill="FFFFFF"/>
        <w:ind w:left="0"/>
        <w:jc w:val="both"/>
      </w:pPr>
      <w:r w:rsidRPr="005B6E79">
        <w:t>Чем суше и теплее простоит сентябрь, тем позднее наступит зима.</w:t>
      </w:r>
    </w:p>
    <w:p w:rsidR="008A44AD" w:rsidRPr="005B6E79" w:rsidRDefault="008A44AD" w:rsidP="00883637">
      <w:pPr>
        <w:numPr>
          <w:ilvl w:val="0"/>
          <w:numId w:val="39"/>
        </w:numPr>
        <w:shd w:val="clear" w:color="auto" w:fill="FFFFFF"/>
        <w:ind w:left="0"/>
        <w:jc w:val="both"/>
      </w:pPr>
      <w:r w:rsidRPr="005B6E79">
        <w:t>Если с деревьев лист не чисто опадает — будет холодная зима.</w:t>
      </w:r>
    </w:p>
    <w:p w:rsidR="008A44AD" w:rsidRPr="005B6E79" w:rsidRDefault="008A44AD" w:rsidP="00883637">
      <w:pPr>
        <w:numPr>
          <w:ilvl w:val="0"/>
          <w:numId w:val="39"/>
        </w:numPr>
        <w:shd w:val="clear" w:color="auto" w:fill="FFFFFF"/>
        <w:ind w:left="0"/>
        <w:jc w:val="both"/>
      </w:pPr>
      <w:r w:rsidRPr="005B6E79">
        <w:t>Выросли шишки на ели низко — быть ранним морозам, а если наверху — настоящие холода наступят в конце зимы.</w:t>
      </w:r>
    </w:p>
    <w:p w:rsidR="008A44AD" w:rsidRPr="000F5C9D" w:rsidRDefault="008A44AD" w:rsidP="00883637">
      <w:pPr>
        <w:pBdr>
          <w:bottom w:val="single" w:sz="12" w:space="1" w:color="auto"/>
        </w:pBdr>
        <w:shd w:val="clear" w:color="auto" w:fill="FFFFFF"/>
        <w:jc w:val="both"/>
        <w:rPr>
          <w:sz w:val="16"/>
          <w:szCs w:val="16"/>
        </w:rPr>
      </w:pPr>
    </w:p>
    <w:p w:rsidR="008A44AD" w:rsidRPr="005B6E79" w:rsidRDefault="008A44AD" w:rsidP="00883637">
      <w:pPr>
        <w:pStyle w:val="Heading2"/>
        <w:jc w:val="center"/>
        <w:rPr>
          <w:b/>
          <w:szCs w:val="24"/>
        </w:rPr>
      </w:pPr>
      <w:r w:rsidRPr="005B6E79">
        <w:rPr>
          <w:b/>
          <w:szCs w:val="24"/>
        </w:rPr>
        <w:t>ДЕНЬ  ЗНАНИЙ</w:t>
      </w:r>
    </w:p>
    <w:p w:rsidR="008A44AD" w:rsidRPr="005B6E79" w:rsidRDefault="008A44AD" w:rsidP="00883637">
      <w:pPr>
        <w:pStyle w:val="NormalWeb"/>
        <w:shd w:val="clear" w:color="auto" w:fill="FFFFFF"/>
        <w:spacing w:before="0" w:after="0"/>
        <w:jc w:val="both"/>
        <w:rPr>
          <w:sz w:val="24"/>
          <w:szCs w:val="24"/>
        </w:rPr>
      </w:pPr>
      <w:r w:rsidRPr="005B6E79">
        <w:rPr>
          <w:b/>
          <w:bCs/>
          <w:sz w:val="24"/>
          <w:szCs w:val="24"/>
        </w:rPr>
        <w:t>Де́нь зна́ний</w:t>
      </w:r>
      <w:r w:rsidRPr="005B6E79">
        <w:rPr>
          <w:rStyle w:val="apple-converted-space"/>
          <w:sz w:val="24"/>
          <w:szCs w:val="24"/>
        </w:rPr>
        <w:t> </w:t>
      </w:r>
      <w:r w:rsidRPr="005B6E79">
        <w:rPr>
          <w:sz w:val="24"/>
          <w:szCs w:val="24"/>
        </w:rPr>
        <w:t>(</w:t>
      </w:r>
      <w:hyperlink r:id="rId91" w:tooltip="1 сентября" w:history="1">
        <w:r w:rsidRPr="005B6E79">
          <w:rPr>
            <w:rStyle w:val="Hyperlink"/>
            <w:color w:val="auto"/>
            <w:sz w:val="24"/>
            <w:szCs w:val="24"/>
            <w:u w:val="none"/>
          </w:rPr>
          <w:t>1 сентября</w:t>
        </w:r>
      </w:hyperlink>
      <w:r w:rsidRPr="005B6E79">
        <w:rPr>
          <w:sz w:val="24"/>
          <w:szCs w:val="24"/>
        </w:rPr>
        <w:t>) — государственный праздник в</w:t>
      </w:r>
      <w:r w:rsidRPr="005B6E79">
        <w:rPr>
          <w:rStyle w:val="apple-converted-space"/>
          <w:sz w:val="24"/>
          <w:szCs w:val="24"/>
        </w:rPr>
        <w:t> </w:t>
      </w:r>
      <w:hyperlink r:id="rId92" w:tooltip="Союз Советских Социалистических Республик" w:history="1">
        <w:r w:rsidRPr="005B6E79">
          <w:rPr>
            <w:rStyle w:val="Hyperlink"/>
            <w:color w:val="auto"/>
            <w:sz w:val="24"/>
            <w:szCs w:val="24"/>
            <w:u w:val="none"/>
          </w:rPr>
          <w:t>СССР</w:t>
        </w:r>
      </w:hyperlink>
      <w:r w:rsidRPr="005B6E79">
        <w:rPr>
          <w:rStyle w:val="apple-converted-space"/>
          <w:sz w:val="24"/>
          <w:szCs w:val="24"/>
        </w:rPr>
        <w:t> </w:t>
      </w:r>
      <w:r w:rsidRPr="005B6E79">
        <w:rPr>
          <w:sz w:val="24"/>
          <w:szCs w:val="24"/>
        </w:rPr>
        <w:t>и</w:t>
      </w:r>
      <w:r w:rsidRPr="005B6E79">
        <w:rPr>
          <w:rStyle w:val="apple-converted-space"/>
          <w:sz w:val="24"/>
          <w:szCs w:val="24"/>
        </w:rPr>
        <w:t> </w:t>
      </w:r>
      <w:hyperlink r:id="rId93" w:tooltip="Россия" w:history="1">
        <w:r w:rsidRPr="005B6E79">
          <w:rPr>
            <w:rStyle w:val="Hyperlink"/>
            <w:color w:val="auto"/>
            <w:sz w:val="24"/>
            <w:szCs w:val="24"/>
            <w:u w:val="none"/>
          </w:rPr>
          <w:t>Российской Федерации</w:t>
        </w:r>
      </w:hyperlink>
      <w:r w:rsidRPr="005B6E79">
        <w:rPr>
          <w:rStyle w:val="apple-converted-space"/>
          <w:sz w:val="24"/>
          <w:szCs w:val="24"/>
        </w:rPr>
        <w:t> </w:t>
      </w:r>
      <w:r w:rsidRPr="005B6E79">
        <w:rPr>
          <w:sz w:val="24"/>
          <w:szCs w:val="24"/>
        </w:rPr>
        <w:t>с</w:t>
      </w:r>
      <w:r w:rsidRPr="005B6E79">
        <w:rPr>
          <w:rStyle w:val="apple-converted-space"/>
          <w:sz w:val="24"/>
          <w:szCs w:val="24"/>
        </w:rPr>
        <w:t> </w:t>
      </w:r>
      <w:hyperlink r:id="rId94" w:tooltip="1984 год" w:history="1">
        <w:r w:rsidRPr="005B6E79">
          <w:rPr>
            <w:rStyle w:val="Hyperlink"/>
            <w:color w:val="auto"/>
            <w:sz w:val="24"/>
            <w:szCs w:val="24"/>
            <w:u w:val="none"/>
          </w:rPr>
          <w:t>1984 года</w:t>
        </w:r>
      </w:hyperlink>
      <w:r w:rsidRPr="005B6E79">
        <w:rPr>
          <w:sz w:val="24"/>
          <w:szCs w:val="24"/>
        </w:rPr>
        <w:t>, введённый Указом Президиума</w:t>
      </w:r>
      <w:r w:rsidRPr="005B6E79">
        <w:rPr>
          <w:rStyle w:val="apple-converted-space"/>
          <w:sz w:val="24"/>
          <w:szCs w:val="24"/>
        </w:rPr>
        <w:t> </w:t>
      </w:r>
      <w:hyperlink r:id="rId95" w:tooltip="Верховный Совет СССР" w:history="1">
        <w:r w:rsidRPr="005B6E79">
          <w:rPr>
            <w:rStyle w:val="Hyperlink"/>
            <w:color w:val="auto"/>
            <w:sz w:val="24"/>
            <w:szCs w:val="24"/>
            <w:u w:val="none"/>
          </w:rPr>
          <w:t>Верховного Совета СССР</w:t>
        </w:r>
      </w:hyperlink>
      <w:r w:rsidRPr="005B6E79">
        <w:rPr>
          <w:rStyle w:val="apple-converted-space"/>
          <w:sz w:val="24"/>
          <w:szCs w:val="24"/>
        </w:rPr>
        <w:t> </w:t>
      </w:r>
      <w:r w:rsidRPr="005B6E79">
        <w:rPr>
          <w:sz w:val="24"/>
          <w:szCs w:val="24"/>
        </w:rPr>
        <w:t>№ 373-11 от</w:t>
      </w:r>
      <w:r w:rsidRPr="005B6E79">
        <w:rPr>
          <w:rStyle w:val="apple-converted-space"/>
          <w:sz w:val="24"/>
          <w:szCs w:val="24"/>
        </w:rPr>
        <w:t> </w:t>
      </w:r>
      <w:hyperlink r:id="rId96" w:tooltip="15 июня" w:history="1">
        <w:r w:rsidRPr="005B6E79">
          <w:rPr>
            <w:rStyle w:val="Hyperlink"/>
            <w:color w:val="auto"/>
            <w:sz w:val="24"/>
            <w:szCs w:val="24"/>
            <w:u w:val="none"/>
          </w:rPr>
          <w:t>15 июня</w:t>
        </w:r>
      </w:hyperlink>
      <w:r w:rsidRPr="005B6E79">
        <w:rPr>
          <w:rStyle w:val="apple-converted-space"/>
          <w:sz w:val="24"/>
          <w:szCs w:val="24"/>
        </w:rPr>
        <w:t> </w:t>
      </w:r>
      <w:hyperlink r:id="rId97" w:tooltip="1984 год" w:history="1">
        <w:r w:rsidRPr="005B6E79">
          <w:rPr>
            <w:rStyle w:val="Hyperlink"/>
            <w:color w:val="auto"/>
            <w:sz w:val="24"/>
            <w:szCs w:val="24"/>
            <w:u w:val="none"/>
          </w:rPr>
          <w:t>1984 года</w:t>
        </w:r>
      </w:hyperlink>
      <w:r w:rsidRPr="005B6E79">
        <w:rPr>
          <w:rStyle w:val="apple-converted-space"/>
          <w:sz w:val="24"/>
          <w:szCs w:val="24"/>
        </w:rPr>
        <w:t> </w:t>
      </w:r>
      <w:r w:rsidRPr="005B6E79">
        <w:rPr>
          <w:sz w:val="24"/>
          <w:szCs w:val="24"/>
        </w:rPr>
        <w:t>«Об объявлении 1 сентября всенародным праздником — Днем знаний». Также является официальным праздником в некоторых других постсоветских государствах (</w:t>
      </w:r>
      <w:hyperlink r:id="rId98" w:tooltip="Украина" w:history="1">
        <w:r w:rsidRPr="005B6E79">
          <w:rPr>
            <w:rStyle w:val="Hyperlink"/>
            <w:color w:val="auto"/>
            <w:sz w:val="24"/>
            <w:szCs w:val="24"/>
            <w:u w:val="none"/>
          </w:rPr>
          <w:t>Украина</w:t>
        </w:r>
      </w:hyperlink>
      <w:r w:rsidRPr="005B6E79">
        <w:rPr>
          <w:sz w:val="24"/>
          <w:szCs w:val="24"/>
        </w:rPr>
        <w:t xml:space="preserve">, </w:t>
      </w:r>
      <w:hyperlink r:id="rId99" w:tooltip="Белоруссия" w:history="1">
        <w:r w:rsidRPr="005B6E79">
          <w:rPr>
            <w:rStyle w:val="Hyperlink"/>
            <w:color w:val="auto"/>
            <w:sz w:val="24"/>
            <w:szCs w:val="24"/>
            <w:u w:val="none"/>
          </w:rPr>
          <w:t>Белоруссия</w:t>
        </w:r>
      </w:hyperlink>
      <w:r w:rsidRPr="005B6E79">
        <w:rPr>
          <w:rStyle w:val="apple-converted-space"/>
          <w:sz w:val="24"/>
          <w:szCs w:val="24"/>
        </w:rPr>
        <w:t> </w:t>
      </w:r>
      <w:r w:rsidRPr="005B6E79">
        <w:rPr>
          <w:sz w:val="24"/>
          <w:szCs w:val="24"/>
        </w:rPr>
        <w:t>и другие).</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1 сентября — начало нового учебного года для всех российских школьников, студентов, учителей и преподавателей. Традиционно в этот день в</w:t>
      </w:r>
      <w:r w:rsidRPr="005B6E79">
        <w:rPr>
          <w:rStyle w:val="apple-converted-space"/>
          <w:sz w:val="24"/>
          <w:szCs w:val="24"/>
        </w:rPr>
        <w:t> </w:t>
      </w:r>
      <w:hyperlink r:id="rId100" w:tooltip="Школа" w:history="1">
        <w:r w:rsidRPr="005B6E79">
          <w:rPr>
            <w:rStyle w:val="Hyperlink"/>
            <w:color w:val="auto"/>
            <w:sz w:val="24"/>
            <w:szCs w:val="24"/>
            <w:u w:val="none"/>
          </w:rPr>
          <w:t>школах</w:t>
        </w:r>
      </w:hyperlink>
      <w:r w:rsidRPr="005B6E79">
        <w:rPr>
          <w:rStyle w:val="apple-converted-space"/>
          <w:sz w:val="24"/>
          <w:szCs w:val="24"/>
        </w:rPr>
        <w:t> </w:t>
      </w:r>
      <w:r w:rsidRPr="005B6E79">
        <w:rPr>
          <w:sz w:val="24"/>
          <w:szCs w:val="24"/>
        </w:rPr>
        <w:t>проходят торжественные линейки, классные часы, уроки знаний, мира, безопасности и мужества.</w:t>
      </w:r>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История</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Исторически в России не все учебные заведения начинали</w:t>
      </w:r>
      <w:r w:rsidRPr="005B6E79">
        <w:rPr>
          <w:rStyle w:val="apple-converted-space"/>
          <w:sz w:val="24"/>
          <w:szCs w:val="24"/>
        </w:rPr>
        <w:t> </w:t>
      </w:r>
      <w:hyperlink r:id="rId101" w:tooltip="Учебный год" w:history="1">
        <w:r w:rsidRPr="005B6E79">
          <w:rPr>
            <w:rStyle w:val="Hyperlink"/>
            <w:color w:val="auto"/>
            <w:sz w:val="24"/>
            <w:szCs w:val="24"/>
            <w:u w:val="none"/>
          </w:rPr>
          <w:t>учебный год</w:t>
        </w:r>
      </w:hyperlink>
      <w:r w:rsidRPr="005B6E79">
        <w:rPr>
          <w:rStyle w:val="apple-converted-space"/>
          <w:sz w:val="24"/>
          <w:szCs w:val="24"/>
        </w:rPr>
        <w:t> </w:t>
      </w:r>
      <w:r w:rsidRPr="005B6E79">
        <w:rPr>
          <w:sz w:val="24"/>
          <w:szCs w:val="24"/>
        </w:rPr>
        <w:t>1 сентября. Например, во времена</w:t>
      </w:r>
      <w:r w:rsidRPr="005B6E79">
        <w:rPr>
          <w:rStyle w:val="apple-converted-space"/>
          <w:sz w:val="24"/>
          <w:szCs w:val="24"/>
        </w:rPr>
        <w:t> </w:t>
      </w:r>
      <w:hyperlink r:id="rId102" w:tooltip="Пётр I" w:history="1">
        <w:r w:rsidRPr="005B6E79">
          <w:rPr>
            <w:rStyle w:val="Hyperlink"/>
            <w:color w:val="auto"/>
            <w:sz w:val="24"/>
            <w:szCs w:val="24"/>
            <w:u w:val="none"/>
          </w:rPr>
          <w:t>Петра I</w:t>
        </w:r>
      </w:hyperlink>
      <w:r w:rsidRPr="005B6E79">
        <w:rPr>
          <w:rStyle w:val="apple-converted-space"/>
          <w:sz w:val="24"/>
          <w:szCs w:val="24"/>
        </w:rPr>
        <w:t> </w:t>
      </w:r>
      <w:r w:rsidRPr="005B6E79">
        <w:rPr>
          <w:sz w:val="24"/>
          <w:szCs w:val="24"/>
        </w:rPr>
        <w:t>в некоторых школах и гимназиях обучение начиналось в конце августа, середине сентября или октября, сельские школы грамоты начинали работать с 1 декабря</w:t>
      </w:r>
      <w:hyperlink r:id="rId103" w:anchor="cite_note-ria.ru.733684462-4" w:history="1">
        <w:r w:rsidRPr="005B6E79">
          <w:rPr>
            <w:rStyle w:val="Hyperlink"/>
            <w:color w:val="auto"/>
            <w:sz w:val="24"/>
            <w:szCs w:val="24"/>
            <w:vertAlign w:val="superscript"/>
          </w:rPr>
          <w:t>[4]</w:t>
        </w:r>
      </w:hyperlink>
      <w:r w:rsidRPr="005B6E79">
        <w:rPr>
          <w:sz w:val="24"/>
          <w:szCs w:val="24"/>
        </w:rPr>
        <w:t>.</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Даже в</w:t>
      </w:r>
      <w:r w:rsidRPr="005B6E79">
        <w:rPr>
          <w:rStyle w:val="apple-converted-space"/>
          <w:sz w:val="24"/>
          <w:szCs w:val="24"/>
        </w:rPr>
        <w:t> </w:t>
      </w:r>
      <w:hyperlink r:id="rId104" w:tooltip="Союз Советских Социалистических Республик" w:history="1">
        <w:r w:rsidRPr="005B6E79">
          <w:rPr>
            <w:rStyle w:val="Hyperlink"/>
            <w:color w:val="auto"/>
            <w:sz w:val="24"/>
            <w:szCs w:val="24"/>
            <w:u w:val="none"/>
          </w:rPr>
          <w:t>СССР</w:t>
        </w:r>
      </w:hyperlink>
      <w:r w:rsidRPr="005B6E79">
        <w:rPr>
          <w:rStyle w:val="apple-converted-space"/>
          <w:sz w:val="24"/>
          <w:szCs w:val="24"/>
        </w:rPr>
        <w:t> </w:t>
      </w:r>
      <w:r w:rsidRPr="005B6E79">
        <w:rPr>
          <w:sz w:val="24"/>
          <w:szCs w:val="24"/>
        </w:rPr>
        <w:t>до середины 30-х годов</w:t>
      </w:r>
      <w:r w:rsidRPr="005B6E79">
        <w:rPr>
          <w:rStyle w:val="apple-converted-space"/>
          <w:sz w:val="24"/>
          <w:szCs w:val="24"/>
        </w:rPr>
        <w:t> </w:t>
      </w:r>
      <w:hyperlink r:id="rId105" w:tooltip="XX век" w:history="1">
        <w:r w:rsidRPr="005B6E79">
          <w:rPr>
            <w:rStyle w:val="Hyperlink"/>
            <w:color w:val="auto"/>
            <w:sz w:val="24"/>
            <w:szCs w:val="24"/>
            <w:u w:val="none"/>
          </w:rPr>
          <w:t>XX века</w:t>
        </w:r>
      </w:hyperlink>
      <w:r w:rsidRPr="005B6E79">
        <w:rPr>
          <w:rStyle w:val="apple-converted-space"/>
          <w:sz w:val="24"/>
          <w:szCs w:val="24"/>
        </w:rPr>
        <w:t> </w:t>
      </w:r>
      <w:r w:rsidRPr="005B6E79">
        <w:rPr>
          <w:sz w:val="24"/>
          <w:szCs w:val="24"/>
        </w:rPr>
        <w:t>не было точной даты начала учебного года. Согласно постановлению</w:t>
      </w:r>
      <w:r w:rsidRPr="005B6E79">
        <w:rPr>
          <w:rStyle w:val="apple-converted-space"/>
          <w:sz w:val="24"/>
          <w:szCs w:val="24"/>
        </w:rPr>
        <w:t> </w:t>
      </w:r>
      <w:hyperlink r:id="rId106" w:tooltip="Совет Народных Комиссаров СССР" w:history="1">
        <w:r w:rsidRPr="005B6E79">
          <w:rPr>
            <w:rStyle w:val="Hyperlink"/>
            <w:color w:val="auto"/>
            <w:sz w:val="24"/>
            <w:szCs w:val="24"/>
            <w:u w:val="none"/>
          </w:rPr>
          <w:t>Совета Народных Комиссаров СССР</w:t>
        </w:r>
      </w:hyperlink>
      <w:r w:rsidRPr="005B6E79">
        <w:rPr>
          <w:rStyle w:val="apple-converted-space"/>
          <w:sz w:val="24"/>
          <w:szCs w:val="24"/>
        </w:rPr>
        <w:t> </w:t>
      </w:r>
      <w:r w:rsidRPr="005B6E79">
        <w:rPr>
          <w:sz w:val="24"/>
          <w:szCs w:val="24"/>
        </w:rPr>
        <w:t>от 14 августа 1930 года, констатировалось лишь, что «все дети в возрасте 8-10 лет должны были быть приняты в школу осенью».</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Только</w:t>
      </w:r>
      <w:r w:rsidRPr="005B6E79">
        <w:rPr>
          <w:rStyle w:val="apple-converted-space"/>
          <w:sz w:val="24"/>
          <w:szCs w:val="24"/>
        </w:rPr>
        <w:t> </w:t>
      </w:r>
      <w:hyperlink r:id="rId107" w:tooltip="3 сентября" w:history="1">
        <w:r w:rsidRPr="005B6E79">
          <w:rPr>
            <w:rStyle w:val="Hyperlink"/>
            <w:color w:val="auto"/>
            <w:sz w:val="24"/>
            <w:szCs w:val="24"/>
            <w:u w:val="none"/>
          </w:rPr>
          <w:t>3 сентября</w:t>
        </w:r>
      </w:hyperlink>
      <w:r w:rsidRPr="005B6E79">
        <w:rPr>
          <w:rStyle w:val="apple-converted-space"/>
          <w:sz w:val="24"/>
          <w:szCs w:val="24"/>
        </w:rPr>
        <w:t> </w:t>
      </w:r>
      <w:hyperlink r:id="rId108" w:tooltip="1935 год" w:history="1">
        <w:r w:rsidRPr="005B6E79">
          <w:rPr>
            <w:rStyle w:val="Hyperlink"/>
            <w:color w:val="auto"/>
            <w:sz w:val="24"/>
            <w:szCs w:val="24"/>
            <w:u w:val="none"/>
          </w:rPr>
          <w:t>1935 года</w:t>
        </w:r>
      </w:hyperlink>
      <w:r w:rsidRPr="005B6E79">
        <w:rPr>
          <w:rStyle w:val="apple-converted-space"/>
          <w:sz w:val="24"/>
          <w:szCs w:val="24"/>
        </w:rPr>
        <w:t> </w:t>
      </w:r>
      <w:r w:rsidRPr="005B6E79">
        <w:rPr>
          <w:sz w:val="24"/>
          <w:szCs w:val="24"/>
        </w:rPr>
        <w:t>постановлением Совнаркома и</w:t>
      </w:r>
      <w:r w:rsidRPr="005B6E79">
        <w:rPr>
          <w:rStyle w:val="apple-converted-space"/>
          <w:sz w:val="24"/>
          <w:szCs w:val="24"/>
        </w:rPr>
        <w:t> </w:t>
      </w:r>
      <w:hyperlink r:id="rId109" w:tooltip="Центральный Комитет КПСС" w:history="1">
        <w:r w:rsidRPr="005B6E79">
          <w:rPr>
            <w:rStyle w:val="Hyperlink"/>
            <w:color w:val="auto"/>
            <w:sz w:val="24"/>
            <w:szCs w:val="24"/>
            <w:u w:val="none"/>
          </w:rPr>
          <w:t>ЦК ВКП</w:t>
        </w:r>
        <w:r>
          <w:rPr>
            <w:rStyle w:val="Hyperlink"/>
            <w:color w:val="auto"/>
            <w:sz w:val="24"/>
            <w:szCs w:val="24"/>
            <w:u w:val="none"/>
          </w:rPr>
          <w:t xml:space="preserve"> </w:t>
        </w:r>
        <w:r w:rsidRPr="005B6E79">
          <w:rPr>
            <w:rStyle w:val="Hyperlink"/>
            <w:color w:val="auto"/>
            <w:sz w:val="24"/>
            <w:szCs w:val="24"/>
            <w:u w:val="none"/>
          </w:rPr>
          <w:t>(б)</w:t>
        </w:r>
      </w:hyperlink>
      <w:r w:rsidRPr="005B6E79">
        <w:rPr>
          <w:rStyle w:val="apple-converted-space"/>
          <w:sz w:val="24"/>
          <w:szCs w:val="24"/>
        </w:rPr>
        <w:t> </w:t>
      </w:r>
      <w:r w:rsidRPr="005B6E79">
        <w:rPr>
          <w:sz w:val="24"/>
          <w:szCs w:val="24"/>
        </w:rPr>
        <w:t>было введено единое начало учебных занятий во всех школах СССР с 1 сентября, а окончание дифференцировано: в первых трёх классах — 1 июня, в 4-7 классах — 10 июня и 8-10 классах — 20 июня. Ныне регламентирована только продолжительность учебного года: в 1 классе 33 недели, в 9 и 11 — 34 (не считая</w:t>
      </w:r>
      <w:r w:rsidRPr="005B6E79">
        <w:rPr>
          <w:rStyle w:val="apple-converted-space"/>
          <w:sz w:val="24"/>
          <w:szCs w:val="24"/>
        </w:rPr>
        <w:t> </w:t>
      </w:r>
      <w:hyperlink r:id="rId110" w:tooltip="ГИА" w:history="1">
        <w:r w:rsidRPr="005B6E79">
          <w:rPr>
            <w:rStyle w:val="Hyperlink"/>
            <w:color w:val="auto"/>
            <w:sz w:val="24"/>
            <w:szCs w:val="24"/>
          </w:rPr>
          <w:t>ГИА</w:t>
        </w:r>
      </w:hyperlink>
      <w:r w:rsidRPr="005B6E79">
        <w:rPr>
          <w:rStyle w:val="apple-converted-space"/>
          <w:sz w:val="24"/>
          <w:szCs w:val="24"/>
        </w:rPr>
        <w:t> </w:t>
      </w:r>
      <w:r w:rsidRPr="005B6E79">
        <w:rPr>
          <w:sz w:val="24"/>
          <w:szCs w:val="24"/>
        </w:rPr>
        <w:t>и</w:t>
      </w:r>
      <w:r w:rsidRPr="005B6E79">
        <w:rPr>
          <w:rStyle w:val="apple-converted-space"/>
          <w:sz w:val="24"/>
          <w:szCs w:val="24"/>
        </w:rPr>
        <w:t> </w:t>
      </w:r>
      <w:hyperlink r:id="rId111" w:tooltip="ЕГЭ" w:history="1">
        <w:r w:rsidRPr="005B6E79">
          <w:rPr>
            <w:rStyle w:val="Hyperlink"/>
            <w:color w:val="auto"/>
            <w:sz w:val="24"/>
            <w:szCs w:val="24"/>
          </w:rPr>
          <w:t>ЕГЭ</w:t>
        </w:r>
      </w:hyperlink>
      <w:r w:rsidRPr="005B6E79">
        <w:rPr>
          <w:sz w:val="24"/>
          <w:szCs w:val="24"/>
        </w:rPr>
        <w:t>), в остальных — от 34 до 37 (в большинстве образовательных учреждений — 35). Регламентирована также и продолжительность</w:t>
      </w:r>
      <w:r w:rsidRPr="005B6E79">
        <w:rPr>
          <w:rStyle w:val="apple-converted-space"/>
          <w:sz w:val="24"/>
          <w:szCs w:val="24"/>
        </w:rPr>
        <w:t> </w:t>
      </w:r>
      <w:hyperlink r:id="rId112" w:tooltip="Каникулы" w:history="1">
        <w:r w:rsidRPr="00883637">
          <w:rPr>
            <w:rStyle w:val="Hyperlink"/>
            <w:color w:val="auto"/>
            <w:sz w:val="24"/>
            <w:szCs w:val="24"/>
            <w:u w:val="none"/>
          </w:rPr>
          <w:t>каникул</w:t>
        </w:r>
      </w:hyperlink>
      <w:r w:rsidRPr="00883637">
        <w:rPr>
          <w:sz w:val="24"/>
          <w:szCs w:val="24"/>
        </w:rPr>
        <w:t>:</w:t>
      </w:r>
      <w:r w:rsidRPr="005B6E79">
        <w:rPr>
          <w:sz w:val="24"/>
          <w:szCs w:val="24"/>
        </w:rPr>
        <w:t xml:space="preserve"> не менее 30 дней в течение учебного года (37 в первом классе) и не менее 8 недель в летний период.</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Одним из создателей праздника считается</w:t>
      </w:r>
      <w:r w:rsidRPr="005B6E79">
        <w:rPr>
          <w:rStyle w:val="apple-converted-space"/>
          <w:sz w:val="24"/>
          <w:szCs w:val="24"/>
        </w:rPr>
        <w:t> </w:t>
      </w:r>
      <w:hyperlink r:id="rId113" w:tooltip="Заслуженный учитель школы РСФСР" w:history="1">
        <w:r w:rsidRPr="00883637">
          <w:rPr>
            <w:rStyle w:val="Hyperlink"/>
            <w:color w:val="auto"/>
            <w:sz w:val="24"/>
            <w:szCs w:val="24"/>
            <w:u w:val="none"/>
          </w:rPr>
          <w:t>заслуженный учитель школы РСФСР</w:t>
        </w:r>
      </w:hyperlink>
      <w:r w:rsidRPr="00883637">
        <w:rPr>
          <w:rStyle w:val="apple-converted-space"/>
          <w:sz w:val="24"/>
          <w:szCs w:val="24"/>
        </w:rPr>
        <w:t> </w:t>
      </w:r>
      <w:hyperlink r:id="rId114" w:tooltip="Брюховецкий, Фёдор Фёдорович" w:history="1">
        <w:r w:rsidRPr="00883637">
          <w:rPr>
            <w:rStyle w:val="Hyperlink"/>
            <w:color w:val="auto"/>
            <w:sz w:val="24"/>
            <w:szCs w:val="24"/>
            <w:u w:val="none"/>
          </w:rPr>
          <w:t>Брюховецкий Федор Федорович</w:t>
        </w:r>
      </w:hyperlink>
      <w:r w:rsidRPr="005B6E79">
        <w:rPr>
          <w:sz w:val="24"/>
          <w:szCs w:val="24"/>
        </w:rPr>
        <w:t>. Официально «День знаний» был учреждён Указом Президиума</w:t>
      </w:r>
      <w:r w:rsidRPr="005B6E79">
        <w:rPr>
          <w:rStyle w:val="apple-converted-space"/>
          <w:sz w:val="24"/>
          <w:szCs w:val="24"/>
        </w:rPr>
        <w:t> </w:t>
      </w:r>
      <w:hyperlink r:id="rId115" w:tooltip="Верховный Совет СССР" w:history="1">
        <w:r w:rsidRPr="00883637">
          <w:rPr>
            <w:rStyle w:val="Hyperlink"/>
            <w:color w:val="auto"/>
            <w:sz w:val="24"/>
            <w:szCs w:val="24"/>
            <w:u w:val="none"/>
          </w:rPr>
          <w:t>Верховного Совета СССР</w:t>
        </w:r>
      </w:hyperlink>
      <w:r w:rsidRPr="00883637">
        <w:rPr>
          <w:rStyle w:val="apple-converted-space"/>
          <w:sz w:val="24"/>
          <w:szCs w:val="24"/>
        </w:rPr>
        <w:t> </w:t>
      </w:r>
      <w:r w:rsidRPr="005B6E79">
        <w:rPr>
          <w:sz w:val="24"/>
          <w:szCs w:val="24"/>
        </w:rPr>
        <w:t>№ 373-11 от 15 июня 1984 года «Об объявлении 1 сентября всенародным праздником — Днем знаний», который дополнил Указ Президиума Верховного Совета СССР № 3018-Х «О праздничных и памятных днях» от 1 октября</w:t>
      </w:r>
      <w:r w:rsidRPr="005B6E79">
        <w:rPr>
          <w:rStyle w:val="apple-converted-space"/>
          <w:sz w:val="24"/>
          <w:szCs w:val="24"/>
        </w:rPr>
        <w:t> </w:t>
      </w:r>
      <w:hyperlink r:id="rId116" w:tooltip="1980 год" w:history="1">
        <w:r w:rsidRPr="00883637">
          <w:rPr>
            <w:rStyle w:val="Hyperlink"/>
            <w:color w:val="auto"/>
            <w:sz w:val="24"/>
            <w:szCs w:val="24"/>
            <w:u w:val="none"/>
          </w:rPr>
          <w:t>1980 года</w:t>
        </w:r>
      </w:hyperlink>
      <w:r w:rsidRPr="005B6E79">
        <w:rPr>
          <w:rStyle w:val="apple-converted-space"/>
          <w:sz w:val="24"/>
          <w:szCs w:val="24"/>
        </w:rPr>
        <w:t> </w:t>
      </w:r>
      <w:r w:rsidRPr="005B6E79">
        <w:rPr>
          <w:sz w:val="24"/>
          <w:szCs w:val="24"/>
        </w:rPr>
        <w:t>новым праздничным днём.</w:t>
      </w:r>
    </w:p>
    <w:p w:rsidR="008A44AD" w:rsidRPr="005B6E79" w:rsidRDefault="008A44AD" w:rsidP="00883637">
      <w:pPr>
        <w:pStyle w:val="Heading2"/>
        <w:pBdr>
          <w:bottom w:val="single" w:sz="6" w:space="0" w:color="AAAAAA"/>
        </w:pBdr>
        <w:shd w:val="clear" w:color="auto" w:fill="FFFFFF"/>
        <w:jc w:val="both"/>
        <w:rPr>
          <w:szCs w:val="24"/>
        </w:rPr>
      </w:pPr>
      <w:r w:rsidRPr="005B6E79">
        <w:rPr>
          <w:rStyle w:val="mw-headline"/>
          <w:b/>
          <w:bCs/>
          <w:szCs w:val="24"/>
        </w:rPr>
        <w:t>Традиции</w:t>
      </w:r>
    </w:p>
    <w:p w:rsidR="008A44AD" w:rsidRPr="00883637" w:rsidRDefault="008A44AD" w:rsidP="00883637">
      <w:pPr>
        <w:pStyle w:val="NormalWeb"/>
        <w:shd w:val="clear" w:color="auto" w:fill="FFFFFF"/>
        <w:spacing w:before="0" w:after="0"/>
        <w:jc w:val="both"/>
        <w:rPr>
          <w:sz w:val="24"/>
          <w:szCs w:val="24"/>
        </w:rPr>
      </w:pPr>
      <w:r w:rsidRPr="005B6E79">
        <w:rPr>
          <w:sz w:val="24"/>
          <w:szCs w:val="24"/>
        </w:rPr>
        <w:t>1 сентября ученики и их родители дарят</w:t>
      </w:r>
      <w:r w:rsidRPr="005B6E79">
        <w:rPr>
          <w:rStyle w:val="apple-converted-space"/>
          <w:sz w:val="24"/>
          <w:szCs w:val="24"/>
        </w:rPr>
        <w:t> </w:t>
      </w:r>
      <w:hyperlink r:id="rId117" w:tooltip="Учитель" w:history="1">
        <w:r w:rsidRPr="00883637">
          <w:rPr>
            <w:rStyle w:val="Hyperlink"/>
            <w:color w:val="auto"/>
            <w:sz w:val="24"/>
            <w:szCs w:val="24"/>
            <w:u w:val="none"/>
          </w:rPr>
          <w:t>учителям</w:t>
        </w:r>
      </w:hyperlink>
      <w:r w:rsidRPr="00883637">
        <w:rPr>
          <w:rStyle w:val="apple-converted-space"/>
          <w:sz w:val="24"/>
          <w:szCs w:val="24"/>
        </w:rPr>
        <w:t> </w:t>
      </w:r>
      <w:hyperlink r:id="rId118" w:tooltip="Цветы" w:history="1">
        <w:r w:rsidRPr="00883637">
          <w:rPr>
            <w:rStyle w:val="Hyperlink"/>
            <w:color w:val="auto"/>
            <w:sz w:val="24"/>
            <w:szCs w:val="24"/>
            <w:u w:val="none"/>
          </w:rPr>
          <w:t>цветы</w:t>
        </w:r>
      </w:hyperlink>
      <w:r w:rsidRPr="00883637">
        <w:rPr>
          <w:sz w:val="24"/>
          <w:szCs w:val="24"/>
        </w:rPr>
        <w:t>, поздравляют с началом</w:t>
      </w:r>
      <w:r w:rsidRPr="00883637">
        <w:rPr>
          <w:rStyle w:val="apple-converted-space"/>
          <w:sz w:val="24"/>
          <w:szCs w:val="24"/>
        </w:rPr>
        <w:t> </w:t>
      </w:r>
      <w:hyperlink r:id="rId119" w:tooltip="Учебный год" w:history="1">
        <w:r w:rsidRPr="00883637">
          <w:rPr>
            <w:rStyle w:val="Hyperlink"/>
            <w:color w:val="auto"/>
            <w:sz w:val="24"/>
            <w:szCs w:val="24"/>
            <w:u w:val="none"/>
          </w:rPr>
          <w:t>учебного года</w:t>
        </w:r>
      </w:hyperlink>
      <w:r w:rsidRPr="00883637">
        <w:rPr>
          <w:sz w:val="24"/>
          <w:szCs w:val="24"/>
        </w:rPr>
        <w:t>.</w:t>
      </w:r>
    </w:p>
    <w:p w:rsidR="008A44AD" w:rsidRPr="00883637" w:rsidRDefault="008A44AD" w:rsidP="00883637">
      <w:pPr>
        <w:pStyle w:val="NormalWeb"/>
        <w:shd w:val="clear" w:color="auto" w:fill="FFFFFF"/>
        <w:spacing w:before="0" w:after="0"/>
        <w:jc w:val="both"/>
        <w:rPr>
          <w:sz w:val="24"/>
          <w:szCs w:val="24"/>
        </w:rPr>
      </w:pPr>
      <w:r w:rsidRPr="00883637">
        <w:rPr>
          <w:sz w:val="24"/>
          <w:szCs w:val="24"/>
        </w:rPr>
        <w:t>Первые лица гос</w:t>
      </w:r>
      <w:r w:rsidRPr="005B6E79">
        <w:rPr>
          <w:sz w:val="24"/>
          <w:szCs w:val="24"/>
        </w:rPr>
        <w:t>ударства традиционно поздравляют с Днём знаний учителей и учеников. Различные учебные заведения посещает администрация районов, руководители</w:t>
      </w:r>
      <w:r w:rsidRPr="005B6E79">
        <w:rPr>
          <w:rStyle w:val="apple-converted-space"/>
          <w:sz w:val="24"/>
          <w:szCs w:val="24"/>
        </w:rPr>
        <w:t> </w:t>
      </w:r>
      <w:hyperlink r:id="rId120" w:tooltip="Город" w:history="1">
        <w:r w:rsidRPr="00883637">
          <w:rPr>
            <w:rStyle w:val="Hyperlink"/>
            <w:color w:val="auto"/>
            <w:sz w:val="24"/>
            <w:szCs w:val="24"/>
            <w:u w:val="none"/>
          </w:rPr>
          <w:t>городов</w:t>
        </w:r>
      </w:hyperlink>
      <w:r w:rsidRPr="00883637">
        <w:rPr>
          <w:rStyle w:val="apple-converted-space"/>
          <w:sz w:val="24"/>
          <w:szCs w:val="24"/>
        </w:rPr>
        <w:t> </w:t>
      </w:r>
      <w:r w:rsidRPr="00883637">
        <w:rPr>
          <w:sz w:val="24"/>
          <w:szCs w:val="24"/>
        </w:rPr>
        <w:t>и</w:t>
      </w:r>
      <w:r w:rsidRPr="00883637">
        <w:rPr>
          <w:rStyle w:val="apple-converted-space"/>
          <w:sz w:val="24"/>
          <w:szCs w:val="24"/>
        </w:rPr>
        <w:t> </w:t>
      </w:r>
      <w:hyperlink r:id="rId121" w:tooltip="Страна" w:history="1">
        <w:r w:rsidRPr="00883637">
          <w:rPr>
            <w:rStyle w:val="Hyperlink"/>
            <w:color w:val="auto"/>
            <w:sz w:val="24"/>
            <w:szCs w:val="24"/>
            <w:u w:val="none"/>
          </w:rPr>
          <w:t>страны</w:t>
        </w:r>
      </w:hyperlink>
      <w:r w:rsidRPr="00883637">
        <w:rPr>
          <w:sz w:val="24"/>
          <w:szCs w:val="24"/>
        </w:rPr>
        <w:t>.</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Праздник в школах начинался с торжественной линейки, затем проводился</w:t>
      </w:r>
      <w:r w:rsidRPr="005B6E79">
        <w:rPr>
          <w:rStyle w:val="apple-converted-space"/>
          <w:sz w:val="24"/>
          <w:szCs w:val="24"/>
        </w:rPr>
        <w:t> </w:t>
      </w:r>
      <w:hyperlink r:id="rId122" w:tooltip="Первый урок" w:history="1">
        <w:r w:rsidRPr="00883637">
          <w:rPr>
            <w:rStyle w:val="Hyperlink"/>
            <w:color w:val="auto"/>
            <w:sz w:val="24"/>
            <w:szCs w:val="24"/>
            <w:u w:val="none"/>
          </w:rPr>
          <w:t>Урок Мира</w:t>
        </w:r>
      </w:hyperlink>
      <w:r w:rsidRPr="005B6E79">
        <w:rPr>
          <w:sz w:val="24"/>
          <w:szCs w:val="24"/>
        </w:rPr>
        <w:t>, затем другие уроки. Теперь в школах проводятся только торжественные линейки (когда учащиеся школ выстраиваются в линии согласно своему классу) и другие праздничные мероприятия, на которых особое внимание уделяется первоклассникам.</w:t>
      </w:r>
    </w:p>
    <w:p w:rsidR="008A44AD" w:rsidRPr="005B6E79" w:rsidRDefault="008A44AD" w:rsidP="00883637">
      <w:pPr>
        <w:pStyle w:val="NormalWeb"/>
        <w:shd w:val="clear" w:color="auto" w:fill="FFFFFF"/>
        <w:spacing w:before="0" w:after="0"/>
        <w:jc w:val="both"/>
        <w:rPr>
          <w:sz w:val="24"/>
          <w:szCs w:val="24"/>
        </w:rPr>
      </w:pPr>
      <w:r w:rsidRPr="005B6E79">
        <w:rPr>
          <w:sz w:val="24"/>
          <w:szCs w:val="24"/>
        </w:rPr>
        <w:t>В</w:t>
      </w:r>
      <w:r w:rsidRPr="005B6E79">
        <w:rPr>
          <w:rStyle w:val="apple-converted-space"/>
          <w:sz w:val="24"/>
          <w:szCs w:val="24"/>
        </w:rPr>
        <w:t> </w:t>
      </w:r>
      <w:hyperlink r:id="rId123" w:tooltip="Среднее специальное учебное заведение" w:history="1">
        <w:r w:rsidRPr="00883637">
          <w:rPr>
            <w:rStyle w:val="Hyperlink"/>
            <w:color w:val="auto"/>
            <w:sz w:val="24"/>
            <w:szCs w:val="24"/>
            <w:u w:val="none"/>
          </w:rPr>
          <w:t>средних специальных</w:t>
        </w:r>
      </w:hyperlink>
      <w:r w:rsidRPr="00883637">
        <w:rPr>
          <w:rStyle w:val="apple-converted-space"/>
          <w:sz w:val="24"/>
          <w:szCs w:val="24"/>
        </w:rPr>
        <w:t> </w:t>
      </w:r>
      <w:r w:rsidRPr="00883637">
        <w:rPr>
          <w:sz w:val="24"/>
          <w:szCs w:val="24"/>
        </w:rPr>
        <w:t>и</w:t>
      </w:r>
      <w:r w:rsidRPr="00883637">
        <w:rPr>
          <w:rStyle w:val="apple-converted-space"/>
          <w:sz w:val="24"/>
          <w:szCs w:val="24"/>
        </w:rPr>
        <w:t> </w:t>
      </w:r>
      <w:hyperlink r:id="rId124" w:tooltip="Высшее учебное заведение" w:history="1">
        <w:r w:rsidRPr="00883637">
          <w:rPr>
            <w:rStyle w:val="Hyperlink"/>
            <w:color w:val="auto"/>
            <w:sz w:val="24"/>
            <w:szCs w:val="24"/>
            <w:u w:val="none"/>
          </w:rPr>
          <w:t>высших</w:t>
        </w:r>
      </w:hyperlink>
      <w:r w:rsidRPr="00883637">
        <w:rPr>
          <w:rStyle w:val="apple-converted-space"/>
          <w:sz w:val="24"/>
          <w:szCs w:val="24"/>
        </w:rPr>
        <w:t> </w:t>
      </w:r>
      <w:r w:rsidRPr="00883637">
        <w:rPr>
          <w:sz w:val="24"/>
          <w:szCs w:val="24"/>
        </w:rPr>
        <w:t>учебных заведениях, как правило, обходятся без</w:t>
      </w:r>
      <w:r w:rsidRPr="005B6E79">
        <w:rPr>
          <w:sz w:val="24"/>
          <w:szCs w:val="24"/>
        </w:rPr>
        <w:t xml:space="preserve"> линеек (для первокурсников проводится торжественное собрание, но учащиеся старших курсов учатся).</w:t>
      </w:r>
    </w:p>
    <w:p w:rsidR="008A44AD" w:rsidRPr="000F5C9D" w:rsidRDefault="008A44AD" w:rsidP="00883637">
      <w:pPr>
        <w:pBdr>
          <w:bottom w:val="single" w:sz="12" w:space="1" w:color="auto"/>
        </w:pBdr>
        <w:jc w:val="both"/>
        <w:rPr>
          <w:sz w:val="16"/>
          <w:szCs w:val="16"/>
        </w:rPr>
      </w:pPr>
    </w:p>
    <w:p w:rsidR="008A44AD" w:rsidRPr="005B6E79" w:rsidRDefault="008A44AD" w:rsidP="00883637">
      <w:pPr>
        <w:jc w:val="center"/>
        <w:rPr>
          <w:b/>
        </w:rPr>
      </w:pPr>
      <w:r w:rsidRPr="005B6E79">
        <w:rPr>
          <w:b/>
        </w:rPr>
        <w:t>Бородинское сражение 1812 года.</w:t>
      </w:r>
    </w:p>
    <w:p w:rsidR="008A44AD" w:rsidRPr="005B6E79" w:rsidRDefault="008A44AD" w:rsidP="00883637">
      <w:pPr>
        <w:jc w:val="center"/>
        <w:rPr>
          <w:b/>
        </w:rPr>
      </w:pPr>
      <w:r w:rsidRPr="005B6E79">
        <w:rPr>
          <w:b/>
        </w:rPr>
        <w:t>(7 сентября)</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Битва Бородино является одной из известнейших в российской истории. Она имела огромное значение в</w:t>
      </w:r>
      <w:r w:rsidRPr="005B6E79">
        <w:rPr>
          <w:rStyle w:val="apple-converted-space"/>
          <w:sz w:val="24"/>
          <w:szCs w:val="24"/>
        </w:rPr>
        <w:t> </w:t>
      </w:r>
      <w:hyperlink r:id="rId125" w:history="1">
        <w:r w:rsidRPr="00883637">
          <w:rPr>
            <w:rStyle w:val="Hyperlink"/>
            <w:color w:val="auto"/>
            <w:sz w:val="24"/>
            <w:szCs w:val="24"/>
            <w:u w:val="none"/>
            <w:bdr w:val="none" w:sz="0" w:space="0" w:color="auto" w:frame="1"/>
          </w:rPr>
          <w:t>войне 1812 года</w:t>
        </w:r>
      </w:hyperlink>
      <w:r w:rsidRPr="005B6E79">
        <w:rPr>
          <w:rStyle w:val="apple-converted-space"/>
          <w:sz w:val="24"/>
          <w:szCs w:val="24"/>
        </w:rPr>
        <w:t> </w:t>
      </w:r>
      <w:r w:rsidRPr="005B6E79">
        <w:rPr>
          <w:sz w:val="24"/>
          <w:szCs w:val="24"/>
        </w:rPr>
        <w:t>и стала самой жестокой и кровавой в 19 веке. 7 сентября (26 августа) 1812 – день одной из величайших побед в истории России. Значение Бородинского сражения переоценить трудно. Поражение в нем привело бы к полной и безоговорочной капитуляции.</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Русскими войсками к тому моменту командовал Михаил Илларионович Кутузов, уважаемый не только офицерами, но и простыми солдатами генерал. Он стремился любой ценой оттянуть генеральное сражение с армией Наполеона. Отступая вглубь страны и заставляя Бонапарта распылять свои силы, он старался максимально уменьшить превосходство французской армии. Однако постоянные отступления и приближение врага к Москве не могло не сказаться на настроениях в российском обществе и моральном духе армии. Наполеон же спешил захватить все ключевые позиции, стремясь при этом сохранить высокую боеспособность Великой Армии. Бородинское сражение причины которого были заключены в противоборстве двух армий и двух выдающихся полководцев произошло 7 сентября (26 августа по старому стилю) 1812 года.</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Место сражения выбиралось весьма тщательно. Разрабатывая план Бородинского сражения, Кутузов уделил серьезное внимание рельефу местности. Ручьи и овраги, небольшие речки, покрывавшие земли, прилегающие к небольшому селу Бородино, делали их наилучшим вариантом. Это позволяло минимизировать численный перевес французской армии и превосходство ее артиллерии. Обойти русские войска на этом участке было достаточно сложно. Но, в то же время, Кутузову удалось перекрыть Старую и Новую Смоленские дороги и Гжатский тракт, ведущие на Москву. Важнейшей для русского полководца стала тактика изматывания армии противника. Возведенные солдатами флеши и иные фортификационные сооружения сыграли немалую роль в битве.</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Вот сжатое описание Бородинского сражения. В 6 утра французская артиллерия открыла огонь по всему фронту – таким стало начало Бородинского сражения. Выстроенные для атаки французские войска обрушили свой натиск на Лейб-гвардии Егерский полк. Отчаянно сопротивляясь, полк отступил за речку Колочь. Флеши, которые станут известны как Багратионовы, прикрывали от обхода егерские полки князя Шаховского. Впереди, так же, выстроились в оцеплении егеря. Дивизия генерал-майора Неверовского занимала позиции за флешами.</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Войска генерал-майора Дуки занимала Семеновские высоты. Этот участок был атакован кавалерией маршала Мюрата, войсками маршалов Нея и Даву, корпусами генерала Жюно. Численность атаковавших достигала 115 тыс. человек.</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Ход Бородинского сражения после отбитых атак французов в 6 и 7 часов продолжился очередной попыткой взять флеши на левом фланге. К тому моменту они были усилены Измайловским и Литовским полками, дивизией Коновницина и частями кавалерии. С французской стороны именно на этом участке сконцентрировались серьезные силы артиллерии – 160 орудий. Однако последующие атаки (в 8 и 9 утра) оказались, несмотря на невероятный накал боев, совершенно безуспешными. Французам ненадолго удалось в 9 утра овладеть флешами. Но, скоро они были выбиты с укреплений русских мощным контрударом. Полуразрушенные флеши упорно держались, отражая последующие атаки врага.</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Коновницин отвел свои войска в Семеновское только после того, как удержание этих укреплений перестало быть необходимостью. Новой линией обороны стал Семеновский овраг. Измотанные войска Даву и Мюрата не получившие подкрепления (Наполеон не рискнул ввести в сражение Старую Гвардию) не смогли провести успешную атаку.</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Положение было крайне сложным и на других направлениях. Курганная высота была атакована в то же время, когда на левом фланге кипел бой за взятие флешей. Батарея Раевского удерживала высоту, несмотря на мощный натиск французов под командованием Евгения Богарне. После того, как подошло подкрепление, французы вынуждены были отступить.</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Схема Бородинского сражения не будет полной без упоминания об отряде генерал-лейтенанта Тучкова. Он предотвратил обход русских позиций польскими частями под командованием Понятовского. Заняв Утицкий курган, Тучков перекрыл Старую Смоленскую дорогу. Защищая курган, Тучков получил смертельное ранение. Но поляки вынуждены были отступить.</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Не менее напряженными были действия на правом фланге. Генерал-лейтенант Уваров и атаман Платов кавалерийским рейдом вглубь позиций противника, совершенным около 10 часов утра оттянули на себя значительные силы французов. Это позволило ослабить натиск по всему фронту. Платов смог выйти в тыл французов (район Валуево), что приостановило наступление на центральном направлении. Уваров совершил столь же успешный маневр в районе Беззубово.</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Бородинское сражение длилось весь день и стало понемногу затихать только к 6 часам вечера. Еще одна попытка обхода русских позиций была успешно отбита воинами Лейб-гвардии Финляндского полка в Утицком лесу. После этого Наполеон отдал приказ отойти к исходным позициям. Бородинское сражение краткое содержание которого изложено выше, продлилось более 12 часов.</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Потери в Бородинском сражении Великой Армии Наполеона составили 59 тыс. человек, среди которых 47 генералов. Русская армия потеряла 39 тыс. воинов, среди которых 29 генералов.</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Необходимо отметить, что итоги Бородинского сражения вызывают бурные споры и в наше время. Однако, к окончанию того дня, сложно было сказать даже кто победил в Бородинском сражении, ведь и Кутузов и Наполеон заявили о своей победе вполне официально. Но, дальнейшее развитие событий показало, что, несмотря на огромные для русской армии потери и отступление дата Бородинского сражения стала одной из славнейших дат военной истории страны. И достигнуто это было стойкостью, мужеством и беспримерным героизмом офицеров и солдат. Героями Бородинского сражения 1812 года стали Тучков, Барклай-де-Толли, Раевский и многие другие воины.</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Исход битвы для Бонапарта оказался на много более тяжелым. Потери Великой Армии восполнить было невозможно. Боевой дух солдат упал. В такой ситуации перспективы русского похода уже не выглядели столь блестяще.</w:t>
      </w:r>
    </w:p>
    <w:p w:rsidR="008A44AD" w:rsidRPr="005B6E79" w:rsidRDefault="008A44AD" w:rsidP="00883637">
      <w:pPr>
        <w:pStyle w:val="NormalWeb"/>
        <w:shd w:val="clear" w:color="auto" w:fill="FFFFFF"/>
        <w:spacing w:before="0" w:after="0"/>
        <w:jc w:val="both"/>
        <w:textAlignment w:val="baseline"/>
        <w:rPr>
          <w:sz w:val="24"/>
          <w:szCs w:val="24"/>
        </w:rPr>
      </w:pPr>
      <w:r w:rsidRPr="005B6E79">
        <w:rPr>
          <w:sz w:val="24"/>
          <w:szCs w:val="24"/>
        </w:rPr>
        <w:t>День Бородинского сражения сегодня отмечается и в России, и во Франции. На Бородинском поле проводятся масштабные исторические реконструкции событий 7 сентября 1812 года.</w:t>
      </w:r>
    </w:p>
    <w:p w:rsidR="008A44AD" w:rsidRPr="000F5C9D" w:rsidRDefault="008A44AD" w:rsidP="00883637">
      <w:pPr>
        <w:pBdr>
          <w:bottom w:val="single" w:sz="12" w:space="1" w:color="auto"/>
        </w:pBdr>
        <w:jc w:val="both"/>
        <w:rPr>
          <w:sz w:val="16"/>
          <w:szCs w:val="16"/>
        </w:rPr>
      </w:pPr>
    </w:p>
    <w:p w:rsidR="008A44AD" w:rsidRPr="005B6E79" w:rsidRDefault="008A44AD" w:rsidP="00883637">
      <w:pPr>
        <w:pStyle w:val="NormalWeb"/>
        <w:spacing w:before="0" w:after="0"/>
        <w:jc w:val="center"/>
        <w:rPr>
          <w:b/>
          <w:sz w:val="24"/>
          <w:szCs w:val="24"/>
        </w:rPr>
      </w:pPr>
      <w:r w:rsidRPr="005B6E79">
        <w:rPr>
          <w:b/>
          <w:sz w:val="24"/>
          <w:szCs w:val="24"/>
        </w:rPr>
        <w:t>МЕЖДУНАРОДНЫЙ ДЕНЬ КРАСОТЫ</w:t>
      </w:r>
    </w:p>
    <w:p w:rsidR="008A44AD" w:rsidRPr="000F5C9D" w:rsidRDefault="008A44AD" w:rsidP="00883637">
      <w:pPr>
        <w:pBdr>
          <w:bottom w:val="single" w:sz="12" w:space="1" w:color="auto"/>
        </w:pBdr>
        <w:jc w:val="both"/>
        <w:rPr>
          <w:sz w:val="16"/>
          <w:szCs w:val="16"/>
        </w:rPr>
      </w:pPr>
      <w:r w:rsidRPr="005B6E79">
        <w:rPr>
          <w:shd w:val="clear" w:color="auto" w:fill="FFFFFF"/>
        </w:rPr>
        <w:t>Красота присуща всему здоровому... Она есть гармония, в ней залог успокоения; она воплощает человеку и человечеству идеалы. Если в народе сохраняется идеал красоты и потребность её, значит, есть и потребность здоровья, нормы... тем самым гарантировано и высшее развитие этого народа. Ф.М. Достоевский 20 век стал революционным в сфере косметологии. Международный комитет эстетики и косметологии СИДЕСКО проявил инициативу создания Международного дня красоты (International Beauty Day), который отмечается ежегодно 9 сентября. Международный комитет эстетики и косметологии СИДЕСКО (CIDESCO —Comité International D'Esthétique Et De Cosmétologie), который считается главной международной Ассоциацией терапии красоты в мире, был основан в Брюсселе в 1946 году и с тех пор формировался тысячами врачей по всему миру, благодаря работе 33 отделений во многих странах. С 1995 года в этот день в мире особенно приветствуется все красивое, прекрасное, что доставляет эстетическое и нравственное наслаждение. Поэтому во многих городах и странах именно 9 сентября повсеместно проводятся конкурсы красоты. Первый в истории конкурс красоты прошел в Бельгии в сентябре 1888 года, а первый конкурс красоты «Мисс Мира» состоялся в Лондоне в апреле 1951 года. Далеко не всегда в конкурсах участвуют представительницы слабого пола с классическими параметрами 90-60-90. Жюри выделяют особ, наделенных неповторимой красотой, заключающейся в своеобразии внешнего вида. Помимо конкурсов красоты в этот день также проводятся различные шествия, акции и фестивали, в которых участвуют и поощряются люди с внешностью, не соответствующей модельным стандартам или отличающейся своеобразием. А свой профессиональный праздник в этот день отмечают косметологи, производители и продавцы косметики, пластические хирурги, работники модельного бизнеса и все, чья работа так или иначе связана с красотой.</w:t>
      </w:r>
      <w:r w:rsidRPr="005B6E79">
        <w:br/>
      </w:r>
    </w:p>
    <w:p w:rsidR="008A44AD" w:rsidRPr="005B6E79" w:rsidRDefault="008A44AD" w:rsidP="00883637">
      <w:pPr>
        <w:jc w:val="center"/>
        <w:rPr>
          <w:b/>
        </w:rPr>
      </w:pPr>
      <w:r w:rsidRPr="005B6E79">
        <w:rPr>
          <w:b/>
        </w:rPr>
        <w:t>9 сентября –</w:t>
      </w:r>
    </w:p>
    <w:p w:rsidR="008A44AD" w:rsidRPr="005B6E79" w:rsidRDefault="008A44AD" w:rsidP="00883637">
      <w:pPr>
        <w:jc w:val="center"/>
        <w:rPr>
          <w:b/>
        </w:rPr>
      </w:pPr>
      <w:r w:rsidRPr="005B6E79">
        <w:rPr>
          <w:b/>
        </w:rPr>
        <w:t>ДЕНЬ  ПАМЯТИ</w:t>
      </w:r>
    </w:p>
    <w:p w:rsidR="008A44AD" w:rsidRPr="005B6E79" w:rsidRDefault="008A44AD" w:rsidP="00883637">
      <w:pPr>
        <w:jc w:val="center"/>
        <w:rPr>
          <w:b/>
        </w:rPr>
      </w:pPr>
      <w:r w:rsidRPr="005B6E79">
        <w:rPr>
          <w:b/>
        </w:rPr>
        <w:t>ЖЕРТВ  ФАШИЗМА</w:t>
      </w:r>
    </w:p>
    <w:p w:rsidR="008A44AD" w:rsidRPr="00F32146" w:rsidRDefault="008A44AD" w:rsidP="00883637">
      <w:pPr>
        <w:pStyle w:val="NormalWeb"/>
        <w:spacing w:before="0" w:after="0"/>
        <w:jc w:val="both"/>
        <w:rPr>
          <w:sz w:val="22"/>
          <w:szCs w:val="22"/>
        </w:rPr>
      </w:pPr>
      <w:r w:rsidRPr="005B6E79">
        <w:rPr>
          <w:sz w:val="24"/>
          <w:szCs w:val="24"/>
        </w:rPr>
        <w:t xml:space="preserve">     </w:t>
      </w:r>
      <w:r w:rsidRPr="005B6E79">
        <w:rPr>
          <w:sz w:val="24"/>
          <w:szCs w:val="24"/>
          <w:shd w:val="clear" w:color="auto" w:fill="FFFFFF"/>
        </w:rPr>
        <w:t xml:space="preserve">День памяти жертв фашизма — это день памяти десятков миллионов людей, сгинувших в результате гигантского, нечеловеческого эксперимента. Это миллионы солдат, которых фашистские лидеры столкнули друг с другом, но еще больше — мирных жителей, которые погибали под бомбами, в концлагерях, от болезней и от голода. В 1962 году было принято </w:t>
      </w:r>
      <w:r>
        <w:rPr>
          <w:noProof/>
        </w:rPr>
        <w:pict>
          <v:shape id="_x0000_s1031" type="#_x0000_t75" alt="" style="position:absolute;left:0;text-align:left;margin-left:0;margin-top:6.3pt;width:126pt;height:79.65pt;z-index:251668480;mso-wrap-distance-left:0;mso-wrap-distance-right:0;mso-position-horizontal-relative:text;mso-position-vertical-relative:line" o:allowoverlap="f">
            <v:imagedata r:id="rId126" o:title=""/>
            <w10:wrap type="square"/>
          </v:shape>
        </w:pict>
      </w:r>
      <w:r w:rsidRPr="005B6E79">
        <w:rPr>
          <w:sz w:val="24"/>
          <w:szCs w:val="24"/>
          <w:shd w:val="clear" w:color="auto" w:fill="FFFFFF"/>
        </w:rPr>
        <w:t>решение считать каждое второе воскресенье сентября Международным днем памяти жертв фашизма. Этот день был определен именно в сентябре, так как на этот месяц приходятся две связанные со Второй мировой войной даты — день ее начала и ее полного завершения. Это и стало одной из причин установления дня траура на сентябрьское воскресенье. Нет такой страны, которая бы выиграла от правления нацистов, нет такой нации, которая бы обогатилась материально или духовно в результате их властвования. Самая страшная идеология та, которая делает человека виноватым от рождения только за кровь, которая течет в его жилах. Идеология нацизма принесла разрушения как тем, кто ее вскормил, так и тем, кто ей противостоял. Более полувека назад огромную нацистскую машину удалось остановить и разрушить. Солдаты разных национальностей сражались плечом к плечу и победили. Международный день памяти в каждой стране, принявшей участие во Второй мировой войне, отмечается не только отменой развлекательных мероприятий, торжеств, выпадающих на эту дату, но и посещением памятников, мемориалов, кладбищ (во многих странах в этот день принято ухаживать за безымянными, заброшенными, братскими могилами).</w:t>
      </w:r>
    </w:p>
    <w:p w:rsidR="008A44AD" w:rsidRPr="000F5C9D" w:rsidRDefault="008A44AD" w:rsidP="00F32146">
      <w:pPr>
        <w:pBdr>
          <w:bottom w:val="single" w:sz="12" w:space="1" w:color="auto"/>
        </w:pBdr>
        <w:jc w:val="both"/>
        <w:rPr>
          <w:sz w:val="16"/>
          <w:szCs w:val="16"/>
        </w:rPr>
      </w:pPr>
    </w:p>
    <w:p w:rsidR="008A44AD" w:rsidRPr="00F32146" w:rsidRDefault="008A44AD" w:rsidP="00B60AC9">
      <w:pPr>
        <w:pStyle w:val="BodyTextIndent3"/>
        <w:spacing w:after="0"/>
        <w:ind w:left="0"/>
        <w:jc w:val="center"/>
        <w:rPr>
          <w:b/>
          <w:sz w:val="22"/>
          <w:szCs w:val="22"/>
        </w:rPr>
      </w:pPr>
      <w:r w:rsidRPr="00F32146">
        <w:rPr>
          <w:b/>
          <w:sz w:val="22"/>
          <w:szCs w:val="22"/>
        </w:rPr>
        <w:t>10 сентября-</w:t>
      </w:r>
    </w:p>
    <w:p w:rsidR="008A44AD" w:rsidRPr="00F32146" w:rsidRDefault="008A44AD" w:rsidP="00B60AC9">
      <w:pPr>
        <w:jc w:val="center"/>
        <w:rPr>
          <w:b/>
          <w:sz w:val="22"/>
          <w:szCs w:val="22"/>
        </w:rPr>
      </w:pPr>
      <w:r w:rsidRPr="00F32146">
        <w:rPr>
          <w:b/>
          <w:sz w:val="22"/>
          <w:szCs w:val="22"/>
        </w:rPr>
        <w:t>ДЕНЬ ПАМЯТИ ВОИНОВ  ПАВ</w:t>
      </w:r>
      <w:r>
        <w:rPr>
          <w:b/>
          <w:sz w:val="22"/>
          <w:szCs w:val="22"/>
        </w:rPr>
        <w:t xml:space="preserve">ШИХ ПРИ ОБОРОНЕ  СЕВАСТОПОЛЯ и </w:t>
      </w:r>
      <w:r w:rsidRPr="00F32146">
        <w:rPr>
          <w:b/>
          <w:sz w:val="22"/>
          <w:szCs w:val="22"/>
        </w:rPr>
        <w:t>В КРЫМСКОЙ ВОЙНЕ в 1854-1855 гг.</w:t>
      </w:r>
      <w:r w:rsidRPr="00F32146">
        <w:rPr>
          <w:sz w:val="22"/>
          <w:szCs w:val="22"/>
        </w:rPr>
        <w:t xml:space="preserve"> </w:t>
      </w:r>
    </w:p>
    <w:p w:rsidR="008A44AD" w:rsidRPr="005F6E98" w:rsidRDefault="008A44AD" w:rsidP="005F6E98">
      <w:pPr>
        <w:shd w:val="clear" w:color="auto" w:fill="FFFFFF"/>
        <w:ind w:firstLine="301"/>
        <w:jc w:val="both"/>
        <w:rPr>
          <w:color w:val="000000"/>
        </w:rPr>
      </w:pPr>
      <w:r w:rsidRPr="005F6E98">
        <w:rPr>
          <w:color w:val="000000"/>
        </w:rPr>
        <w:t>Крымская война вспыхнула в 1854 г. как результат долго копившихся экономических и политических противоречий между Англией, Францией, Турцией и Россией. Каждая из этих стран стремилась укрепить свое влияние на Ближнем Востоке, завоевать рынки сбыта, подчинить себе новые территории. Англия и Франция, умело используя все более обострявшиеся русско - турецкие отношения, спровоцировали Турцию на объявление войны России. Однако некогда могущественная Оттоманская империя к этому времени значительно ослабла и была не в состоянии добиться успеха: турки терпели поражения на суше и на море. 18 ноября 1853 г. русская эскадра под командованием вице-адмирала П. С. Нахимова разгромила в Синопской бухте турецкую эскадру, а 19 ноября в районе селения Башкадыклар, севернее крепости Каре, 10-тысячной русской армией под командованием генерала В. О. Бебутова была разбита и обращена в бегство 36-тысячнаятурецкая армия. Все это заставило союзников Турции Англию и Францию поспешить ей на помощь: в декабре 1853 г. англо-французский флот вошел в Черное море. Началась Восточная, или Крымская, война, одна из самых кровопролитных войн XIX в. К Англии, Франции и Турции, единым фронтом выступившим против России, вскоре присоединилось королевство Сардиния. Враждебной по отношению к России была и позиция Австрии, Швеции, США. Война шла на Балтийском и Белом морях, на Дунае и Кавказе, даже на далекой Камчатке. Но главным театром военных действий стал Крым. В начале сентября 1854 г. мимо Севастополя проследовал англо-французский флот. Зная, что город хорошо защищен с моря, противник высадил большой десант к югу от Евпатории с тем, чтобы подойти к Севастополю с суши. 13 сентября 1854 г. в городе было объявлено осадное положение.</w:t>
      </w:r>
    </w:p>
    <w:p w:rsidR="008A44AD" w:rsidRPr="005F6E98" w:rsidRDefault="008A44AD" w:rsidP="005F6E98">
      <w:pPr>
        <w:shd w:val="clear" w:color="auto" w:fill="FFFFFF"/>
        <w:ind w:firstLine="301"/>
        <w:jc w:val="both"/>
        <w:rPr>
          <w:color w:val="000000"/>
        </w:rPr>
      </w:pPr>
      <w:r w:rsidRPr="005F6E98">
        <w:rPr>
          <w:color w:val="000000"/>
        </w:rPr>
        <w:t>Началась оборона, продолжавшаяся 349 дней. Ее организаторами и руководителями стали начальник штаба Черноморского флота вице-адмирал В. А. Корнилов и командующий эскадрой вице-адмирал П. С. Нахимов. Так как с суши город не был укреплен, его защитникам пришлось в очень короткий срок построить оборонительную линию, состоявшую из семи бастионов. Восьмой бастион, позднее названный Корниловским, находился на Малаховом кургане - господствующей высоте Корабельной стороны. Руководил строительством укреплений талантливый инженер-фортификатор Э. И. Тотлебен. Севастопольские бухты в самом начале обороны оказались недоступными для врага: моряки решили затопить часть своих судов, чтобы затруднить прорыв неприятельского флота на внутренний рейд. Преграда из затопленных русских кораблей и меткий огонь береговых батарей вынудили англо-французское командование отказаться от попыток прорыва в Севастополь с моря. Более девяти тысяч моряков флотских экипажей влились в состав севастопольского сухопутного гарнизона и стали его главной силой. Корабельные пушки, снаряды, все имущество они перенесли на бастионы, где сразу воцарился безупречный флотский порядок. Даже время там отмерялось корабельными склянками. Высадившийся близ Евпатории - Сак противник нанес крупное поражение русским войскам на реке Альме и обошел Севастополь с востока. Англичане овладели Балаклавой и расположили там свой флот, французы разбили лагерь в Камышовой бухте. Организовав, таким образом, базы для снабжения своих войск, союзники стали готовиться к штурму Севастополя. 5 октября 1854 г. они предприняли первую бомбардировку города: 126 неприятельских орудий разом обрушили на оборонительную линию огненный шквал. Защитники бастионов выстояли, хотя и ценой больших потерь. Самой тяжелой утратой была гибель адмирала В. А. Корнилова, смертельно раненного в тот день на Малаховом кургане. После его гибели во главе обороны встал П. С. Нахимов.13 октября защитники Севастополя в Балаклавском сражении на голову разгромили английскую кавалерию, но 24 октября русская армия потерпела поражение под Инкерманом. Однако и потери противника оказались столь значительными, что англо-французское командование вынуждено было перейти к затяжной осаде города. Обе стороны приступили к совершенствованию своих укреплений. Положение защитников Севастополя оставалось более тяжелым: они имели на вооружении в основном тяжелые гладкоствольные ружья, стрелявшие всего на 300 шагов, а солдаты противника были вооружены нарезными ружьями, стрелявшими на1200 шагов. Подкрепления и боеприпасы неприятельские войска в Крыму получали быстрее и в большем количестве, чем русские, постоянно испытывавшие недостаток во всем. Весной 1855 г. союзные войска активизировали свои действия. На рассвете 5 июня началась сильнейшая, четвертая по счету, бомбардировка города, а 6 июня противник пошел на штурм укреплений Корабельной стороны. Однако русские воины, проявив исключительное мужество и героизм, отстояли черноморскую крепость. События 6 июня 1855 г. запечатлены на живописном полотне знаменитой панорамы Ф. А. Рубо "Оборона Севастополя 1854-1855 гг." Еще около трех месяцев держались защитники города, но силы их таяли. Невосполнимой утратой стала гибель П. С. Нахимова : 28 июня этот талантливый военачальник, любимец матросов и солдат был смертельно ранен...Затянувшиеся военные действия под Севастополем истощали силы обеих сторон. Несмотря на тяжелое положение защитников, оборона носила активный характер: противнику так и не удалось запереть осажденных в крепости. Оборонительные сооружения, разбитые днем, за ночь они восстанавливали, по ночам совершали вылазки к вражеским позициям, нанося противнику ощутимые потери. Русские явно превосходили французов в навязанной ими подземно-минной войне. Отвагу и мужество проявляли не только солдаты, матросы и их командиры, но и население Севастополя, в том числе женщины и дети. 4 августа 1855 г. русские войска потерпели поражение в сражении на Черной речке, а 27 августа пал Малахов курган. Удерживать более руины Севастополя не представлялось возможным. В ночь на 28 августа защитники, взорвав свои укрепления, по приказу главнокомандующего М. Д. Горчакова оставили южную часть города и по плавучему мосту, наведенному через рейд, перешли на Северную сторону. Активные военные действия в Севастополе прекратились.18 марта 1856 г. после длительной дипломатической борьбы был подписан Парижский мирный договор, по которому Россия лишилась права иметь на Черном море флот, строить крепости и военно-морские базы.</w:t>
      </w:r>
    </w:p>
    <w:p w:rsidR="008A44AD" w:rsidRDefault="008A44AD" w:rsidP="00F32146">
      <w:pPr>
        <w:pBdr>
          <w:bottom w:val="single" w:sz="12" w:space="1" w:color="auto"/>
        </w:pBdr>
        <w:shd w:val="clear" w:color="auto" w:fill="FFFFFF"/>
        <w:jc w:val="both"/>
        <w:textAlignment w:val="baseline"/>
        <w:rPr>
          <w:sz w:val="22"/>
          <w:szCs w:val="22"/>
        </w:rPr>
      </w:pPr>
    </w:p>
    <w:p w:rsidR="008A44AD" w:rsidRPr="00F32146" w:rsidRDefault="008A44AD" w:rsidP="00F32146">
      <w:pPr>
        <w:pBdr>
          <w:bottom w:val="single" w:sz="12" w:space="1" w:color="auto"/>
        </w:pBdr>
        <w:shd w:val="clear" w:color="auto" w:fill="FFFFFF"/>
        <w:jc w:val="both"/>
        <w:textAlignment w:val="baseline"/>
        <w:rPr>
          <w:sz w:val="22"/>
          <w:szCs w:val="22"/>
        </w:rPr>
      </w:pPr>
    </w:p>
    <w:p w:rsidR="008A44AD" w:rsidRPr="00F32146" w:rsidRDefault="008A44AD" w:rsidP="00F32146">
      <w:pPr>
        <w:jc w:val="both"/>
        <w:rPr>
          <w:sz w:val="22"/>
          <w:szCs w:val="22"/>
        </w:rPr>
      </w:pPr>
    </w:p>
    <w:p w:rsidR="008A44AD" w:rsidRPr="003055C8" w:rsidRDefault="008A44AD" w:rsidP="003055C8">
      <w:pPr>
        <w:pStyle w:val="BodyTextIndent3"/>
        <w:jc w:val="both"/>
        <w:rPr>
          <w:sz w:val="22"/>
          <w:szCs w:val="22"/>
        </w:rPr>
      </w:pPr>
    </w:p>
    <w:p w:rsidR="008A44AD" w:rsidRDefault="008A44AD" w:rsidP="000F5C9D">
      <w:pPr>
        <w:rPr>
          <w:b/>
          <w:bCs/>
          <w:sz w:val="22"/>
          <w:szCs w:val="22"/>
        </w:rPr>
      </w:pPr>
    </w:p>
    <w:p w:rsidR="008A44AD" w:rsidRDefault="008A44AD" w:rsidP="00A447FD">
      <w:pPr>
        <w:jc w:val="center"/>
        <w:rPr>
          <w:b/>
          <w:bCs/>
          <w:sz w:val="22"/>
          <w:szCs w:val="22"/>
        </w:rPr>
      </w:pPr>
    </w:p>
    <w:p w:rsidR="008A44AD" w:rsidRDefault="008A44AD" w:rsidP="00A447FD">
      <w:pPr>
        <w:jc w:val="center"/>
        <w:rPr>
          <w:b/>
          <w:bCs/>
          <w:sz w:val="22"/>
          <w:szCs w:val="22"/>
        </w:rPr>
      </w:pPr>
    </w:p>
    <w:p w:rsidR="008A44AD" w:rsidRDefault="008A44AD" w:rsidP="00022493">
      <w:pPr>
        <w:pStyle w:val="BodyTextIndent3"/>
        <w:rPr>
          <w:sz w:val="22"/>
          <w:szCs w:val="22"/>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2" type="#_x0000_t157" style="position:absolute;left:0;text-align:left;margin-left:36pt;margin-top:9pt;width:468pt;height:44.35pt;z-index:251651072"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8A44AD" w:rsidRDefault="008A44AD" w:rsidP="00022493">
      <w:pPr>
        <w:pStyle w:val="BodyTextIndent3"/>
        <w:rPr>
          <w:sz w:val="22"/>
          <w:szCs w:val="22"/>
        </w:rPr>
      </w:pPr>
    </w:p>
    <w:p w:rsidR="008A44AD" w:rsidRDefault="008A44AD" w:rsidP="00022493">
      <w:pPr>
        <w:pStyle w:val="BodyTextIndent3"/>
        <w:rPr>
          <w:sz w:val="22"/>
          <w:szCs w:val="22"/>
        </w:rPr>
      </w:pPr>
    </w:p>
    <w:p w:rsidR="008A44AD" w:rsidRDefault="008A44AD" w:rsidP="00022493">
      <w:pPr>
        <w:pStyle w:val="BodyTextIndent3"/>
        <w:rPr>
          <w:sz w:val="22"/>
          <w:szCs w:val="22"/>
        </w:rPr>
      </w:pPr>
    </w:p>
    <w:p w:rsidR="008A44AD" w:rsidRPr="00A635EA" w:rsidRDefault="008A44AD" w:rsidP="00A635EA">
      <w:pPr>
        <w:pStyle w:val="BodyTextIndent3"/>
        <w:ind w:left="0"/>
        <w:jc w:val="center"/>
        <w:rPr>
          <w:sz w:val="22"/>
          <w:szCs w:val="22"/>
        </w:rPr>
      </w:pPr>
      <w:r w:rsidRPr="008C328A">
        <w:rPr>
          <w:b/>
          <w:i/>
          <w:sz w:val="28"/>
          <w:szCs w:val="28"/>
          <w:u w:val="single"/>
        </w:rPr>
        <w:t>Поздравляем  всех, кто родился</w:t>
      </w:r>
    </w:p>
    <w:p w:rsidR="008A44AD" w:rsidRPr="008C328A" w:rsidRDefault="008A44AD" w:rsidP="00CA1294">
      <w:pPr>
        <w:ind w:firstLine="708"/>
        <w:jc w:val="center"/>
        <w:rPr>
          <w:b/>
          <w:i/>
          <w:sz w:val="28"/>
          <w:szCs w:val="28"/>
          <w:u w:val="single"/>
        </w:rPr>
      </w:pPr>
      <w:r w:rsidRPr="008C328A">
        <w:rPr>
          <w:b/>
          <w:i/>
          <w:sz w:val="28"/>
          <w:szCs w:val="28"/>
          <w:u w:val="single"/>
        </w:rPr>
        <w:t xml:space="preserve">в </w:t>
      </w:r>
      <w:r>
        <w:rPr>
          <w:b/>
          <w:i/>
          <w:sz w:val="28"/>
          <w:szCs w:val="28"/>
          <w:u w:val="single"/>
        </w:rPr>
        <w:t xml:space="preserve">СЕНТЯБРЕ </w:t>
      </w:r>
      <w:r w:rsidRPr="008C328A">
        <w:rPr>
          <w:b/>
          <w:i/>
          <w:sz w:val="28"/>
          <w:szCs w:val="28"/>
          <w:u w:val="single"/>
        </w:rPr>
        <w:t>!</w:t>
      </w:r>
    </w:p>
    <w:p w:rsidR="008A44AD" w:rsidRPr="008C328A" w:rsidRDefault="008A44AD" w:rsidP="00C70B57">
      <w:pPr>
        <w:jc w:val="center"/>
        <w:rPr>
          <w:sz w:val="28"/>
          <w:szCs w:val="28"/>
        </w:rPr>
      </w:pPr>
      <w:r w:rsidRPr="008C328A">
        <w:rPr>
          <w:sz w:val="28"/>
          <w:szCs w:val="28"/>
        </w:rPr>
        <w:t>Желаем счастья и добра,</w:t>
      </w:r>
    </w:p>
    <w:p w:rsidR="008A44AD" w:rsidRPr="008C328A" w:rsidRDefault="008A44AD" w:rsidP="00C70B57">
      <w:pPr>
        <w:jc w:val="center"/>
        <w:rPr>
          <w:sz w:val="28"/>
          <w:szCs w:val="28"/>
        </w:rPr>
      </w:pPr>
      <w:r w:rsidRPr="008C328A">
        <w:rPr>
          <w:sz w:val="28"/>
          <w:szCs w:val="28"/>
        </w:rPr>
        <w:t>Любви, как чаши полной.</w:t>
      </w:r>
    </w:p>
    <w:p w:rsidR="008A44AD" w:rsidRPr="008C328A" w:rsidRDefault="008A44AD" w:rsidP="00C70B57">
      <w:pPr>
        <w:jc w:val="center"/>
        <w:rPr>
          <w:sz w:val="28"/>
          <w:szCs w:val="28"/>
        </w:rPr>
      </w:pPr>
      <w:r w:rsidRPr="008C328A">
        <w:rPr>
          <w:sz w:val="28"/>
          <w:szCs w:val="28"/>
        </w:rPr>
        <w:t>Желаем радости с утра</w:t>
      </w:r>
    </w:p>
    <w:p w:rsidR="008A44AD" w:rsidRPr="008C328A" w:rsidRDefault="008A44AD" w:rsidP="00C70B57">
      <w:pPr>
        <w:jc w:val="center"/>
        <w:rPr>
          <w:sz w:val="28"/>
          <w:szCs w:val="28"/>
        </w:rPr>
      </w:pPr>
      <w:r w:rsidRPr="008C328A">
        <w:rPr>
          <w:sz w:val="28"/>
          <w:szCs w:val="28"/>
        </w:rPr>
        <w:t>До самой ночки поздней!</w:t>
      </w:r>
    </w:p>
    <w:p w:rsidR="008A44AD" w:rsidRPr="008C328A" w:rsidRDefault="008A44AD" w:rsidP="00C70B57">
      <w:pPr>
        <w:jc w:val="center"/>
        <w:rPr>
          <w:sz w:val="28"/>
          <w:szCs w:val="28"/>
        </w:rPr>
      </w:pPr>
      <w:r w:rsidRPr="008C328A">
        <w:rPr>
          <w:sz w:val="28"/>
          <w:szCs w:val="28"/>
        </w:rPr>
        <w:t>Желаем в жизни все успеть:</w:t>
      </w:r>
    </w:p>
    <w:p w:rsidR="008A44AD" w:rsidRPr="008C328A" w:rsidRDefault="008A44AD" w:rsidP="00C70B57">
      <w:pPr>
        <w:jc w:val="center"/>
        <w:rPr>
          <w:sz w:val="28"/>
          <w:szCs w:val="28"/>
        </w:rPr>
      </w:pPr>
      <w:r w:rsidRPr="008C328A">
        <w:rPr>
          <w:sz w:val="28"/>
          <w:szCs w:val="28"/>
        </w:rPr>
        <w:t>Здоровье, бодрость сохранить,</w:t>
      </w:r>
    </w:p>
    <w:p w:rsidR="008A44AD" w:rsidRPr="008C328A" w:rsidRDefault="008A44AD" w:rsidP="00C70B57">
      <w:pPr>
        <w:jc w:val="center"/>
        <w:rPr>
          <w:sz w:val="28"/>
          <w:szCs w:val="28"/>
        </w:rPr>
      </w:pPr>
      <w:r w:rsidRPr="008C328A">
        <w:rPr>
          <w:sz w:val="28"/>
          <w:szCs w:val="28"/>
        </w:rPr>
        <w:t>И не стареть, а молодеть,</w:t>
      </w:r>
    </w:p>
    <w:p w:rsidR="008A44AD" w:rsidRPr="008C328A" w:rsidRDefault="008A44AD" w:rsidP="00C70B57">
      <w:pPr>
        <w:jc w:val="center"/>
        <w:rPr>
          <w:sz w:val="28"/>
          <w:szCs w:val="28"/>
        </w:rPr>
      </w:pPr>
      <w:r w:rsidRPr="008C328A">
        <w:rPr>
          <w:sz w:val="28"/>
          <w:szCs w:val="28"/>
        </w:rPr>
        <w:t>И много-много лет прожить!</w:t>
      </w:r>
    </w:p>
    <w:p w:rsidR="008A44AD" w:rsidRPr="008C328A" w:rsidRDefault="008A44AD" w:rsidP="00CA1294">
      <w:pPr>
        <w:ind w:firstLine="708"/>
        <w:jc w:val="right"/>
        <w:rPr>
          <w:i/>
          <w:sz w:val="22"/>
          <w:szCs w:val="22"/>
        </w:rPr>
      </w:pPr>
      <w:r w:rsidRPr="008C328A">
        <w:rPr>
          <w:i/>
          <w:sz w:val="22"/>
          <w:szCs w:val="22"/>
        </w:rPr>
        <w:t>Администрация и Дума РГП</w:t>
      </w:r>
    </w:p>
    <w:p w:rsidR="008A44AD" w:rsidRPr="00CA1294" w:rsidRDefault="008A44AD" w:rsidP="00CA1294">
      <w:pPr>
        <w:spacing w:line="360" w:lineRule="auto"/>
        <w:rPr>
          <w:sz w:val="20"/>
          <w:szCs w:val="20"/>
        </w:rPr>
      </w:pPr>
      <w:r>
        <w:rPr>
          <w:noProof/>
        </w:rPr>
        <w:pict>
          <v:shape id="Рисунок 157" o:spid="_x0000_s1033" type="#_x0000_t75" alt="7de6045deaae9a4331337a2362795bc7" style="position:absolute;margin-left:36.65pt;margin-top:1.25pt;width:36pt;height:21pt;z-index:-251664384;visibility:visible">
            <v:imagedata r:id="rId127" o:title=""/>
          </v:shape>
        </w:pict>
      </w:r>
      <w:r>
        <w:rPr>
          <w:noProof/>
        </w:rPr>
        <w:pict>
          <v:shape id="Рисунок 158" o:spid="_x0000_s1034" type="#_x0000_t75" alt="7de6045deaae9a4331337a2362795bc7" style="position:absolute;margin-left:117.65pt;margin-top:1.5pt;width:36pt;height:21pt;z-index:-251663360;visibility:visible">
            <v:imagedata r:id="rId127" o:title=""/>
          </v:shape>
        </w:pict>
      </w:r>
      <w:r>
        <w:rPr>
          <w:noProof/>
        </w:rPr>
        <w:pict>
          <v:shape id="Рисунок 159" o:spid="_x0000_s1035" type="#_x0000_t75" alt="7de6045deaae9a4331337a2362795bc7" style="position:absolute;margin-left:190pt;margin-top:.8pt;width:36pt;height:20.75pt;z-index:-251662336;visibility:visible">
            <v:imagedata r:id="rId127" o:title=""/>
          </v:shape>
        </w:pict>
      </w:r>
    </w:p>
    <w:p w:rsidR="008A44AD" w:rsidRDefault="008A44AD" w:rsidP="00CA1294">
      <w:pPr>
        <w:rPr>
          <w:sz w:val="20"/>
          <w:szCs w:val="20"/>
        </w:rPr>
      </w:pPr>
    </w:p>
    <w:p w:rsidR="008A44AD" w:rsidRPr="008E646B" w:rsidRDefault="008A44AD" w:rsidP="002941F7">
      <w:pPr>
        <w:jc w:val="center"/>
        <w:rPr>
          <w:sz w:val="22"/>
          <w:szCs w:val="22"/>
        </w:rPr>
      </w:pPr>
      <w:r w:rsidRPr="008E646B">
        <w:rPr>
          <w:sz w:val="22"/>
          <w:szCs w:val="22"/>
        </w:rPr>
        <w:t>Поздравляем  с ДНЕМ РОЖДЕНИЯ!</w:t>
      </w:r>
    </w:p>
    <w:p w:rsidR="008A44AD" w:rsidRPr="00F75E03" w:rsidRDefault="008A44AD" w:rsidP="009F1097">
      <w:pPr>
        <w:jc w:val="center"/>
        <w:rPr>
          <w:b/>
        </w:rPr>
      </w:pPr>
      <w:r>
        <w:rPr>
          <w:b/>
        </w:rPr>
        <w:t>БАШУРОВА  БОРИСА  ИВАНОВИЧА!</w:t>
      </w:r>
    </w:p>
    <w:p w:rsidR="008A44AD" w:rsidRPr="002E5E4C" w:rsidRDefault="008A44AD" w:rsidP="002941F7">
      <w:pPr>
        <w:jc w:val="center"/>
        <w:rPr>
          <w:sz w:val="20"/>
          <w:szCs w:val="20"/>
        </w:rPr>
      </w:pPr>
      <w:r w:rsidRPr="002E5E4C">
        <w:rPr>
          <w:sz w:val="20"/>
          <w:szCs w:val="20"/>
        </w:rPr>
        <w:t>Пусть все дела успешно удаются,</w:t>
      </w:r>
    </w:p>
    <w:p w:rsidR="008A44AD" w:rsidRPr="002E5E4C" w:rsidRDefault="008A44AD" w:rsidP="002941F7">
      <w:pPr>
        <w:jc w:val="center"/>
        <w:rPr>
          <w:sz w:val="20"/>
          <w:szCs w:val="20"/>
        </w:rPr>
      </w:pPr>
      <w:r w:rsidRPr="002E5E4C">
        <w:rPr>
          <w:sz w:val="20"/>
          <w:szCs w:val="20"/>
        </w:rPr>
        <w:t>Плохое сгинет навсегда.</w:t>
      </w:r>
    </w:p>
    <w:p w:rsidR="008A44AD" w:rsidRPr="002E5E4C" w:rsidRDefault="008A44AD" w:rsidP="002941F7">
      <w:pPr>
        <w:jc w:val="center"/>
        <w:rPr>
          <w:sz w:val="20"/>
          <w:szCs w:val="20"/>
        </w:rPr>
      </w:pPr>
      <w:r>
        <w:rPr>
          <w:sz w:val="20"/>
          <w:szCs w:val="20"/>
        </w:rPr>
        <w:t xml:space="preserve">И с вами пусть </w:t>
      </w:r>
      <w:r w:rsidRPr="002E5E4C">
        <w:rPr>
          <w:sz w:val="20"/>
          <w:szCs w:val="20"/>
        </w:rPr>
        <w:t xml:space="preserve"> не расстаются</w:t>
      </w:r>
    </w:p>
    <w:p w:rsidR="008A44AD" w:rsidRDefault="008A44AD" w:rsidP="002941F7">
      <w:pPr>
        <w:jc w:val="center"/>
        <w:rPr>
          <w:i/>
          <w:sz w:val="20"/>
          <w:szCs w:val="20"/>
        </w:rPr>
      </w:pPr>
      <w:r w:rsidRPr="002E5E4C">
        <w:rPr>
          <w:sz w:val="20"/>
          <w:szCs w:val="20"/>
        </w:rPr>
        <w:t>Здоровье, счастье никогда</w:t>
      </w:r>
      <w:r>
        <w:rPr>
          <w:i/>
          <w:sz w:val="20"/>
          <w:szCs w:val="20"/>
        </w:rPr>
        <w:t>.</w:t>
      </w:r>
    </w:p>
    <w:p w:rsidR="008A44AD" w:rsidRDefault="008A44AD" w:rsidP="002941F7">
      <w:pPr>
        <w:jc w:val="right"/>
        <w:rPr>
          <w:i/>
          <w:sz w:val="20"/>
          <w:szCs w:val="20"/>
        </w:rPr>
      </w:pPr>
      <w:r>
        <w:rPr>
          <w:noProof/>
        </w:rPr>
        <w:pict>
          <v:shape id="Рисунок 256" o:spid="_x0000_s1036" type="#_x0000_t75" alt="7de6045deaae9a4331337a2362795bc7" style="position:absolute;left:0;text-align:left;margin-left:162pt;margin-top:8.05pt;width:36pt;height:20.75pt;z-index:-251659264;visibility:visible">
            <v:imagedata r:id="rId127" o:title=""/>
          </v:shape>
        </w:pict>
      </w:r>
      <w:r>
        <w:rPr>
          <w:noProof/>
        </w:rPr>
        <w:pict>
          <v:shape id="Рисунок 255" o:spid="_x0000_s1037" type="#_x0000_t75" alt="7de6045deaae9a4331337a2362795bc7" style="position:absolute;left:0;text-align:left;margin-left:99pt;margin-top:8.05pt;width:36pt;height:20.75pt;z-index:-251660288;visibility:visible">
            <v:imagedata r:id="rId127" o:title=""/>
          </v:shape>
        </w:pict>
      </w:r>
      <w:r>
        <w:rPr>
          <w:noProof/>
        </w:rPr>
        <w:pict>
          <v:shape id="Рисунок 254" o:spid="_x0000_s1038" type="#_x0000_t75" alt="7de6045deaae9a4331337a2362795bc7" style="position:absolute;left:0;text-align:left;margin-left:45pt;margin-top:8.05pt;width:36pt;height:20.75pt;z-index:-251661312;visibility:visible">
            <v:imagedata r:id="rId127" o:title=""/>
          </v:shape>
        </w:pict>
      </w:r>
      <w:r>
        <w:rPr>
          <w:i/>
          <w:sz w:val="20"/>
          <w:szCs w:val="20"/>
        </w:rPr>
        <w:t>Коллектив  школы</w:t>
      </w:r>
    </w:p>
    <w:p w:rsidR="008A44AD" w:rsidRDefault="008A44AD" w:rsidP="00B63FCE">
      <w:pPr>
        <w:jc w:val="center"/>
        <w:rPr>
          <w:sz w:val="20"/>
          <w:szCs w:val="20"/>
        </w:rPr>
      </w:pPr>
    </w:p>
    <w:p w:rsidR="008A44AD" w:rsidRDefault="008A44AD" w:rsidP="002941F7">
      <w:pPr>
        <w:jc w:val="center"/>
        <w:rPr>
          <w:sz w:val="22"/>
          <w:szCs w:val="22"/>
        </w:rPr>
      </w:pPr>
    </w:p>
    <w:p w:rsidR="008A44AD" w:rsidRDefault="008A44AD" w:rsidP="002941F7">
      <w:pPr>
        <w:jc w:val="center"/>
        <w:rPr>
          <w:sz w:val="22"/>
          <w:szCs w:val="22"/>
        </w:rPr>
      </w:pPr>
      <w:r>
        <w:rPr>
          <w:sz w:val="22"/>
          <w:szCs w:val="22"/>
        </w:rPr>
        <w:t>Поздравляем  С ЮБИЛЕЕМ И С ДНЕМ  РОЖДЕНИЯ</w:t>
      </w:r>
      <w:r w:rsidRPr="008C0D08">
        <w:rPr>
          <w:sz w:val="22"/>
          <w:szCs w:val="22"/>
        </w:rPr>
        <w:t>!</w:t>
      </w:r>
    </w:p>
    <w:p w:rsidR="008A44AD" w:rsidRPr="009F1097" w:rsidRDefault="008A44AD" w:rsidP="009F1097">
      <w:pPr>
        <w:jc w:val="center"/>
        <w:rPr>
          <w:b/>
          <w:sz w:val="22"/>
          <w:szCs w:val="22"/>
        </w:rPr>
      </w:pPr>
      <w:r w:rsidRPr="009F1097">
        <w:rPr>
          <w:b/>
          <w:sz w:val="22"/>
          <w:szCs w:val="22"/>
        </w:rPr>
        <w:t>ВАСИЛЕНКО  НАДЕЖДУ  ИВАНОВНУ!</w:t>
      </w:r>
    </w:p>
    <w:p w:rsidR="008A44AD" w:rsidRPr="009F1097" w:rsidRDefault="008A44AD" w:rsidP="009F1097">
      <w:pPr>
        <w:jc w:val="center"/>
        <w:rPr>
          <w:sz w:val="22"/>
          <w:szCs w:val="22"/>
        </w:rPr>
      </w:pPr>
      <w:r w:rsidRPr="009F1097">
        <w:rPr>
          <w:b/>
          <w:sz w:val="22"/>
          <w:szCs w:val="22"/>
        </w:rPr>
        <w:t>КОРОЛЬКОВУ  СВЕТЛАНУ  ЕВГЕНЬЕВНУ!</w:t>
      </w:r>
    </w:p>
    <w:p w:rsidR="008A44AD" w:rsidRDefault="008A44AD" w:rsidP="002941F7">
      <w:pPr>
        <w:jc w:val="center"/>
      </w:pPr>
      <w:r>
        <w:t>Никогда не унывай,</w:t>
      </w:r>
    </w:p>
    <w:p w:rsidR="008A44AD" w:rsidRPr="00737CE4" w:rsidRDefault="008A44AD" w:rsidP="002941F7">
      <w:pPr>
        <w:jc w:val="center"/>
      </w:pPr>
      <w:r>
        <w:t>Горе и беду не знай.</w:t>
      </w:r>
    </w:p>
    <w:p w:rsidR="008A44AD" w:rsidRDefault="008A44AD" w:rsidP="002941F7">
      <w:pPr>
        <w:jc w:val="center"/>
      </w:pPr>
      <w:r>
        <w:t>Будь здорова, не болей!</w:t>
      </w:r>
    </w:p>
    <w:p w:rsidR="008A44AD" w:rsidRDefault="008A44AD" w:rsidP="002941F7">
      <w:pPr>
        <w:jc w:val="center"/>
        <w:rPr>
          <w:sz w:val="22"/>
          <w:szCs w:val="22"/>
        </w:rPr>
      </w:pPr>
      <w:r>
        <w:t>Будь счастливой, не робей!</w:t>
      </w:r>
    </w:p>
    <w:p w:rsidR="008A44AD" w:rsidRPr="00806574" w:rsidRDefault="008A44AD" w:rsidP="002941F7">
      <w:pPr>
        <w:jc w:val="right"/>
        <w:rPr>
          <w:i/>
          <w:sz w:val="22"/>
          <w:szCs w:val="22"/>
        </w:rPr>
      </w:pPr>
      <w:r>
        <w:rPr>
          <w:noProof/>
        </w:rPr>
        <w:pict>
          <v:shape id="Рисунок 259" o:spid="_x0000_s1039" type="#_x0000_t75" alt="7de6045deaae9a4331337a2362795bc7" style="position:absolute;left:0;text-align:left;margin-left:171pt;margin-top:9.15pt;width:36pt;height:20.75pt;z-index:-251656192;visibility:visible">
            <v:imagedata r:id="rId127" o:title=""/>
          </v:shape>
        </w:pict>
      </w:r>
      <w:r>
        <w:rPr>
          <w:noProof/>
        </w:rPr>
        <w:pict>
          <v:shape id="Рисунок 258" o:spid="_x0000_s1040" type="#_x0000_t75" alt="7de6045deaae9a4331337a2362795bc7" style="position:absolute;left:0;text-align:left;margin-left:108pt;margin-top:9.15pt;width:36pt;height:20.75pt;z-index:-251657216;visibility:visible">
            <v:imagedata r:id="rId127" o:title=""/>
          </v:shape>
        </w:pict>
      </w:r>
      <w:r>
        <w:rPr>
          <w:noProof/>
        </w:rPr>
        <w:pict>
          <v:shape id="Рисунок 257" o:spid="_x0000_s1041" type="#_x0000_t75" alt="7de6045deaae9a4331337a2362795bc7" style="position:absolute;left:0;text-align:left;margin-left:54pt;margin-top:9.15pt;width:36pt;height:20.75pt;z-index:-251658240;visibility:visible">
            <v:imagedata r:id="rId127" o:title=""/>
          </v:shape>
        </w:pict>
      </w:r>
      <w:r>
        <w:rPr>
          <w:i/>
          <w:sz w:val="22"/>
          <w:szCs w:val="22"/>
        </w:rPr>
        <w:t>Коллектив Детского сада</w:t>
      </w:r>
    </w:p>
    <w:p w:rsidR="008A44AD" w:rsidRDefault="008A44AD" w:rsidP="002941F7">
      <w:pPr>
        <w:jc w:val="center"/>
        <w:rPr>
          <w:sz w:val="22"/>
          <w:szCs w:val="22"/>
        </w:rPr>
      </w:pPr>
    </w:p>
    <w:p w:rsidR="008A44AD" w:rsidRPr="008D490A" w:rsidRDefault="008A44AD" w:rsidP="002941F7">
      <w:pPr>
        <w:jc w:val="center"/>
        <w:rPr>
          <w:sz w:val="22"/>
          <w:szCs w:val="22"/>
        </w:rPr>
      </w:pPr>
      <w:r>
        <w:rPr>
          <w:sz w:val="20"/>
          <w:szCs w:val="20"/>
        </w:rPr>
        <w:t>Поздравляем  С ДНЕМ РОЖДЕНИЯ</w:t>
      </w:r>
      <w:r w:rsidRPr="008D490A">
        <w:rPr>
          <w:sz w:val="20"/>
          <w:szCs w:val="20"/>
        </w:rPr>
        <w:t>!</w:t>
      </w:r>
    </w:p>
    <w:p w:rsidR="008A44AD" w:rsidRPr="009F1097" w:rsidRDefault="008A44AD" w:rsidP="009F1097">
      <w:pPr>
        <w:jc w:val="center"/>
        <w:rPr>
          <w:b/>
        </w:rPr>
      </w:pPr>
      <w:r w:rsidRPr="00325D8C">
        <w:rPr>
          <w:b/>
        </w:rPr>
        <w:t>ГРИНЬ  ЕВГЕНИЮ  ИВАНОВНУ!</w:t>
      </w:r>
    </w:p>
    <w:p w:rsidR="008A44AD" w:rsidRPr="008E646B" w:rsidRDefault="008A44AD" w:rsidP="002941F7">
      <w:pPr>
        <w:jc w:val="center"/>
        <w:rPr>
          <w:i/>
          <w:sz w:val="22"/>
          <w:szCs w:val="22"/>
        </w:rPr>
      </w:pPr>
      <w:r>
        <w:rPr>
          <w:sz w:val="22"/>
          <w:szCs w:val="22"/>
        </w:rPr>
        <w:t>Желаем счастья много-много,</w:t>
      </w:r>
    </w:p>
    <w:p w:rsidR="008A44AD" w:rsidRPr="008E646B" w:rsidRDefault="008A44AD" w:rsidP="002941F7">
      <w:pPr>
        <w:jc w:val="center"/>
        <w:rPr>
          <w:i/>
          <w:sz w:val="22"/>
          <w:szCs w:val="22"/>
        </w:rPr>
      </w:pPr>
      <w:r>
        <w:rPr>
          <w:sz w:val="22"/>
          <w:szCs w:val="22"/>
        </w:rPr>
        <w:t>А так же света и тепла,</w:t>
      </w:r>
    </w:p>
    <w:p w:rsidR="008A44AD" w:rsidRPr="008E646B" w:rsidRDefault="008A44AD" w:rsidP="002941F7">
      <w:pPr>
        <w:jc w:val="center"/>
        <w:rPr>
          <w:i/>
          <w:sz w:val="22"/>
          <w:szCs w:val="22"/>
        </w:rPr>
      </w:pPr>
      <w:r>
        <w:rPr>
          <w:sz w:val="22"/>
          <w:szCs w:val="22"/>
        </w:rPr>
        <w:t>И, чтобы вся твоя дорога</w:t>
      </w:r>
    </w:p>
    <w:p w:rsidR="008A44AD" w:rsidRDefault="008A44AD" w:rsidP="002941F7">
      <w:pPr>
        <w:jc w:val="center"/>
        <w:rPr>
          <w:sz w:val="22"/>
          <w:szCs w:val="22"/>
        </w:rPr>
      </w:pPr>
      <w:r>
        <w:rPr>
          <w:sz w:val="22"/>
          <w:szCs w:val="22"/>
        </w:rPr>
        <w:t>Удачей выстлана была.</w:t>
      </w:r>
    </w:p>
    <w:p w:rsidR="008A44AD" w:rsidRDefault="008A44AD" w:rsidP="002941F7">
      <w:pPr>
        <w:jc w:val="right"/>
        <w:rPr>
          <w:i/>
          <w:sz w:val="22"/>
          <w:szCs w:val="22"/>
        </w:rPr>
      </w:pPr>
      <w:r w:rsidRPr="002941F7">
        <w:rPr>
          <w:i/>
          <w:sz w:val="22"/>
          <w:szCs w:val="22"/>
        </w:rPr>
        <w:t xml:space="preserve">Коллектив </w:t>
      </w:r>
      <w:r>
        <w:rPr>
          <w:i/>
          <w:sz w:val="22"/>
          <w:szCs w:val="22"/>
        </w:rPr>
        <w:t>КДК «Спектр»</w:t>
      </w:r>
    </w:p>
    <w:p w:rsidR="008A44AD" w:rsidRDefault="008A44AD" w:rsidP="002941F7">
      <w:pPr>
        <w:jc w:val="right"/>
        <w:rPr>
          <w:i/>
          <w:sz w:val="22"/>
          <w:szCs w:val="22"/>
        </w:rPr>
      </w:pPr>
    </w:p>
    <w:p w:rsidR="008A44AD" w:rsidRPr="002941F7" w:rsidRDefault="008A44AD" w:rsidP="002941F7">
      <w:pPr>
        <w:jc w:val="right"/>
        <w:rPr>
          <w:i/>
          <w:sz w:val="22"/>
          <w:szCs w:val="22"/>
        </w:rPr>
      </w:pPr>
      <w:r>
        <w:rPr>
          <w:noProof/>
        </w:rPr>
        <w:pict>
          <v:shape id="_x0000_s1042" type="#_x0000_t75" alt="7de6045deaae9a4331337a2362795bc7" style="position:absolute;left:0;text-align:left;margin-left:107.65pt;margin-top:1.05pt;width:36pt;height:21pt;z-index:-251655168;visibility:visible">
            <v:imagedata r:id="rId127" o:title=""/>
          </v:shape>
        </w:pict>
      </w:r>
      <w:r>
        <w:rPr>
          <w:noProof/>
        </w:rPr>
        <w:pict>
          <v:shape id="_x0000_s1043" type="#_x0000_t75" alt="7de6045deaae9a4331337a2362795bc7" style="position:absolute;left:0;text-align:left;margin-left:266.65pt;margin-top:1.05pt;width:36pt;height:21pt;z-index:-251654144;visibility:visible">
            <v:imagedata r:id="rId127" o:title=""/>
          </v:shape>
        </w:pict>
      </w:r>
    </w:p>
    <w:p w:rsidR="008A44AD" w:rsidRPr="00A635EA" w:rsidRDefault="008A44AD" w:rsidP="00A635EA">
      <w:pPr>
        <w:jc w:val="right"/>
        <w:rPr>
          <w:i/>
          <w:sz w:val="22"/>
          <w:szCs w:val="22"/>
        </w:rPr>
      </w:pPr>
    </w:p>
    <w:p w:rsidR="008A44AD" w:rsidRDefault="008A44AD" w:rsidP="002941F7">
      <w:pPr>
        <w:jc w:val="center"/>
        <w:rPr>
          <w:b/>
          <w:i/>
          <w:sz w:val="22"/>
          <w:szCs w:val="22"/>
        </w:rPr>
      </w:pPr>
      <w:r>
        <w:rPr>
          <w:noProof/>
        </w:rPr>
        <w:pict>
          <v:shapetype id="_x0000_t202" coordsize="21600,21600" o:spt="202" path="m,l,21600r21600,l21600,xe">
            <v:stroke joinstyle="miter"/>
            <v:path gradientshapeok="t" o:connecttype="rect"/>
          </v:shapetype>
          <v:shape id="_x0000_s1044" type="#_x0000_t202" style="position:absolute;left:0;text-align:left;margin-left:-14.6pt;margin-top:7.3pt;width:567.45pt;height:89pt;z-index:-251650048">
            <v:textbox style="mso-next-textbox:#_x0000_s1044">
              <w:txbxContent>
                <w:tbl>
                  <w:tblPr>
                    <w:tblW w:w="10845" w:type="dxa"/>
                    <w:tblCellSpacing w:w="0" w:type="dxa"/>
                    <w:tblCellMar>
                      <w:left w:w="0" w:type="dxa"/>
                      <w:right w:w="0" w:type="dxa"/>
                    </w:tblCellMar>
                    <w:tblLook w:val="0000"/>
                  </w:tblPr>
                  <w:tblGrid>
                    <w:gridCol w:w="3465"/>
                    <w:gridCol w:w="1800"/>
                    <w:gridCol w:w="2880"/>
                    <w:gridCol w:w="2700"/>
                  </w:tblGrid>
                  <w:tr w:rsidR="008A44AD" w:rsidRPr="00203412">
                    <w:trPr>
                      <w:cantSplit/>
                      <w:trHeight w:val="1260"/>
                      <w:tblCellSpacing w:w="0" w:type="dxa"/>
                    </w:trPr>
                    <w:tc>
                      <w:tcPr>
                        <w:tcW w:w="3465" w:type="dxa"/>
                        <w:tcBorders>
                          <w:top w:val="single" w:sz="18" w:space="0" w:color="000000"/>
                          <w:left w:val="single" w:sz="18" w:space="0" w:color="000000"/>
                          <w:bottom w:val="single" w:sz="18" w:space="0" w:color="000000"/>
                          <w:right w:val="single" w:sz="8" w:space="0" w:color="000000"/>
                        </w:tcBorders>
                      </w:tcPr>
                      <w:p w:rsidR="008A44AD" w:rsidRPr="00203412" w:rsidRDefault="008A44AD" w:rsidP="00C26AF6">
                        <w:pPr>
                          <w:jc w:val="center"/>
                          <w:rPr>
                            <w:sz w:val="20"/>
                            <w:szCs w:val="20"/>
                          </w:rPr>
                        </w:pPr>
                        <w:r w:rsidRPr="00203412">
                          <w:rPr>
                            <w:b/>
                            <w:bCs/>
                            <w:i/>
                            <w:iCs/>
                            <w:sz w:val="20"/>
                            <w:szCs w:val="20"/>
                            <w:u w:val="single"/>
                          </w:rPr>
                          <w:t>Учредитель :</w:t>
                        </w:r>
                      </w:p>
                      <w:p w:rsidR="008A44AD" w:rsidRPr="00203412" w:rsidRDefault="008A44AD" w:rsidP="00C26AF6">
                        <w:pPr>
                          <w:jc w:val="center"/>
                          <w:rPr>
                            <w:sz w:val="20"/>
                            <w:szCs w:val="20"/>
                          </w:rPr>
                        </w:pPr>
                        <w:r w:rsidRPr="00203412">
                          <w:rPr>
                            <w:b/>
                            <w:bCs/>
                            <w:sz w:val="20"/>
                            <w:szCs w:val="20"/>
                          </w:rPr>
                          <w:t>Администрация и Дума Радищевского городского поселения</w:t>
                        </w:r>
                      </w:p>
                    </w:tc>
                    <w:tc>
                      <w:tcPr>
                        <w:tcW w:w="1800" w:type="dxa"/>
                        <w:tcBorders>
                          <w:top w:val="single" w:sz="18" w:space="0" w:color="000000"/>
                          <w:left w:val="single" w:sz="8" w:space="0" w:color="000000"/>
                          <w:bottom w:val="single" w:sz="18" w:space="0" w:color="000000"/>
                          <w:right w:val="single" w:sz="8" w:space="0" w:color="000000"/>
                        </w:tcBorders>
                      </w:tcPr>
                      <w:p w:rsidR="008A44AD" w:rsidRPr="00203412" w:rsidRDefault="008A44AD" w:rsidP="00C26AF6">
                        <w:pPr>
                          <w:jc w:val="center"/>
                          <w:rPr>
                            <w:sz w:val="20"/>
                            <w:szCs w:val="20"/>
                          </w:rPr>
                        </w:pPr>
                        <w:r w:rsidRPr="00203412">
                          <w:rPr>
                            <w:b/>
                            <w:bCs/>
                            <w:i/>
                            <w:iCs/>
                            <w:sz w:val="20"/>
                            <w:szCs w:val="20"/>
                            <w:u w:val="single"/>
                          </w:rPr>
                          <w:t>Контактные телефоны</w:t>
                        </w:r>
                      </w:p>
                      <w:p w:rsidR="008A44AD" w:rsidRPr="00203412" w:rsidRDefault="008A44AD" w:rsidP="00540EBD">
                        <w:pPr>
                          <w:jc w:val="center"/>
                          <w:rPr>
                            <w:sz w:val="20"/>
                            <w:szCs w:val="20"/>
                          </w:rPr>
                        </w:pPr>
                        <w:r>
                          <w:rPr>
                            <w:bCs/>
                            <w:i/>
                            <w:iCs/>
                            <w:sz w:val="20"/>
                            <w:szCs w:val="20"/>
                            <w:u w:val="single"/>
                          </w:rPr>
                          <w:t>3-42-11</w:t>
                        </w:r>
                      </w:p>
                    </w:tc>
                    <w:tc>
                      <w:tcPr>
                        <w:tcW w:w="2880" w:type="dxa"/>
                        <w:tcBorders>
                          <w:top w:val="single" w:sz="18" w:space="0" w:color="000000"/>
                          <w:left w:val="single" w:sz="8" w:space="0" w:color="000000"/>
                          <w:bottom w:val="single" w:sz="18" w:space="0" w:color="000000"/>
                          <w:right w:val="single" w:sz="8" w:space="0" w:color="000000"/>
                        </w:tcBorders>
                      </w:tcPr>
                      <w:p w:rsidR="008A44AD" w:rsidRPr="00203412" w:rsidRDefault="008A44AD" w:rsidP="00C26AF6">
                        <w:pPr>
                          <w:jc w:val="center"/>
                          <w:rPr>
                            <w:sz w:val="20"/>
                            <w:szCs w:val="20"/>
                          </w:rPr>
                        </w:pPr>
                        <w:r w:rsidRPr="00203412">
                          <w:rPr>
                            <w:b/>
                            <w:bCs/>
                            <w:i/>
                            <w:iCs/>
                            <w:sz w:val="20"/>
                            <w:szCs w:val="20"/>
                            <w:u w:val="single"/>
                          </w:rPr>
                          <w:t>Наш адрес:</w:t>
                        </w:r>
                      </w:p>
                      <w:p w:rsidR="008A44AD" w:rsidRPr="00203412" w:rsidRDefault="008A44AD" w:rsidP="00A635EA">
                        <w:pPr>
                          <w:jc w:val="center"/>
                          <w:rPr>
                            <w:sz w:val="20"/>
                            <w:szCs w:val="20"/>
                          </w:rPr>
                        </w:pPr>
                        <w:r w:rsidRPr="00203412">
                          <w:rPr>
                            <w:b/>
                            <w:bCs/>
                            <w:sz w:val="20"/>
                            <w:szCs w:val="20"/>
                          </w:rPr>
                          <w:t>665698</w:t>
                        </w:r>
                      </w:p>
                      <w:p w:rsidR="008A44AD" w:rsidRPr="00203412" w:rsidRDefault="008A44AD" w:rsidP="00C26AF6">
                        <w:pPr>
                          <w:jc w:val="center"/>
                          <w:rPr>
                            <w:sz w:val="20"/>
                            <w:szCs w:val="20"/>
                          </w:rPr>
                        </w:pPr>
                        <w:r w:rsidRPr="00203412">
                          <w:rPr>
                            <w:b/>
                            <w:bCs/>
                            <w:sz w:val="20"/>
                            <w:szCs w:val="20"/>
                          </w:rPr>
                          <w:t>Иркутская область</w:t>
                        </w:r>
                      </w:p>
                      <w:p w:rsidR="008A44AD" w:rsidRPr="00203412" w:rsidRDefault="008A44AD" w:rsidP="00C26AF6">
                        <w:pPr>
                          <w:jc w:val="center"/>
                          <w:rPr>
                            <w:sz w:val="20"/>
                            <w:szCs w:val="20"/>
                          </w:rPr>
                        </w:pPr>
                        <w:r w:rsidRPr="00203412">
                          <w:rPr>
                            <w:b/>
                            <w:bCs/>
                            <w:sz w:val="20"/>
                            <w:szCs w:val="20"/>
                          </w:rPr>
                          <w:t>Нижнеилимский район</w:t>
                        </w:r>
                      </w:p>
                      <w:p w:rsidR="008A44AD" w:rsidRPr="00203412" w:rsidRDefault="008A44AD" w:rsidP="00C26AF6">
                        <w:pPr>
                          <w:jc w:val="center"/>
                          <w:rPr>
                            <w:sz w:val="20"/>
                            <w:szCs w:val="20"/>
                          </w:rPr>
                        </w:pPr>
                        <w:r w:rsidRPr="00203412">
                          <w:rPr>
                            <w:b/>
                            <w:bCs/>
                            <w:sz w:val="20"/>
                            <w:szCs w:val="20"/>
                          </w:rPr>
                          <w:t>Поселок Радищев, дом 2</w:t>
                        </w:r>
                      </w:p>
                    </w:tc>
                    <w:tc>
                      <w:tcPr>
                        <w:tcW w:w="2700" w:type="dxa"/>
                        <w:tcBorders>
                          <w:top w:val="single" w:sz="18" w:space="0" w:color="000000"/>
                          <w:left w:val="single" w:sz="8" w:space="0" w:color="000000"/>
                          <w:bottom w:val="single" w:sz="18" w:space="0" w:color="000000"/>
                          <w:right w:val="single" w:sz="18" w:space="0" w:color="000000"/>
                        </w:tcBorders>
                      </w:tcPr>
                      <w:p w:rsidR="008A44AD" w:rsidRPr="00203412" w:rsidRDefault="008A44AD" w:rsidP="00C26AF6">
                        <w:pPr>
                          <w:jc w:val="center"/>
                          <w:rPr>
                            <w:sz w:val="20"/>
                            <w:szCs w:val="20"/>
                          </w:rPr>
                        </w:pPr>
                        <w:r w:rsidRPr="00203412">
                          <w:rPr>
                            <w:b/>
                            <w:bCs/>
                            <w:sz w:val="20"/>
                            <w:szCs w:val="20"/>
                          </w:rPr>
                          <w:t>Тираж  8 экземпляров</w:t>
                        </w:r>
                      </w:p>
                      <w:p w:rsidR="008A44AD" w:rsidRPr="00203412" w:rsidRDefault="008A44AD" w:rsidP="00C26AF6">
                        <w:pPr>
                          <w:jc w:val="center"/>
                          <w:rPr>
                            <w:sz w:val="20"/>
                            <w:szCs w:val="20"/>
                          </w:rPr>
                        </w:pPr>
                        <w:r w:rsidRPr="00203412">
                          <w:rPr>
                            <w:sz w:val="20"/>
                            <w:szCs w:val="20"/>
                          </w:rPr>
                          <w:t>Газета</w:t>
                        </w:r>
                      </w:p>
                      <w:p w:rsidR="008A44AD" w:rsidRPr="00203412" w:rsidRDefault="008A44AD" w:rsidP="00C26AF6">
                        <w:pPr>
                          <w:jc w:val="center"/>
                          <w:rPr>
                            <w:sz w:val="20"/>
                            <w:szCs w:val="20"/>
                          </w:rPr>
                        </w:pPr>
                        <w:r w:rsidRPr="00203412">
                          <w:rPr>
                            <w:sz w:val="20"/>
                            <w:szCs w:val="20"/>
                          </w:rPr>
                          <w:t>«Вести Радищевского МО»</w:t>
                        </w:r>
                      </w:p>
                      <w:p w:rsidR="008A44AD" w:rsidRDefault="008A44AD" w:rsidP="00C26AF6">
                        <w:pPr>
                          <w:jc w:val="center"/>
                          <w:rPr>
                            <w:sz w:val="20"/>
                            <w:szCs w:val="20"/>
                            <w:u w:val="single"/>
                          </w:rPr>
                        </w:pPr>
                        <w:r w:rsidRPr="00203412">
                          <w:rPr>
                            <w:sz w:val="20"/>
                            <w:szCs w:val="20"/>
                            <w:u w:val="single"/>
                          </w:rPr>
                          <w:t>Выходит 2 раза в месяц</w:t>
                        </w:r>
                      </w:p>
                      <w:p w:rsidR="008A44AD" w:rsidRDefault="008A44AD" w:rsidP="00C26AF6">
                        <w:pPr>
                          <w:jc w:val="center"/>
                          <w:rPr>
                            <w:sz w:val="20"/>
                            <w:szCs w:val="20"/>
                            <w:u w:val="single"/>
                          </w:rPr>
                        </w:pPr>
                        <w:r>
                          <w:rPr>
                            <w:sz w:val="20"/>
                            <w:szCs w:val="20"/>
                            <w:u w:val="single"/>
                          </w:rPr>
                          <w:t>Распространяется бесплатно</w:t>
                        </w:r>
                        <w:r w:rsidRPr="00203412">
                          <w:rPr>
                            <w:sz w:val="20"/>
                            <w:szCs w:val="20"/>
                            <w:u w:val="single"/>
                          </w:rPr>
                          <w:t>.</w:t>
                        </w:r>
                      </w:p>
                      <w:p w:rsidR="008A44AD" w:rsidRPr="00203412" w:rsidRDefault="008A44AD" w:rsidP="00C26AF6">
                        <w:pPr>
                          <w:jc w:val="center"/>
                          <w:rPr>
                            <w:sz w:val="20"/>
                            <w:szCs w:val="20"/>
                          </w:rPr>
                        </w:pPr>
                        <w:r>
                          <w:rPr>
                            <w:sz w:val="20"/>
                            <w:szCs w:val="20"/>
                            <w:u w:val="single"/>
                          </w:rPr>
                          <w:t>Ред. Камозина Л.В.</w:t>
                        </w:r>
                      </w:p>
                    </w:tc>
                  </w:tr>
                </w:tbl>
                <w:p w:rsidR="008A44AD" w:rsidRDefault="008A44AD" w:rsidP="009F1097"/>
              </w:txbxContent>
            </v:textbox>
          </v:shape>
        </w:pict>
      </w: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r>
        <w:rPr>
          <w:noProof/>
        </w:rPr>
        <w:pict>
          <v:shape id="Рисунок 268" o:spid="_x0000_s1045" type="#_x0000_t75" alt="ea13c9ddbd445a49cec90ee199af7d18" style="position:absolute;left:0;text-align:left;margin-left:-17pt;margin-top:7.05pt;width:282.95pt;height:269.2pt;z-index:251664384;visibility:visible">
            <v:imagedata r:id="rId128" o:title=""/>
          </v:shape>
        </w:pict>
      </w: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2941F7">
      <w:pPr>
        <w:jc w:val="center"/>
        <w:rPr>
          <w:b/>
          <w:i/>
          <w:sz w:val="22"/>
          <w:szCs w:val="22"/>
        </w:rPr>
      </w:pPr>
    </w:p>
    <w:p w:rsidR="008A44AD" w:rsidRDefault="008A44AD" w:rsidP="009F1097">
      <w:pPr>
        <w:rPr>
          <w:b/>
          <w:sz w:val="22"/>
          <w:szCs w:val="22"/>
        </w:rPr>
      </w:pPr>
    </w:p>
    <w:p w:rsidR="008A44AD" w:rsidRPr="002941F7" w:rsidRDefault="008A44AD" w:rsidP="002941F7">
      <w:pPr>
        <w:jc w:val="center"/>
        <w:rPr>
          <w:b/>
          <w:sz w:val="22"/>
          <w:szCs w:val="22"/>
        </w:rPr>
      </w:pPr>
    </w:p>
    <w:p w:rsidR="008A44AD" w:rsidRDefault="008A44AD" w:rsidP="002941F7">
      <w:pPr>
        <w:jc w:val="center"/>
        <w:rPr>
          <w:sz w:val="22"/>
          <w:szCs w:val="22"/>
        </w:rPr>
      </w:pPr>
    </w:p>
    <w:p w:rsidR="008A44AD" w:rsidRDefault="008A44AD" w:rsidP="002941F7">
      <w:pPr>
        <w:jc w:val="center"/>
        <w:rPr>
          <w:sz w:val="22"/>
          <w:szCs w:val="22"/>
        </w:rPr>
      </w:pPr>
    </w:p>
    <w:p w:rsidR="008A44AD" w:rsidRDefault="008A44AD" w:rsidP="002941F7">
      <w:pPr>
        <w:jc w:val="center"/>
        <w:rPr>
          <w:sz w:val="22"/>
          <w:szCs w:val="22"/>
        </w:rPr>
      </w:pPr>
    </w:p>
    <w:p w:rsidR="008A44AD" w:rsidRDefault="008A44AD" w:rsidP="002941F7">
      <w:pPr>
        <w:spacing w:line="360" w:lineRule="auto"/>
        <w:jc w:val="center"/>
        <w:rPr>
          <w:sz w:val="20"/>
          <w:szCs w:val="20"/>
        </w:rPr>
      </w:pPr>
    </w:p>
    <w:p w:rsidR="008A44AD" w:rsidRDefault="008A44AD" w:rsidP="009F1097">
      <w:pPr>
        <w:jc w:val="center"/>
        <w:rPr>
          <w:sz w:val="22"/>
          <w:szCs w:val="22"/>
        </w:rPr>
      </w:pPr>
    </w:p>
    <w:p w:rsidR="008A44AD" w:rsidRDefault="008A44AD" w:rsidP="009F1097">
      <w:pPr>
        <w:jc w:val="center"/>
        <w:rPr>
          <w:sz w:val="22"/>
          <w:szCs w:val="22"/>
        </w:rPr>
      </w:pPr>
    </w:p>
    <w:p w:rsidR="008A44AD" w:rsidRPr="008E646B" w:rsidRDefault="008A44AD" w:rsidP="009F1097">
      <w:pPr>
        <w:jc w:val="center"/>
        <w:rPr>
          <w:sz w:val="22"/>
          <w:szCs w:val="22"/>
        </w:rPr>
      </w:pPr>
      <w:r w:rsidRPr="008E646B">
        <w:rPr>
          <w:sz w:val="22"/>
          <w:szCs w:val="22"/>
        </w:rPr>
        <w:t>Поздравляем с ДНЕМ  РОЖДЕНИЯ!</w:t>
      </w:r>
    </w:p>
    <w:p w:rsidR="008A44AD" w:rsidRPr="00F75E03" w:rsidRDefault="008A44AD" w:rsidP="009F1097">
      <w:pPr>
        <w:jc w:val="center"/>
      </w:pPr>
      <w:r w:rsidRPr="00F75E03">
        <w:rPr>
          <w:b/>
        </w:rPr>
        <w:t>КОЗЛОВА  СТАНИСЛАВА ВЛАДИМИРОВИЧА!</w:t>
      </w:r>
    </w:p>
    <w:p w:rsidR="008A44AD" w:rsidRPr="008E646B" w:rsidRDefault="008A44AD" w:rsidP="009F1097">
      <w:pPr>
        <w:jc w:val="center"/>
        <w:rPr>
          <w:sz w:val="22"/>
          <w:szCs w:val="22"/>
        </w:rPr>
      </w:pPr>
      <w:r w:rsidRPr="008E646B">
        <w:rPr>
          <w:sz w:val="22"/>
          <w:szCs w:val="22"/>
        </w:rPr>
        <w:t>С Днем рожденья, вас, поздравляем,</w:t>
      </w:r>
    </w:p>
    <w:p w:rsidR="008A44AD" w:rsidRPr="008E646B" w:rsidRDefault="008A44AD" w:rsidP="009F1097">
      <w:pPr>
        <w:jc w:val="center"/>
        <w:rPr>
          <w:sz w:val="22"/>
          <w:szCs w:val="22"/>
        </w:rPr>
      </w:pPr>
      <w:r w:rsidRPr="008E646B">
        <w:rPr>
          <w:sz w:val="22"/>
          <w:szCs w:val="22"/>
        </w:rPr>
        <w:t>И желаем вам не грустить!</w:t>
      </w:r>
    </w:p>
    <w:p w:rsidR="008A44AD" w:rsidRDefault="008A44AD" w:rsidP="009F1097">
      <w:pPr>
        <w:jc w:val="center"/>
        <w:rPr>
          <w:sz w:val="22"/>
          <w:szCs w:val="22"/>
        </w:rPr>
      </w:pPr>
      <w:r w:rsidRPr="008E646B">
        <w:rPr>
          <w:sz w:val="22"/>
          <w:szCs w:val="22"/>
        </w:rPr>
        <w:t>Слез, обид и печалей не зная,</w:t>
      </w:r>
    </w:p>
    <w:p w:rsidR="008A44AD" w:rsidRPr="008E646B" w:rsidRDefault="008A44AD" w:rsidP="009F1097">
      <w:pPr>
        <w:jc w:val="center"/>
        <w:rPr>
          <w:sz w:val="22"/>
          <w:szCs w:val="22"/>
        </w:rPr>
      </w:pPr>
      <w:r w:rsidRPr="008E646B">
        <w:rPr>
          <w:sz w:val="22"/>
          <w:szCs w:val="22"/>
        </w:rPr>
        <w:t>Быть любимым и вечно любить.</w:t>
      </w:r>
    </w:p>
    <w:p w:rsidR="008A44AD" w:rsidRDefault="008A44AD" w:rsidP="009F1097">
      <w:pPr>
        <w:spacing w:line="360" w:lineRule="auto"/>
        <w:jc w:val="right"/>
        <w:rPr>
          <w:sz w:val="20"/>
          <w:szCs w:val="20"/>
        </w:rPr>
      </w:pPr>
      <w:r w:rsidRPr="009F1097">
        <w:rPr>
          <w:i/>
          <w:noProof/>
          <w:sz w:val="22"/>
          <w:szCs w:val="22"/>
        </w:rPr>
        <w:t>родные</w:t>
      </w:r>
    </w:p>
    <w:p w:rsidR="008A44AD" w:rsidRDefault="008A44AD" w:rsidP="00CA1294">
      <w:pPr>
        <w:spacing w:line="360" w:lineRule="auto"/>
        <w:rPr>
          <w:sz w:val="20"/>
          <w:szCs w:val="20"/>
        </w:rPr>
      </w:pPr>
    </w:p>
    <w:p w:rsidR="008A44AD" w:rsidRDefault="008A44AD" w:rsidP="00CA1294">
      <w:pPr>
        <w:spacing w:line="360" w:lineRule="auto"/>
        <w:rPr>
          <w:sz w:val="20"/>
          <w:szCs w:val="20"/>
        </w:rPr>
      </w:pPr>
    </w:p>
    <w:p w:rsidR="008A44AD" w:rsidRDefault="008A44AD" w:rsidP="00CA1294">
      <w:pPr>
        <w:spacing w:line="360" w:lineRule="auto"/>
        <w:rPr>
          <w:sz w:val="20"/>
          <w:szCs w:val="20"/>
        </w:rPr>
      </w:pPr>
    </w:p>
    <w:p w:rsidR="008A44AD" w:rsidRPr="00F75E03" w:rsidRDefault="008A44AD" w:rsidP="009F1097">
      <w:pPr>
        <w:jc w:val="center"/>
        <w:rPr>
          <w:b/>
        </w:rPr>
      </w:pPr>
      <w:r>
        <w:t>Г</w:t>
      </w:r>
      <w:r w:rsidRPr="00F75E03">
        <w:t xml:space="preserve">азета </w:t>
      </w:r>
      <w:r w:rsidRPr="00F75E03">
        <w:rPr>
          <w:b/>
        </w:rPr>
        <w:t>«Вести Радищевского МО»</w:t>
      </w:r>
    </w:p>
    <w:p w:rsidR="008A44AD" w:rsidRPr="00F75E03" w:rsidRDefault="008A44AD" w:rsidP="009F1097">
      <w:pPr>
        <w:jc w:val="center"/>
      </w:pPr>
      <w:r w:rsidRPr="00F75E03">
        <w:t>принимает бесплатные объявления и поздравления.</w:t>
      </w:r>
    </w:p>
    <w:p w:rsidR="008A44AD" w:rsidRPr="001538F7" w:rsidRDefault="008A44AD" w:rsidP="009F1097">
      <w:pPr>
        <w:jc w:val="center"/>
      </w:pPr>
      <w:r>
        <w:rPr>
          <w:noProof/>
        </w:rPr>
        <w:pict>
          <v:shape id="_x0000_s1046" type="#_x0000_t75" alt="BD04922_" style="position:absolute;left:0;text-align:left;margin-left:38.4pt;margin-top:10.95pt;width:26pt;height:36pt;rotation:-932882fd;z-index:251667456;visibility:visible">
            <v:imagedata r:id="rId129" o:title=""/>
          </v:shape>
        </w:pict>
      </w:r>
      <w:r w:rsidRPr="00F75E03">
        <w:t>Для этого необходимо позвонить по</w:t>
      </w:r>
    </w:p>
    <w:p w:rsidR="008A44AD" w:rsidRPr="001538F7" w:rsidRDefault="008A44AD" w:rsidP="009F1097">
      <w:pPr>
        <w:jc w:val="center"/>
      </w:pPr>
      <w:r>
        <w:t>тел. 3-42-11</w:t>
      </w:r>
    </w:p>
    <w:p w:rsidR="008A44AD" w:rsidRPr="003C5C3D" w:rsidRDefault="008A44AD" w:rsidP="009F1097">
      <w:pPr>
        <w:jc w:val="center"/>
      </w:pPr>
    </w:p>
    <w:p w:rsidR="008A44AD" w:rsidRPr="00F75E03" w:rsidRDefault="008A44AD" w:rsidP="009F1097">
      <w:pPr>
        <w:jc w:val="center"/>
      </w:pPr>
      <w:r w:rsidRPr="00F75E03">
        <w:t xml:space="preserve">или обратиться лично в </w:t>
      </w:r>
    </w:p>
    <w:p w:rsidR="008A44AD" w:rsidRPr="00F75E03" w:rsidRDefault="008A44AD" w:rsidP="009F1097">
      <w:pPr>
        <w:jc w:val="center"/>
        <w:rPr>
          <w:b/>
          <w:i/>
          <w:sz w:val="20"/>
          <w:szCs w:val="20"/>
          <w:u w:val="single"/>
        </w:rPr>
      </w:pPr>
      <w:r w:rsidRPr="00F75E03">
        <w:t>Администрацию</w:t>
      </w:r>
      <w:r w:rsidRPr="00F75E03">
        <w:rPr>
          <w:sz w:val="20"/>
          <w:szCs w:val="20"/>
        </w:rPr>
        <w:t xml:space="preserve"> РГП</w:t>
      </w:r>
    </w:p>
    <w:p w:rsidR="008A44AD" w:rsidRPr="000658C2" w:rsidRDefault="008A44AD" w:rsidP="009F1097"/>
    <w:p w:rsidR="008A44AD" w:rsidRDefault="008A44AD" w:rsidP="00CA1294">
      <w:pPr>
        <w:spacing w:line="360" w:lineRule="auto"/>
        <w:rPr>
          <w:sz w:val="20"/>
          <w:szCs w:val="20"/>
        </w:rPr>
      </w:pPr>
    </w:p>
    <w:p w:rsidR="008A44AD" w:rsidRDefault="008A44AD" w:rsidP="00CA1294">
      <w:pPr>
        <w:spacing w:line="360" w:lineRule="auto"/>
        <w:rPr>
          <w:sz w:val="20"/>
          <w:szCs w:val="20"/>
        </w:rPr>
      </w:pPr>
    </w:p>
    <w:p w:rsidR="008A44AD" w:rsidRDefault="008A44AD" w:rsidP="00CA1294">
      <w:pPr>
        <w:spacing w:line="360" w:lineRule="auto"/>
        <w:rPr>
          <w:sz w:val="20"/>
          <w:szCs w:val="20"/>
        </w:rPr>
      </w:pPr>
      <w:r>
        <w:rPr>
          <w:noProof/>
        </w:rPr>
        <w:pict>
          <v:shape id="_x0000_s1047" type="#_x0000_t75" alt="7de6045deaae9a4331337a2362795bc7" style="position:absolute;margin-left:101.65pt;margin-top:2.65pt;width:36pt;height:21pt;z-index:-251653120;visibility:visible">
            <v:imagedata r:id="rId127" o:title=""/>
          </v:shape>
        </w:pict>
      </w:r>
    </w:p>
    <w:p w:rsidR="008A44AD" w:rsidRDefault="008A44AD" w:rsidP="00CA1294">
      <w:pPr>
        <w:spacing w:line="360" w:lineRule="auto"/>
        <w:rPr>
          <w:sz w:val="20"/>
          <w:szCs w:val="20"/>
        </w:rPr>
      </w:pPr>
    </w:p>
    <w:p w:rsidR="008A44AD" w:rsidRDefault="008A44AD" w:rsidP="00CA1294">
      <w:pPr>
        <w:spacing w:line="360" w:lineRule="auto"/>
        <w:rPr>
          <w:sz w:val="20"/>
          <w:szCs w:val="20"/>
        </w:rPr>
      </w:pPr>
    </w:p>
    <w:p w:rsidR="008A44AD" w:rsidRDefault="008A44AD" w:rsidP="00CA1294">
      <w:pPr>
        <w:spacing w:line="360" w:lineRule="auto"/>
        <w:rPr>
          <w:sz w:val="20"/>
          <w:szCs w:val="20"/>
        </w:rPr>
      </w:pPr>
    </w:p>
    <w:p w:rsidR="008A44AD" w:rsidRDefault="008A44AD" w:rsidP="00D1180A">
      <w:pPr>
        <w:jc w:val="both"/>
        <w:rPr>
          <w:sz w:val="28"/>
          <w:szCs w:val="28"/>
        </w:rPr>
      </w:pPr>
    </w:p>
    <w:sectPr w:rsidR="008A44AD" w:rsidSect="00852671">
      <w:footerReference w:type="even" r:id="rId130"/>
      <w:footerReference w:type="default" r:id="rId131"/>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4AD" w:rsidRDefault="008A44AD">
      <w:r>
        <w:separator/>
      </w:r>
    </w:p>
  </w:endnote>
  <w:endnote w:type="continuationSeparator" w:id="0">
    <w:p w:rsidR="008A44AD" w:rsidRDefault="008A44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AD" w:rsidRDefault="008A44AD"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rsidR="008A44AD" w:rsidRDefault="008A44AD" w:rsidP="00D36F1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AD" w:rsidRDefault="008A44AD" w:rsidP="00402A96">
    <w:pPr>
      <w:pStyle w:val="Foot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- 1 -</w:t>
    </w:r>
    <w:r>
      <w:rPr>
        <w:rStyle w:val="PageNumber"/>
      </w:rPr>
      <w:fldChar w:fldCharType="end"/>
    </w:r>
  </w:p>
  <w:p w:rsidR="008A44AD" w:rsidRDefault="008A44AD" w:rsidP="00D36F1E">
    <w:pPr>
      <w:pStyle w:val="Footer"/>
      <w:ind w:right="360" w:firstLine="360"/>
    </w:pPr>
    <w:r>
      <w:t>ВЕСТНИК Радищевского муниципального образования №19 (201) от 01.09.2015г.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AD" w:rsidRDefault="008A44AD" w:rsidP="00A67E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A44AD" w:rsidRDefault="008A44A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AD" w:rsidRDefault="008A44AD" w:rsidP="00A67E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8A44AD" w:rsidRDefault="008A44AD" w:rsidP="000F5C9D">
    <w:pPr>
      <w:pStyle w:val="Footer"/>
      <w:ind w:right="360" w:firstLine="360"/>
    </w:pPr>
    <w:r>
      <w:t>ВЕСТНИК Радищевского муниципального образования №19 (201) от 01.09.2015г.</w:t>
    </w:r>
  </w:p>
  <w:p w:rsidR="008A44AD" w:rsidRDefault="008A44AD" w:rsidP="000F5C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4AD" w:rsidRDefault="008A44AD">
      <w:r>
        <w:separator/>
      </w:r>
    </w:p>
  </w:footnote>
  <w:footnote w:type="continuationSeparator" w:id="0">
    <w:p w:rsidR="008A44AD" w:rsidRDefault="008A44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3A44EE0"/>
    <w:lvl w:ilvl="0">
      <w:start w:val="1"/>
      <w:numFmt w:val="decimal"/>
      <w:lvlText w:val="%1."/>
      <w:lvlJc w:val="left"/>
      <w:pPr>
        <w:tabs>
          <w:tab w:val="num" w:pos="643"/>
        </w:tabs>
        <w:ind w:left="643" w:hanging="360"/>
      </w:pPr>
      <w:rPr>
        <w:rFonts w:cs="Times New Roman"/>
      </w:rPr>
    </w:lvl>
  </w:abstractNum>
  <w:abstractNum w:abstractNumId="1">
    <w:nsid w:val="008476F9"/>
    <w:multiLevelType w:val="multilevel"/>
    <w:tmpl w:val="1B862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BC5AD4"/>
    <w:multiLevelType w:val="multilevel"/>
    <w:tmpl w:val="8092C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6B513F"/>
    <w:multiLevelType w:val="multilevel"/>
    <w:tmpl w:val="49AA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A546370"/>
    <w:multiLevelType w:val="multilevel"/>
    <w:tmpl w:val="3A3A18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C665D9B"/>
    <w:multiLevelType w:val="multilevel"/>
    <w:tmpl w:val="B3E86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11D3A9D"/>
    <w:multiLevelType w:val="multilevel"/>
    <w:tmpl w:val="919C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97014FB"/>
    <w:multiLevelType w:val="multilevel"/>
    <w:tmpl w:val="20E42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04A6313"/>
    <w:multiLevelType w:val="multilevel"/>
    <w:tmpl w:val="1BA4A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7618D4"/>
    <w:multiLevelType w:val="multilevel"/>
    <w:tmpl w:val="60029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6A2A19"/>
    <w:multiLevelType w:val="multilevel"/>
    <w:tmpl w:val="6C30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1712343"/>
    <w:multiLevelType w:val="multilevel"/>
    <w:tmpl w:val="D326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55027E1"/>
    <w:multiLevelType w:val="multilevel"/>
    <w:tmpl w:val="176E2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C876936"/>
    <w:multiLevelType w:val="multilevel"/>
    <w:tmpl w:val="0AD2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1135E78"/>
    <w:multiLevelType w:val="multilevel"/>
    <w:tmpl w:val="D410E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5331367"/>
    <w:multiLevelType w:val="multilevel"/>
    <w:tmpl w:val="23BC4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6267C1C"/>
    <w:multiLevelType w:val="singleLevel"/>
    <w:tmpl w:val="2A50B412"/>
    <w:lvl w:ilvl="0">
      <w:start w:val="2"/>
      <w:numFmt w:val="decimal"/>
      <w:lvlText w:val="%1."/>
      <w:legacy w:legacy="1" w:legacySpace="0" w:legacyIndent="318"/>
      <w:lvlJc w:val="left"/>
      <w:rPr>
        <w:rFonts w:ascii="Times New Roman" w:hAnsi="Times New Roman" w:cs="Times New Roman" w:hint="default"/>
      </w:rPr>
    </w:lvl>
  </w:abstractNum>
  <w:abstractNum w:abstractNumId="17">
    <w:nsid w:val="40CC00A5"/>
    <w:multiLevelType w:val="multilevel"/>
    <w:tmpl w:val="F454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BBC21CC"/>
    <w:multiLevelType w:val="singleLevel"/>
    <w:tmpl w:val="96A6F842"/>
    <w:lvl w:ilvl="0">
      <w:start w:val="1"/>
      <w:numFmt w:val="decimal"/>
      <w:lvlText w:val="%1."/>
      <w:legacy w:legacy="1" w:legacySpace="0" w:legacyIndent="288"/>
      <w:lvlJc w:val="left"/>
      <w:rPr>
        <w:rFonts w:ascii="Times New Roman" w:hAnsi="Times New Roman" w:cs="Times New Roman" w:hint="default"/>
      </w:rPr>
    </w:lvl>
  </w:abstractNum>
  <w:abstractNum w:abstractNumId="19">
    <w:nsid w:val="5042496C"/>
    <w:multiLevelType w:val="multilevel"/>
    <w:tmpl w:val="12163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2153BB4"/>
    <w:multiLevelType w:val="multilevel"/>
    <w:tmpl w:val="3952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A052BF2"/>
    <w:multiLevelType w:val="multilevel"/>
    <w:tmpl w:val="311C54C6"/>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22">
    <w:nsid w:val="5A2A3E43"/>
    <w:multiLevelType w:val="multilevel"/>
    <w:tmpl w:val="B2BA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E97082B"/>
    <w:multiLevelType w:val="multilevel"/>
    <w:tmpl w:val="0B2AB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EBD532F"/>
    <w:multiLevelType w:val="multilevel"/>
    <w:tmpl w:val="E7928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40F6952"/>
    <w:multiLevelType w:val="multilevel"/>
    <w:tmpl w:val="8E8645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BA27145"/>
    <w:multiLevelType w:val="multilevel"/>
    <w:tmpl w:val="61E60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22A1142"/>
    <w:multiLevelType w:val="multilevel"/>
    <w:tmpl w:val="89A6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7BD1460D"/>
    <w:multiLevelType w:val="multilevel"/>
    <w:tmpl w:val="2FCE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7EC23A0C"/>
    <w:multiLevelType w:val="multilevel"/>
    <w:tmpl w:val="364A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15"/>
  </w:num>
  <w:num w:numId="13">
    <w:abstractNumId w:val="25"/>
  </w:num>
  <w:num w:numId="14">
    <w:abstractNumId w:val="23"/>
  </w:num>
  <w:num w:numId="15">
    <w:abstractNumId w:val="27"/>
  </w:num>
  <w:num w:numId="16">
    <w:abstractNumId w:val="26"/>
  </w:num>
  <w:num w:numId="17">
    <w:abstractNumId w:val="7"/>
  </w:num>
  <w:num w:numId="18">
    <w:abstractNumId w:val="12"/>
  </w:num>
  <w:num w:numId="19">
    <w:abstractNumId w:val="3"/>
  </w:num>
  <w:num w:numId="20">
    <w:abstractNumId w:val="6"/>
  </w:num>
  <w:num w:numId="21">
    <w:abstractNumId w:val="5"/>
  </w:num>
  <w:num w:numId="22">
    <w:abstractNumId w:val="17"/>
  </w:num>
  <w:num w:numId="23">
    <w:abstractNumId w:val="11"/>
  </w:num>
  <w:num w:numId="24">
    <w:abstractNumId w:val="13"/>
  </w:num>
  <w:num w:numId="25">
    <w:abstractNumId w:val="19"/>
  </w:num>
  <w:num w:numId="26">
    <w:abstractNumId w:val="14"/>
  </w:num>
  <w:num w:numId="27">
    <w:abstractNumId w:val="24"/>
  </w:num>
  <w:num w:numId="28">
    <w:abstractNumId w:val="21"/>
  </w:num>
  <w:num w:numId="29">
    <w:abstractNumId w:val="18"/>
  </w:num>
  <w:num w:numId="30">
    <w:abstractNumId w:val="16"/>
  </w:num>
  <w:num w:numId="31">
    <w:abstractNumId w:val="8"/>
  </w:num>
  <w:num w:numId="32">
    <w:abstractNumId w:val="10"/>
  </w:num>
  <w:num w:numId="33">
    <w:abstractNumId w:val="4"/>
  </w:num>
  <w:num w:numId="34">
    <w:abstractNumId w:val="29"/>
  </w:num>
  <w:num w:numId="35">
    <w:abstractNumId w:val="28"/>
  </w:num>
  <w:num w:numId="36">
    <w:abstractNumId w:val="22"/>
  </w:num>
  <w:num w:numId="37">
    <w:abstractNumId w:val="1"/>
  </w:num>
  <w:num w:numId="38">
    <w:abstractNumId w:val="2"/>
  </w:num>
  <w:num w:numId="39">
    <w:abstractNumId w:val="20"/>
  </w:num>
  <w:num w:numId="40">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476E"/>
    <w:rsid w:val="000058A7"/>
    <w:rsid w:val="00017DB0"/>
    <w:rsid w:val="00022493"/>
    <w:rsid w:val="0002274B"/>
    <w:rsid w:val="000245E9"/>
    <w:rsid w:val="00035DC6"/>
    <w:rsid w:val="000374BC"/>
    <w:rsid w:val="00045102"/>
    <w:rsid w:val="000571F5"/>
    <w:rsid w:val="00057BBB"/>
    <w:rsid w:val="0006434E"/>
    <w:rsid w:val="000658C2"/>
    <w:rsid w:val="00066427"/>
    <w:rsid w:val="00081A09"/>
    <w:rsid w:val="00084A0B"/>
    <w:rsid w:val="00093AA8"/>
    <w:rsid w:val="00094A56"/>
    <w:rsid w:val="000A23E2"/>
    <w:rsid w:val="000A4402"/>
    <w:rsid w:val="000D491D"/>
    <w:rsid w:val="000D70A8"/>
    <w:rsid w:val="000F365E"/>
    <w:rsid w:val="000F38DF"/>
    <w:rsid w:val="000F5C9D"/>
    <w:rsid w:val="000F5D93"/>
    <w:rsid w:val="0011366A"/>
    <w:rsid w:val="00113836"/>
    <w:rsid w:val="001202AB"/>
    <w:rsid w:val="001538F7"/>
    <w:rsid w:val="00156936"/>
    <w:rsid w:val="001644B2"/>
    <w:rsid w:val="00173E43"/>
    <w:rsid w:val="0017620E"/>
    <w:rsid w:val="00183F5D"/>
    <w:rsid w:val="00185666"/>
    <w:rsid w:val="00190BDF"/>
    <w:rsid w:val="00194075"/>
    <w:rsid w:val="0019575A"/>
    <w:rsid w:val="00195ED1"/>
    <w:rsid w:val="001B155C"/>
    <w:rsid w:val="001B5664"/>
    <w:rsid w:val="001C4B24"/>
    <w:rsid w:val="001D048D"/>
    <w:rsid w:val="001D0D36"/>
    <w:rsid w:val="001D20C6"/>
    <w:rsid w:val="001D3C73"/>
    <w:rsid w:val="001E1175"/>
    <w:rsid w:val="001E1FB4"/>
    <w:rsid w:val="001F1863"/>
    <w:rsid w:val="001F5A1E"/>
    <w:rsid w:val="00203412"/>
    <w:rsid w:val="00203FF9"/>
    <w:rsid w:val="0020650B"/>
    <w:rsid w:val="00211137"/>
    <w:rsid w:val="00213AB6"/>
    <w:rsid w:val="00214705"/>
    <w:rsid w:val="00214ED7"/>
    <w:rsid w:val="002334DD"/>
    <w:rsid w:val="00257F7A"/>
    <w:rsid w:val="00260E4A"/>
    <w:rsid w:val="002941F7"/>
    <w:rsid w:val="00295EE6"/>
    <w:rsid w:val="002A5B77"/>
    <w:rsid w:val="002A7190"/>
    <w:rsid w:val="002B1EED"/>
    <w:rsid w:val="002C11BC"/>
    <w:rsid w:val="002D2B3C"/>
    <w:rsid w:val="002D7FE4"/>
    <w:rsid w:val="002E0ABF"/>
    <w:rsid w:val="002E5E4C"/>
    <w:rsid w:val="002E7175"/>
    <w:rsid w:val="002F0CE4"/>
    <w:rsid w:val="002F34B9"/>
    <w:rsid w:val="00301B8E"/>
    <w:rsid w:val="003055C8"/>
    <w:rsid w:val="003063B0"/>
    <w:rsid w:val="00325D8C"/>
    <w:rsid w:val="00327F4F"/>
    <w:rsid w:val="00334C61"/>
    <w:rsid w:val="00334EC7"/>
    <w:rsid w:val="00357B69"/>
    <w:rsid w:val="003608A6"/>
    <w:rsid w:val="00363204"/>
    <w:rsid w:val="00367081"/>
    <w:rsid w:val="00371695"/>
    <w:rsid w:val="003A19DC"/>
    <w:rsid w:val="003A4FC3"/>
    <w:rsid w:val="003B1A1A"/>
    <w:rsid w:val="003C01D3"/>
    <w:rsid w:val="003C4E8F"/>
    <w:rsid w:val="003C5C3D"/>
    <w:rsid w:val="003D04F8"/>
    <w:rsid w:val="003E098E"/>
    <w:rsid w:val="003E25E7"/>
    <w:rsid w:val="00402A96"/>
    <w:rsid w:val="00407B7D"/>
    <w:rsid w:val="00412A31"/>
    <w:rsid w:val="00421416"/>
    <w:rsid w:val="004243CF"/>
    <w:rsid w:val="004367A5"/>
    <w:rsid w:val="00441A06"/>
    <w:rsid w:val="00441FD0"/>
    <w:rsid w:val="00442DD7"/>
    <w:rsid w:val="00450DE8"/>
    <w:rsid w:val="00451201"/>
    <w:rsid w:val="00452749"/>
    <w:rsid w:val="00456CFE"/>
    <w:rsid w:val="00482084"/>
    <w:rsid w:val="0049093B"/>
    <w:rsid w:val="004912C5"/>
    <w:rsid w:val="004944A3"/>
    <w:rsid w:val="004B471B"/>
    <w:rsid w:val="004B608D"/>
    <w:rsid w:val="004C06CE"/>
    <w:rsid w:val="004D3ECE"/>
    <w:rsid w:val="004F468F"/>
    <w:rsid w:val="004F4FA8"/>
    <w:rsid w:val="004F6AA6"/>
    <w:rsid w:val="005112F9"/>
    <w:rsid w:val="00511489"/>
    <w:rsid w:val="00514AB4"/>
    <w:rsid w:val="00533A6C"/>
    <w:rsid w:val="00540EBD"/>
    <w:rsid w:val="00542C93"/>
    <w:rsid w:val="005466FE"/>
    <w:rsid w:val="005509B3"/>
    <w:rsid w:val="00555AEF"/>
    <w:rsid w:val="0056343E"/>
    <w:rsid w:val="00565CF6"/>
    <w:rsid w:val="005708B5"/>
    <w:rsid w:val="005845CA"/>
    <w:rsid w:val="005A2CBA"/>
    <w:rsid w:val="005B6E79"/>
    <w:rsid w:val="005C236C"/>
    <w:rsid w:val="005C6050"/>
    <w:rsid w:val="005E5202"/>
    <w:rsid w:val="005E68A7"/>
    <w:rsid w:val="005E6E57"/>
    <w:rsid w:val="005E77AF"/>
    <w:rsid w:val="005F483F"/>
    <w:rsid w:val="005F6E98"/>
    <w:rsid w:val="0060498C"/>
    <w:rsid w:val="00620D16"/>
    <w:rsid w:val="00624684"/>
    <w:rsid w:val="00624703"/>
    <w:rsid w:val="006265E3"/>
    <w:rsid w:val="006412FB"/>
    <w:rsid w:val="006415E2"/>
    <w:rsid w:val="00650080"/>
    <w:rsid w:val="006671E8"/>
    <w:rsid w:val="006A3AEA"/>
    <w:rsid w:val="006A4209"/>
    <w:rsid w:val="006B27AA"/>
    <w:rsid w:val="006B73F8"/>
    <w:rsid w:val="006B7C6F"/>
    <w:rsid w:val="006D4BFB"/>
    <w:rsid w:val="006E32B5"/>
    <w:rsid w:val="006E6C48"/>
    <w:rsid w:val="00706444"/>
    <w:rsid w:val="00707425"/>
    <w:rsid w:val="00712FDE"/>
    <w:rsid w:val="00714264"/>
    <w:rsid w:val="00723112"/>
    <w:rsid w:val="00730A3D"/>
    <w:rsid w:val="007358ED"/>
    <w:rsid w:val="00737CE4"/>
    <w:rsid w:val="00740234"/>
    <w:rsid w:val="00742EE2"/>
    <w:rsid w:val="00746336"/>
    <w:rsid w:val="007554AD"/>
    <w:rsid w:val="00767582"/>
    <w:rsid w:val="007677F1"/>
    <w:rsid w:val="0077296D"/>
    <w:rsid w:val="00772B89"/>
    <w:rsid w:val="00775FA3"/>
    <w:rsid w:val="00781FF2"/>
    <w:rsid w:val="00787AA5"/>
    <w:rsid w:val="007961EE"/>
    <w:rsid w:val="0079722C"/>
    <w:rsid w:val="007A0D13"/>
    <w:rsid w:val="007B6BEB"/>
    <w:rsid w:val="007D03FA"/>
    <w:rsid w:val="007F2A9D"/>
    <w:rsid w:val="0080112E"/>
    <w:rsid w:val="00806574"/>
    <w:rsid w:val="00807E44"/>
    <w:rsid w:val="00810A9C"/>
    <w:rsid w:val="00836CBD"/>
    <w:rsid w:val="00851E76"/>
    <w:rsid w:val="00852671"/>
    <w:rsid w:val="008644CC"/>
    <w:rsid w:val="00866285"/>
    <w:rsid w:val="008744A1"/>
    <w:rsid w:val="00883637"/>
    <w:rsid w:val="008917DC"/>
    <w:rsid w:val="00894269"/>
    <w:rsid w:val="008A325A"/>
    <w:rsid w:val="008A3DD4"/>
    <w:rsid w:val="008A44AD"/>
    <w:rsid w:val="008B0AA8"/>
    <w:rsid w:val="008B2215"/>
    <w:rsid w:val="008C0652"/>
    <w:rsid w:val="008C0D08"/>
    <w:rsid w:val="008C328A"/>
    <w:rsid w:val="008D0F0C"/>
    <w:rsid w:val="008D288F"/>
    <w:rsid w:val="008D490A"/>
    <w:rsid w:val="008D61A8"/>
    <w:rsid w:val="008D7939"/>
    <w:rsid w:val="008E646B"/>
    <w:rsid w:val="008F1188"/>
    <w:rsid w:val="008F3D08"/>
    <w:rsid w:val="008F45D3"/>
    <w:rsid w:val="008F6921"/>
    <w:rsid w:val="0090675D"/>
    <w:rsid w:val="009115AF"/>
    <w:rsid w:val="00911EBB"/>
    <w:rsid w:val="00930E46"/>
    <w:rsid w:val="00933DE1"/>
    <w:rsid w:val="0093525E"/>
    <w:rsid w:val="009378AF"/>
    <w:rsid w:val="00943847"/>
    <w:rsid w:val="00944194"/>
    <w:rsid w:val="009504ED"/>
    <w:rsid w:val="009515E9"/>
    <w:rsid w:val="00953FCB"/>
    <w:rsid w:val="009703CC"/>
    <w:rsid w:val="00984414"/>
    <w:rsid w:val="009A2B9F"/>
    <w:rsid w:val="009A38F5"/>
    <w:rsid w:val="009B14B7"/>
    <w:rsid w:val="009B1B7B"/>
    <w:rsid w:val="009B290A"/>
    <w:rsid w:val="009C0045"/>
    <w:rsid w:val="009C40BC"/>
    <w:rsid w:val="009C58C4"/>
    <w:rsid w:val="009C6536"/>
    <w:rsid w:val="009D135C"/>
    <w:rsid w:val="009D5C95"/>
    <w:rsid w:val="009D7A15"/>
    <w:rsid w:val="009E1A97"/>
    <w:rsid w:val="009F1097"/>
    <w:rsid w:val="00A01C7E"/>
    <w:rsid w:val="00A1552B"/>
    <w:rsid w:val="00A27D0E"/>
    <w:rsid w:val="00A31A3F"/>
    <w:rsid w:val="00A35F93"/>
    <w:rsid w:val="00A40BF5"/>
    <w:rsid w:val="00A42854"/>
    <w:rsid w:val="00A43721"/>
    <w:rsid w:val="00A447FD"/>
    <w:rsid w:val="00A46E9B"/>
    <w:rsid w:val="00A5742C"/>
    <w:rsid w:val="00A635EA"/>
    <w:rsid w:val="00A67E18"/>
    <w:rsid w:val="00A75BD6"/>
    <w:rsid w:val="00A80EE2"/>
    <w:rsid w:val="00A949E1"/>
    <w:rsid w:val="00A97EB8"/>
    <w:rsid w:val="00AA562D"/>
    <w:rsid w:val="00AA77A3"/>
    <w:rsid w:val="00AB0AC3"/>
    <w:rsid w:val="00AB4D36"/>
    <w:rsid w:val="00AD4BF5"/>
    <w:rsid w:val="00AD73E3"/>
    <w:rsid w:val="00B03C0D"/>
    <w:rsid w:val="00B0653E"/>
    <w:rsid w:val="00B27590"/>
    <w:rsid w:val="00B60AC9"/>
    <w:rsid w:val="00B615B5"/>
    <w:rsid w:val="00B624F0"/>
    <w:rsid w:val="00B63FCE"/>
    <w:rsid w:val="00B7493C"/>
    <w:rsid w:val="00B766F0"/>
    <w:rsid w:val="00B76895"/>
    <w:rsid w:val="00B772AD"/>
    <w:rsid w:val="00B8212A"/>
    <w:rsid w:val="00BB3CCB"/>
    <w:rsid w:val="00BB7885"/>
    <w:rsid w:val="00BC096D"/>
    <w:rsid w:val="00BD4052"/>
    <w:rsid w:val="00BF286F"/>
    <w:rsid w:val="00C054E8"/>
    <w:rsid w:val="00C26AF6"/>
    <w:rsid w:val="00C44B25"/>
    <w:rsid w:val="00C5551C"/>
    <w:rsid w:val="00C57AEA"/>
    <w:rsid w:val="00C62F34"/>
    <w:rsid w:val="00C70B57"/>
    <w:rsid w:val="00C71A47"/>
    <w:rsid w:val="00C71BB1"/>
    <w:rsid w:val="00C73ACA"/>
    <w:rsid w:val="00C86CD2"/>
    <w:rsid w:val="00C946B5"/>
    <w:rsid w:val="00CA1294"/>
    <w:rsid w:val="00CA7537"/>
    <w:rsid w:val="00CE551F"/>
    <w:rsid w:val="00D077A8"/>
    <w:rsid w:val="00D10DF9"/>
    <w:rsid w:val="00D1180A"/>
    <w:rsid w:val="00D324CE"/>
    <w:rsid w:val="00D36063"/>
    <w:rsid w:val="00D36F1E"/>
    <w:rsid w:val="00D42229"/>
    <w:rsid w:val="00D44899"/>
    <w:rsid w:val="00D4500D"/>
    <w:rsid w:val="00D51B3C"/>
    <w:rsid w:val="00D57C29"/>
    <w:rsid w:val="00D61CB4"/>
    <w:rsid w:val="00D650A7"/>
    <w:rsid w:val="00D65DAA"/>
    <w:rsid w:val="00D8427E"/>
    <w:rsid w:val="00D85553"/>
    <w:rsid w:val="00D87F0B"/>
    <w:rsid w:val="00D95639"/>
    <w:rsid w:val="00D972A7"/>
    <w:rsid w:val="00DA43B9"/>
    <w:rsid w:val="00DB15C6"/>
    <w:rsid w:val="00DC02F5"/>
    <w:rsid w:val="00DC608D"/>
    <w:rsid w:val="00DD1B93"/>
    <w:rsid w:val="00DE2F18"/>
    <w:rsid w:val="00DF5701"/>
    <w:rsid w:val="00DF7CC5"/>
    <w:rsid w:val="00E126D5"/>
    <w:rsid w:val="00E303FE"/>
    <w:rsid w:val="00E36EB5"/>
    <w:rsid w:val="00E41066"/>
    <w:rsid w:val="00E41CE4"/>
    <w:rsid w:val="00E4680C"/>
    <w:rsid w:val="00E50EBC"/>
    <w:rsid w:val="00E52E33"/>
    <w:rsid w:val="00E75E99"/>
    <w:rsid w:val="00E81DB2"/>
    <w:rsid w:val="00E86543"/>
    <w:rsid w:val="00E90AC4"/>
    <w:rsid w:val="00E929A3"/>
    <w:rsid w:val="00EB337B"/>
    <w:rsid w:val="00EB4100"/>
    <w:rsid w:val="00EC0FC7"/>
    <w:rsid w:val="00ED78ED"/>
    <w:rsid w:val="00EE1191"/>
    <w:rsid w:val="00EE2276"/>
    <w:rsid w:val="00EE27DC"/>
    <w:rsid w:val="00EE4D02"/>
    <w:rsid w:val="00EE782E"/>
    <w:rsid w:val="00F01174"/>
    <w:rsid w:val="00F0372A"/>
    <w:rsid w:val="00F071B8"/>
    <w:rsid w:val="00F17BDD"/>
    <w:rsid w:val="00F20DDE"/>
    <w:rsid w:val="00F32146"/>
    <w:rsid w:val="00F37C3D"/>
    <w:rsid w:val="00F42F5D"/>
    <w:rsid w:val="00F4538F"/>
    <w:rsid w:val="00F51682"/>
    <w:rsid w:val="00F569AB"/>
    <w:rsid w:val="00F56E4C"/>
    <w:rsid w:val="00F7277B"/>
    <w:rsid w:val="00F7457A"/>
    <w:rsid w:val="00F74D59"/>
    <w:rsid w:val="00F75E03"/>
    <w:rsid w:val="00F95785"/>
    <w:rsid w:val="00FA5CAC"/>
    <w:rsid w:val="00FC040F"/>
    <w:rsid w:val="00FE695F"/>
    <w:rsid w:val="00FE736E"/>
    <w:rsid w:val="00FF2044"/>
    <w:rsid w:val="00FF52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1B566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1B5664"/>
    <w:pPr>
      <w:keepNext/>
      <w:spacing w:before="240" w:after="60"/>
      <w:outlineLvl w:val="3"/>
    </w:pPr>
    <w:rPr>
      <w:b/>
      <w:bCs/>
      <w:sz w:val="28"/>
      <w:szCs w:val="28"/>
    </w:rPr>
  </w:style>
  <w:style w:type="paragraph" w:styleId="Heading7">
    <w:name w:val="heading 7"/>
    <w:basedOn w:val="Normal"/>
    <w:next w:val="Normal"/>
    <w:link w:val="Heading7Char"/>
    <w:uiPriority w:val="99"/>
    <w:qFormat/>
    <w:rsid w:val="00D972A7"/>
    <w:pPr>
      <w:keepNext/>
      <w:keepLines/>
      <w:spacing w:before="200"/>
      <w:outlineLvl w:val="6"/>
    </w:pPr>
    <w:rPr>
      <w:rFonts w:ascii="Cambria" w:hAnsi="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E1175"/>
    <w:rPr>
      <w:rFonts w:cs="Times New Roman"/>
      <w:b/>
      <w:sz w:val="28"/>
    </w:rPr>
  </w:style>
  <w:style w:type="character" w:customStyle="1" w:styleId="Heading2Char">
    <w:name w:val="Heading 2 Char"/>
    <w:basedOn w:val="DefaultParagraphFont"/>
    <w:link w:val="Heading2"/>
    <w:uiPriority w:val="99"/>
    <w:locked/>
    <w:rsid w:val="0000476E"/>
    <w:rPr>
      <w:rFonts w:cs="Times New Roman"/>
      <w:sz w:val="24"/>
    </w:rPr>
  </w:style>
  <w:style w:type="character" w:customStyle="1" w:styleId="Heading3Char">
    <w:name w:val="Heading 3 Char"/>
    <w:basedOn w:val="DefaultParagraphFont"/>
    <w:link w:val="Heading3"/>
    <w:uiPriority w:val="99"/>
    <w:semiHidden/>
    <w:locked/>
    <w:rsid w:val="00C57AEA"/>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7AEA"/>
    <w:rPr>
      <w:rFonts w:ascii="Calibri" w:hAnsi="Calibri" w:cs="Times New Roman"/>
      <w:b/>
      <w:bCs/>
      <w:sz w:val="28"/>
      <w:szCs w:val="28"/>
    </w:rPr>
  </w:style>
  <w:style w:type="character" w:customStyle="1" w:styleId="Heading7Char">
    <w:name w:val="Heading 7 Char"/>
    <w:basedOn w:val="DefaultParagraphFont"/>
    <w:link w:val="Heading7"/>
    <w:uiPriority w:val="99"/>
    <w:semiHidden/>
    <w:locked/>
    <w:rsid w:val="00D972A7"/>
    <w:rPr>
      <w:rFonts w:ascii="Cambria" w:hAnsi="Cambria" w:cs="Times New Roman"/>
      <w:i/>
      <w:iCs/>
      <w:color w:val="404040"/>
      <w:sz w:val="24"/>
      <w:szCs w:val="24"/>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bCs/>
    </w:rPr>
  </w:style>
  <w:style w:type="character" w:styleId="Emphasis">
    <w:name w:val="Emphasis"/>
    <w:basedOn w:val="DefaultParagraphFont"/>
    <w:uiPriority w:val="99"/>
    <w:qFormat/>
    <w:rsid w:val="00D650A7"/>
    <w:rPr>
      <w:rFonts w:cs="Times New Roman"/>
      <w:i/>
      <w:iCs/>
    </w:rPr>
  </w:style>
  <w:style w:type="paragraph" w:styleId="BodyText3">
    <w:name w:val="Body Text 3"/>
    <w:basedOn w:val="Normal"/>
    <w:link w:val="BodyText3Char"/>
    <w:uiPriority w:val="99"/>
    <w:rsid w:val="00E90AC4"/>
    <w:pPr>
      <w:jc w:val="both"/>
    </w:pPr>
    <w:rPr>
      <w:szCs w:val="20"/>
    </w:rPr>
  </w:style>
  <w:style w:type="character" w:customStyle="1" w:styleId="BodyText3Char">
    <w:name w:val="Body Text 3 Char"/>
    <w:basedOn w:val="DefaultParagraphFont"/>
    <w:link w:val="BodyText3"/>
    <w:uiPriority w:val="99"/>
    <w:semiHidden/>
    <w:locked/>
    <w:rsid w:val="00C57AEA"/>
    <w:rPr>
      <w:rFonts w:cs="Times New Roman"/>
      <w:sz w:val="16"/>
      <w:szCs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semiHidden/>
    <w:locked/>
    <w:rsid w:val="00C57AEA"/>
    <w:rPr>
      <w:rFonts w:cs="Times New Roman"/>
      <w:sz w:val="24"/>
      <w:szCs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szCs w:val="24"/>
      <w:lang w:val="ru-RU" w:eastAsia="ru-RU" w:bidi="ar-SA"/>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C57AEA"/>
    <w:rPr>
      <w:rFonts w:cs="Times New Roman"/>
      <w:i/>
      <w:iCs/>
      <w:sz w:val="24"/>
      <w:szCs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basedOn w:val="DefaultParagraphFont"/>
    <w:uiPriority w:val="99"/>
    <w:rsid w:val="009D5C95"/>
    <w:rPr>
      <w:rFonts w:cs="Times New Roman"/>
      <w:b/>
      <w:bCs/>
      <w:sz w:val="20"/>
      <w:szCs w:val="20"/>
    </w:rPr>
  </w:style>
  <w:style w:type="character" w:customStyle="1" w:styleId="labelbodytext11">
    <w:name w:val="label_body_text_11"/>
    <w:basedOn w:val="DefaultParagraphFont"/>
    <w:uiPriority w:val="99"/>
    <w:rsid w:val="009D5C95"/>
    <w:rPr>
      <w:rFonts w:cs="Times New Roman"/>
      <w:color w:val="0000FF"/>
      <w:sz w:val="20"/>
      <w:szCs w:val="20"/>
    </w:rPr>
  </w:style>
  <w:style w:type="character" w:customStyle="1" w:styleId="spanbodytext21">
    <w:name w:val="span_body_text_21"/>
    <w:basedOn w:val="DefaultParagraphFont"/>
    <w:uiPriority w:val="99"/>
    <w:rsid w:val="009D5C95"/>
    <w:rPr>
      <w:rFonts w:cs="Times New Roman"/>
      <w:sz w:val="20"/>
      <w:szCs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C57AEA"/>
    <w:rPr>
      <w:rFonts w:cs="Times New Roman"/>
      <w:sz w:val="24"/>
      <w:szCs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C57AEA"/>
    <w:rPr>
      <w:rFonts w:cs="Times New Roman"/>
      <w:sz w:val="24"/>
      <w:szCs w:val="24"/>
    </w:rPr>
  </w:style>
  <w:style w:type="character" w:customStyle="1" w:styleId="310">
    <w:name w:val="Стиль3 Знак1"/>
    <w:basedOn w:val="DefaultParagraphFont"/>
    <w:link w:val="3"/>
    <w:uiPriority w:val="99"/>
    <w:locked/>
    <w:rsid w:val="009D5C95"/>
    <w:rPr>
      <w:rFonts w:cs="Times New Roman"/>
      <w:sz w:val="24"/>
      <w:lang w:val="ru-RU" w:eastAsia="ru-RU" w:bidi="ar-SA"/>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D36F1E"/>
    <w:pPr>
      <w:tabs>
        <w:tab w:val="center" w:pos="4677"/>
        <w:tab w:val="right" w:pos="9355"/>
      </w:tabs>
    </w:pPr>
  </w:style>
  <w:style w:type="character" w:customStyle="1" w:styleId="FooterChar">
    <w:name w:val="Footer Char"/>
    <w:basedOn w:val="DefaultParagraphFont"/>
    <w:link w:val="Footer"/>
    <w:uiPriority w:val="99"/>
    <w:locked/>
    <w:rsid w:val="005112F9"/>
    <w:rPr>
      <w:rFonts w:cs="Times New Roman"/>
      <w:sz w:val="24"/>
      <w:szCs w:val="24"/>
    </w:rPr>
  </w:style>
  <w:style w:type="paragraph" w:customStyle="1" w:styleId="a">
    <w:name w:val="Комментарий"/>
    <w:basedOn w:val="Normal"/>
    <w:next w:val="Normal"/>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PlainText">
    <w:name w:val="Plain Text"/>
    <w:basedOn w:val="Normal"/>
    <w:link w:val="PlainTextChar"/>
    <w:uiPriority w:val="99"/>
    <w:rsid w:val="001B5664"/>
    <w:rPr>
      <w:rFonts w:ascii="Courier New" w:hAnsi="Courier New"/>
      <w:sz w:val="20"/>
      <w:szCs w:val="20"/>
    </w:rPr>
  </w:style>
  <w:style w:type="character" w:customStyle="1" w:styleId="PlainTextChar">
    <w:name w:val="Plain Text Char"/>
    <w:basedOn w:val="DefaultParagraphFont"/>
    <w:link w:val="PlainText"/>
    <w:uiPriority w:val="99"/>
    <w:semiHidden/>
    <w:locked/>
    <w:rsid w:val="00C57AEA"/>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rPr>
  </w:style>
  <w:style w:type="paragraph" w:customStyle="1" w:styleId="ConsNonformat">
    <w:name w:val="ConsNonformat"/>
    <w:uiPriority w:val="99"/>
    <w:rsid w:val="00F569AB"/>
    <w:pPr>
      <w:widowControl w:val="0"/>
      <w:autoSpaceDE w:val="0"/>
      <w:autoSpaceDN w:val="0"/>
      <w:ind w:right="19772"/>
    </w:pPr>
    <w:rPr>
      <w:rFonts w:ascii="Courier New" w:hAnsi="Courier New" w:cs="Courier New"/>
      <w:sz w:val="20"/>
      <w:szCs w:val="20"/>
    </w:rPr>
  </w:style>
  <w:style w:type="paragraph" w:styleId="BodyTextIndent3">
    <w:name w:val="Body Text Indent 3"/>
    <w:basedOn w:val="Normal"/>
    <w:link w:val="BodyTextIndent3Char"/>
    <w:uiPriority w:val="99"/>
    <w:rsid w:val="00B624F0"/>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C57AEA"/>
    <w:rPr>
      <w:rFonts w:cs="Times New Roman"/>
      <w:sz w:val="16"/>
      <w:szCs w:val="16"/>
    </w:rPr>
  </w:style>
  <w:style w:type="character" w:customStyle="1" w:styleId="a0">
    <w:name w:val="Гипертекстовая ссылка"/>
    <w:basedOn w:val="DefaultParagraphFont"/>
    <w:uiPriority w:val="99"/>
    <w:rsid w:val="003B1A1A"/>
    <w:rPr>
      <w:rFonts w:cs="Times New Roman"/>
      <w:b/>
      <w:bCs/>
      <w:color w:val="008000"/>
    </w:rPr>
  </w:style>
  <w:style w:type="paragraph" w:styleId="Header">
    <w:name w:val="header"/>
    <w:basedOn w:val="Normal"/>
    <w:link w:val="HeaderChar"/>
    <w:uiPriority w:val="99"/>
    <w:rsid w:val="00E75E99"/>
    <w:pPr>
      <w:tabs>
        <w:tab w:val="center" w:pos="4677"/>
        <w:tab w:val="right" w:pos="9355"/>
      </w:tabs>
    </w:pPr>
  </w:style>
  <w:style w:type="character" w:customStyle="1" w:styleId="HeaderChar">
    <w:name w:val="Header Char"/>
    <w:basedOn w:val="DefaultParagraphFont"/>
    <w:link w:val="Header"/>
    <w:uiPriority w:val="99"/>
    <w:locked/>
    <w:rsid w:val="00E75E99"/>
    <w:rPr>
      <w:rFonts w:cs="Times New Roman"/>
      <w:sz w:val="24"/>
      <w:szCs w:val="24"/>
    </w:rPr>
  </w:style>
  <w:style w:type="paragraph" w:styleId="ListParagraph">
    <w:name w:val="List Paragraph"/>
    <w:basedOn w:val="Normal"/>
    <w:uiPriority w:val="99"/>
    <w:qFormat/>
    <w:rsid w:val="001E1175"/>
    <w:pPr>
      <w:ind w:left="720"/>
      <w:contextualSpacing/>
    </w:pPr>
  </w:style>
  <w:style w:type="paragraph" w:customStyle="1" w:styleId="ConsPlusTitle">
    <w:name w:val="ConsPlusTitle"/>
    <w:uiPriority w:val="99"/>
    <w:rsid w:val="005C6050"/>
    <w:pPr>
      <w:widowControl w:val="0"/>
      <w:autoSpaceDE w:val="0"/>
      <w:autoSpaceDN w:val="0"/>
      <w:adjustRightInd w:val="0"/>
    </w:pPr>
    <w:rPr>
      <w:rFonts w:ascii="Arial" w:hAnsi="Arial" w:cs="Arial"/>
      <w:b/>
      <w:bCs/>
      <w:sz w:val="20"/>
      <w:szCs w:val="20"/>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sz w:val="20"/>
      <w:szCs w:val="20"/>
    </w:rPr>
  </w:style>
  <w:style w:type="paragraph" w:styleId="NoSpacing">
    <w:name w:val="No Spacing"/>
    <w:uiPriority w:val="99"/>
    <w:qFormat/>
    <w:rsid w:val="004F4FA8"/>
    <w:rPr>
      <w:sz w:val="24"/>
      <w:szCs w:val="24"/>
    </w:rPr>
  </w:style>
  <w:style w:type="paragraph" w:styleId="BalloonText">
    <w:name w:val="Balloon Text"/>
    <w:basedOn w:val="Normal"/>
    <w:link w:val="BalloonTextChar"/>
    <w:uiPriority w:val="99"/>
    <w:rsid w:val="009B290A"/>
    <w:rPr>
      <w:rFonts w:ascii="Tahoma" w:hAnsi="Tahoma" w:cs="Tahoma"/>
      <w:sz w:val="16"/>
      <w:szCs w:val="16"/>
    </w:rPr>
  </w:style>
  <w:style w:type="character" w:customStyle="1" w:styleId="BalloonTextChar">
    <w:name w:val="Balloon Text Char"/>
    <w:basedOn w:val="DefaultParagraphFont"/>
    <w:link w:val="BalloonText"/>
    <w:uiPriority w:val="99"/>
    <w:locked/>
    <w:rsid w:val="009B290A"/>
    <w:rPr>
      <w:rFonts w:ascii="Tahoma" w:hAnsi="Tahoma" w:cs="Tahoma"/>
      <w:sz w:val="16"/>
      <w:szCs w:val="16"/>
    </w:rPr>
  </w:style>
  <w:style w:type="character" w:customStyle="1" w:styleId="a1">
    <w:name w:val="Цветовое выделение"/>
    <w:uiPriority w:val="99"/>
    <w:rsid w:val="007961EE"/>
    <w:rPr>
      <w:b/>
      <w:color w:val="000080"/>
    </w:rPr>
  </w:style>
  <w:style w:type="paragraph" w:customStyle="1" w:styleId="a2">
    <w:name w:val="Нормальный (таблица)"/>
    <w:basedOn w:val="Normal"/>
    <w:next w:val="Normal"/>
    <w:uiPriority w:val="99"/>
    <w:rsid w:val="007961EE"/>
    <w:pPr>
      <w:widowControl w:val="0"/>
      <w:autoSpaceDE w:val="0"/>
      <w:autoSpaceDN w:val="0"/>
      <w:adjustRightInd w:val="0"/>
      <w:jc w:val="both"/>
    </w:pPr>
    <w:rPr>
      <w:rFonts w:ascii="Arial" w:hAnsi="Arial" w:cs="Arial"/>
    </w:rPr>
  </w:style>
  <w:style w:type="character" w:customStyle="1" w:styleId="mmm">
    <w:name w:val="mmm"/>
    <w:basedOn w:val="DefaultParagraphFont"/>
    <w:uiPriority w:val="99"/>
    <w:rsid w:val="002941F7"/>
    <w:rPr>
      <w:rFonts w:cs="Times New Roman"/>
    </w:rPr>
  </w:style>
  <w:style w:type="paragraph" w:customStyle="1" w:styleId="a3">
    <w:name w:val="Стиль"/>
    <w:uiPriority w:val="99"/>
    <w:rsid w:val="009F1097"/>
    <w:pPr>
      <w:widowControl w:val="0"/>
      <w:autoSpaceDE w:val="0"/>
      <w:autoSpaceDN w:val="0"/>
      <w:adjustRightInd w:val="0"/>
    </w:pPr>
    <w:rPr>
      <w:sz w:val="24"/>
      <w:szCs w:val="24"/>
    </w:rPr>
  </w:style>
  <w:style w:type="paragraph" w:customStyle="1" w:styleId="a4">
    <w:name w:val="Содержимое таблицы"/>
    <w:basedOn w:val="Normal"/>
    <w:uiPriority w:val="99"/>
    <w:rsid w:val="009504ED"/>
    <w:pPr>
      <w:suppressLineNumbers/>
      <w:suppressAutoHyphens/>
    </w:pPr>
    <w:rPr>
      <w:sz w:val="20"/>
      <w:szCs w:val="20"/>
      <w:lang w:eastAsia="ar-SA"/>
    </w:rPr>
  </w:style>
  <w:style w:type="paragraph" w:styleId="Title">
    <w:name w:val="Title"/>
    <w:basedOn w:val="Normal"/>
    <w:link w:val="TitleChar"/>
    <w:uiPriority w:val="99"/>
    <w:qFormat/>
    <w:rsid w:val="00D42229"/>
    <w:pPr>
      <w:jc w:val="center"/>
    </w:pPr>
    <w:rPr>
      <w:b/>
      <w:color w:val="000000"/>
      <w:sz w:val="28"/>
      <w:szCs w:val="20"/>
    </w:rPr>
  </w:style>
  <w:style w:type="character" w:customStyle="1" w:styleId="TitleChar">
    <w:name w:val="Title Char"/>
    <w:basedOn w:val="DefaultParagraphFont"/>
    <w:link w:val="Title"/>
    <w:uiPriority w:val="99"/>
    <w:locked/>
    <w:rsid w:val="00D42229"/>
    <w:rPr>
      <w:rFonts w:cs="Times New Roman"/>
      <w:b/>
      <w:color w:val="000000"/>
      <w:sz w:val="28"/>
    </w:rPr>
  </w:style>
  <w:style w:type="paragraph" w:customStyle="1" w:styleId="0">
    <w:name w:val="Основной 0"/>
    <w:aliases w:val="95ПК"/>
    <w:basedOn w:val="Normal"/>
    <w:link w:val="00"/>
    <w:uiPriority w:val="99"/>
    <w:rsid w:val="00555AEF"/>
    <w:pPr>
      <w:ind w:firstLine="539"/>
      <w:jc w:val="both"/>
    </w:pPr>
    <w:rPr>
      <w:sz w:val="22"/>
      <w:szCs w:val="20"/>
      <w:lang w:val="en-US"/>
    </w:rPr>
  </w:style>
  <w:style w:type="character" w:customStyle="1" w:styleId="00">
    <w:name w:val="Основной 0 Знак"/>
    <w:aliases w:val="95ПК Знак"/>
    <w:link w:val="0"/>
    <w:uiPriority w:val="99"/>
    <w:locked/>
    <w:rsid w:val="00555AEF"/>
    <w:rPr>
      <w:sz w:val="22"/>
      <w:lang w:val="en-US"/>
    </w:rPr>
  </w:style>
  <w:style w:type="paragraph" w:customStyle="1" w:styleId="10">
    <w:name w:val="1 Основной текст 0"/>
    <w:aliases w:val="95 ПК,А. Основной текст 0 Знак Знак Знак Знак Знак Знак,А. Основной текст 0,Основной текст 0,А. Основной текст 0 Знак Знак Знак Знак,А. Основной текст 0 Знак Знак,1. Основной текст 0"/>
    <w:basedOn w:val="Normal"/>
    <w:link w:val="101"/>
    <w:uiPriority w:val="99"/>
    <w:rsid w:val="00555AEF"/>
    <w:pPr>
      <w:ind w:firstLine="539"/>
      <w:jc w:val="both"/>
    </w:pPr>
    <w:rPr>
      <w:color w:val="000000"/>
      <w:kern w:val="24"/>
      <w:szCs w:val="20"/>
      <w:lang w:eastAsia="en-US"/>
    </w:rPr>
  </w:style>
  <w:style w:type="character" w:customStyle="1" w:styleId="101">
    <w:name w:val="1 Основной текст 01"/>
    <w:aliases w:val="95 ПК1,А. Основной текст 0 Знак Знак Знак Знак Знак Знак Знак Знак"/>
    <w:link w:val="10"/>
    <w:uiPriority w:val="99"/>
    <w:locked/>
    <w:rsid w:val="00555AEF"/>
    <w:rPr>
      <w:rFonts w:eastAsia="Times New Roman"/>
      <w:color w:val="000000"/>
      <w:kern w:val="24"/>
      <w:sz w:val="24"/>
      <w:lang w:eastAsia="en-US"/>
    </w:rPr>
  </w:style>
  <w:style w:type="paragraph" w:customStyle="1" w:styleId="1">
    <w:name w:val="1"/>
    <w:basedOn w:val="Normal"/>
    <w:uiPriority w:val="99"/>
    <w:rsid w:val="00D972A7"/>
    <w:pPr>
      <w:jc w:val="center"/>
    </w:pPr>
    <w:rPr>
      <w:rFonts w:ascii="Arial" w:hAnsi="Arial" w:cs="Arial"/>
    </w:rPr>
  </w:style>
  <w:style w:type="paragraph" w:customStyle="1" w:styleId="web">
    <w:name w:val="web"/>
    <w:basedOn w:val="Normal"/>
    <w:uiPriority w:val="99"/>
    <w:rsid w:val="00D972A7"/>
  </w:style>
  <w:style w:type="paragraph" w:customStyle="1" w:styleId="a5">
    <w:name w:val="a"/>
    <w:basedOn w:val="Normal"/>
    <w:uiPriority w:val="99"/>
    <w:rsid w:val="00D972A7"/>
    <w:pPr>
      <w:jc w:val="both"/>
    </w:pPr>
    <w:rPr>
      <w:rFonts w:ascii="Times New Roman CYR" w:hAnsi="Times New Roman CYR" w:cs="Times New Roman CYR"/>
    </w:rPr>
  </w:style>
  <w:style w:type="paragraph" w:customStyle="1" w:styleId="100">
    <w:name w:val="10"/>
    <w:basedOn w:val="Normal"/>
    <w:uiPriority w:val="99"/>
    <w:rsid w:val="00D972A7"/>
    <w:pPr>
      <w:keepNext/>
      <w:spacing w:before="120" w:after="120"/>
      <w:jc w:val="center"/>
    </w:pPr>
    <w:rPr>
      <w:rFonts w:ascii="Arial" w:hAnsi="Arial" w:cs="Arial"/>
      <w:sz w:val="20"/>
      <w:szCs w:val="20"/>
    </w:rPr>
  </w:style>
  <w:style w:type="paragraph" w:customStyle="1" w:styleId="L999">
    <w:name w:val="! L=999 !"/>
    <w:basedOn w:val="Normal"/>
    <w:uiPriority w:val="99"/>
    <w:rsid w:val="00D972A7"/>
    <w:pPr>
      <w:tabs>
        <w:tab w:val="num" w:pos="680"/>
        <w:tab w:val="num" w:pos="720"/>
        <w:tab w:val="num" w:pos="926"/>
      </w:tabs>
      <w:autoSpaceDE w:val="0"/>
      <w:autoSpaceDN w:val="0"/>
      <w:spacing w:after="120" w:line="360" w:lineRule="auto"/>
      <w:ind w:left="720" w:hanging="360"/>
      <w:jc w:val="both"/>
    </w:pPr>
    <w:rPr>
      <w:color w:val="0000FF"/>
    </w:rPr>
  </w:style>
  <w:style w:type="paragraph" w:customStyle="1" w:styleId="AAA">
    <w:name w:val="! AAA !"/>
    <w:uiPriority w:val="99"/>
    <w:rsid w:val="00D972A7"/>
    <w:pPr>
      <w:spacing w:after="120"/>
      <w:jc w:val="both"/>
    </w:pPr>
    <w:rPr>
      <w:color w:val="0000FF"/>
      <w:sz w:val="24"/>
      <w:szCs w:val="24"/>
    </w:rPr>
  </w:style>
  <w:style w:type="character" w:customStyle="1" w:styleId="apple-converted-space">
    <w:name w:val="apple-converted-space"/>
    <w:basedOn w:val="DefaultParagraphFont"/>
    <w:uiPriority w:val="99"/>
    <w:rsid w:val="00441FD0"/>
    <w:rPr>
      <w:rFonts w:cs="Times New Roman"/>
    </w:rPr>
  </w:style>
  <w:style w:type="character" w:customStyle="1" w:styleId="toctoggle">
    <w:name w:val="toctoggle"/>
    <w:basedOn w:val="DefaultParagraphFont"/>
    <w:uiPriority w:val="99"/>
    <w:rsid w:val="00441FD0"/>
    <w:rPr>
      <w:rFonts w:cs="Times New Roman"/>
    </w:rPr>
  </w:style>
  <w:style w:type="character" w:customStyle="1" w:styleId="tocnumber">
    <w:name w:val="tocnumber"/>
    <w:basedOn w:val="DefaultParagraphFont"/>
    <w:uiPriority w:val="99"/>
    <w:rsid w:val="00441FD0"/>
    <w:rPr>
      <w:rFonts w:cs="Times New Roman"/>
    </w:rPr>
  </w:style>
  <w:style w:type="character" w:customStyle="1" w:styleId="toctext">
    <w:name w:val="toctext"/>
    <w:basedOn w:val="DefaultParagraphFont"/>
    <w:uiPriority w:val="99"/>
    <w:rsid w:val="00441FD0"/>
    <w:rPr>
      <w:rFonts w:cs="Times New Roman"/>
    </w:rPr>
  </w:style>
  <w:style w:type="character" w:customStyle="1" w:styleId="mw-headline">
    <w:name w:val="mw-headline"/>
    <w:basedOn w:val="DefaultParagraphFont"/>
    <w:uiPriority w:val="99"/>
    <w:rsid w:val="00441FD0"/>
    <w:rPr>
      <w:rFonts w:cs="Times New Roman"/>
    </w:rPr>
  </w:style>
  <w:style w:type="character" w:customStyle="1" w:styleId="mw-editsection">
    <w:name w:val="mw-editsection"/>
    <w:basedOn w:val="DefaultParagraphFont"/>
    <w:uiPriority w:val="99"/>
    <w:rsid w:val="00441FD0"/>
    <w:rPr>
      <w:rFonts w:cs="Times New Roman"/>
    </w:rPr>
  </w:style>
  <w:style w:type="character" w:customStyle="1" w:styleId="mw-editsection-bracket">
    <w:name w:val="mw-editsection-bracket"/>
    <w:basedOn w:val="DefaultParagraphFont"/>
    <w:uiPriority w:val="99"/>
    <w:rsid w:val="00441FD0"/>
    <w:rPr>
      <w:rFonts w:cs="Times New Roman"/>
    </w:rPr>
  </w:style>
  <w:style w:type="character" w:customStyle="1" w:styleId="mw-editsection-divider">
    <w:name w:val="mw-editsection-divider"/>
    <w:basedOn w:val="DefaultParagraphFont"/>
    <w:uiPriority w:val="99"/>
    <w:rsid w:val="00441FD0"/>
    <w:rPr>
      <w:rFonts w:cs="Times New Roman"/>
    </w:rPr>
  </w:style>
  <w:style w:type="character" w:customStyle="1" w:styleId="noprint">
    <w:name w:val="noprint"/>
    <w:basedOn w:val="DefaultParagraphFont"/>
    <w:uiPriority w:val="99"/>
    <w:rsid w:val="00441FD0"/>
    <w:rPr>
      <w:rFonts w:cs="Times New Roman"/>
    </w:rPr>
  </w:style>
  <w:style w:type="character" w:styleId="FollowedHyperlink">
    <w:name w:val="FollowedHyperlink"/>
    <w:basedOn w:val="DefaultParagraphFont"/>
    <w:uiPriority w:val="99"/>
    <w:rsid w:val="00441FD0"/>
    <w:rPr>
      <w:rFonts w:cs="Times New Roman"/>
      <w:color w:val="0000FF"/>
      <w:u w:val="single"/>
    </w:rPr>
  </w:style>
  <w:style w:type="character" w:customStyle="1" w:styleId="ref-info">
    <w:name w:val="ref-info"/>
    <w:basedOn w:val="DefaultParagraphFont"/>
    <w:uiPriority w:val="99"/>
    <w:rsid w:val="00441FD0"/>
    <w:rPr>
      <w:rFonts w:cs="Times New Roman"/>
    </w:rPr>
  </w:style>
  <w:style w:type="character" w:customStyle="1" w:styleId="link-ru">
    <w:name w:val="link-ru"/>
    <w:basedOn w:val="DefaultParagraphFont"/>
    <w:uiPriority w:val="99"/>
    <w:rsid w:val="00441FD0"/>
    <w:rPr>
      <w:rFonts w:cs="Times New Roman"/>
    </w:rPr>
  </w:style>
  <w:style w:type="character" w:customStyle="1" w:styleId="wikisource-ref">
    <w:name w:val="wikisource-ref"/>
    <w:basedOn w:val="DefaultParagraphFont"/>
    <w:uiPriority w:val="99"/>
    <w:rsid w:val="00441FD0"/>
    <w:rPr>
      <w:rFonts w:cs="Times New Roman"/>
    </w:rPr>
  </w:style>
  <w:style w:type="character" w:customStyle="1" w:styleId="wikicommons-ref">
    <w:name w:val="wikicommons-ref"/>
    <w:basedOn w:val="DefaultParagraphFont"/>
    <w:uiPriority w:val="99"/>
    <w:rsid w:val="00441FD0"/>
    <w:rPr>
      <w:rFonts w:cs="Times New Roman"/>
    </w:rPr>
  </w:style>
  <w:style w:type="paragraph" w:customStyle="1" w:styleId="a6">
    <w:name w:val="Таблицы (моноширинный)"/>
    <w:basedOn w:val="Normal"/>
    <w:next w:val="Normal"/>
    <w:uiPriority w:val="99"/>
    <w:rsid w:val="00B60AC9"/>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302350788">
      <w:marLeft w:val="0"/>
      <w:marRight w:val="0"/>
      <w:marTop w:val="0"/>
      <w:marBottom w:val="0"/>
      <w:divBdr>
        <w:top w:val="none" w:sz="0" w:space="0" w:color="auto"/>
        <w:left w:val="none" w:sz="0" w:space="0" w:color="auto"/>
        <w:bottom w:val="none" w:sz="0" w:space="0" w:color="auto"/>
        <w:right w:val="none" w:sz="0" w:space="0" w:color="auto"/>
      </w:divBdr>
    </w:div>
    <w:div w:id="1302350789">
      <w:marLeft w:val="0"/>
      <w:marRight w:val="0"/>
      <w:marTop w:val="0"/>
      <w:marBottom w:val="0"/>
      <w:divBdr>
        <w:top w:val="none" w:sz="0" w:space="0" w:color="auto"/>
        <w:left w:val="none" w:sz="0" w:space="0" w:color="auto"/>
        <w:bottom w:val="none" w:sz="0" w:space="0" w:color="auto"/>
        <w:right w:val="none" w:sz="0" w:space="0" w:color="auto"/>
      </w:divBdr>
    </w:div>
    <w:div w:id="1302350790">
      <w:marLeft w:val="0"/>
      <w:marRight w:val="0"/>
      <w:marTop w:val="0"/>
      <w:marBottom w:val="0"/>
      <w:divBdr>
        <w:top w:val="none" w:sz="0" w:space="0" w:color="auto"/>
        <w:left w:val="none" w:sz="0" w:space="0" w:color="auto"/>
        <w:bottom w:val="none" w:sz="0" w:space="0" w:color="auto"/>
        <w:right w:val="none" w:sz="0" w:space="0" w:color="auto"/>
      </w:divBdr>
    </w:div>
    <w:div w:id="1302350791">
      <w:marLeft w:val="0"/>
      <w:marRight w:val="0"/>
      <w:marTop w:val="0"/>
      <w:marBottom w:val="0"/>
      <w:divBdr>
        <w:top w:val="none" w:sz="0" w:space="0" w:color="auto"/>
        <w:left w:val="none" w:sz="0" w:space="0" w:color="auto"/>
        <w:bottom w:val="none" w:sz="0" w:space="0" w:color="auto"/>
        <w:right w:val="none" w:sz="0" w:space="0" w:color="auto"/>
      </w:divBdr>
    </w:div>
    <w:div w:id="1302350792">
      <w:marLeft w:val="0"/>
      <w:marRight w:val="0"/>
      <w:marTop w:val="0"/>
      <w:marBottom w:val="0"/>
      <w:divBdr>
        <w:top w:val="none" w:sz="0" w:space="0" w:color="auto"/>
        <w:left w:val="none" w:sz="0" w:space="0" w:color="auto"/>
        <w:bottom w:val="none" w:sz="0" w:space="0" w:color="auto"/>
        <w:right w:val="none" w:sz="0" w:space="0" w:color="auto"/>
      </w:divBdr>
    </w:div>
    <w:div w:id="1302350793">
      <w:marLeft w:val="0"/>
      <w:marRight w:val="0"/>
      <w:marTop w:val="0"/>
      <w:marBottom w:val="0"/>
      <w:divBdr>
        <w:top w:val="none" w:sz="0" w:space="0" w:color="auto"/>
        <w:left w:val="none" w:sz="0" w:space="0" w:color="auto"/>
        <w:bottom w:val="none" w:sz="0" w:space="0" w:color="auto"/>
        <w:right w:val="none" w:sz="0" w:space="0" w:color="auto"/>
      </w:divBdr>
    </w:div>
    <w:div w:id="1302350794">
      <w:marLeft w:val="0"/>
      <w:marRight w:val="0"/>
      <w:marTop w:val="0"/>
      <w:marBottom w:val="0"/>
      <w:divBdr>
        <w:top w:val="none" w:sz="0" w:space="0" w:color="auto"/>
        <w:left w:val="none" w:sz="0" w:space="0" w:color="auto"/>
        <w:bottom w:val="none" w:sz="0" w:space="0" w:color="auto"/>
        <w:right w:val="none" w:sz="0" w:space="0" w:color="auto"/>
      </w:divBdr>
    </w:div>
    <w:div w:id="1302350795">
      <w:marLeft w:val="0"/>
      <w:marRight w:val="0"/>
      <w:marTop w:val="0"/>
      <w:marBottom w:val="0"/>
      <w:divBdr>
        <w:top w:val="none" w:sz="0" w:space="0" w:color="auto"/>
        <w:left w:val="none" w:sz="0" w:space="0" w:color="auto"/>
        <w:bottom w:val="none" w:sz="0" w:space="0" w:color="auto"/>
        <w:right w:val="none" w:sz="0" w:space="0" w:color="auto"/>
      </w:divBdr>
    </w:div>
    <w:div w:id="1302350796">
      <w:marLeft w:val="0"/>
      <w:marRight w:val="0"/>
      <w:marTop w:val="0"/>
      <w:marBottom w:val="0"/>
      <w:divBdr>
        <w:top w:val="none" w:sz="0" w:space="0" w:color="auto"/>
        <w:left w:val="none" w:sz="0" w:space="0" w:color="auto"/>
        <w:bottom w:val="none" w:sz="0" w:space="0" w:color="auto"/>
        <w:right w:val="none" w:sz="0" w:space="0" w:color="auto"/>
      </w:divBdr>
    </w:div>
    <w:div w:id="1302350797">
      <w:marLeft w:val="0"/>
      <w:marRight w:val="0"/>
      <w:marTop w:val="0"/>
      <w:marBottom w:val="0"/>
      <w:divBdr>
        <w:top w:val="none" w:sz="0" w:space="0" w:color="auto"/>
        <w:left w:val="none" w:sz="0" w:space="0" w:color="auto"/>
        <w:bottom w:val="none" w:sz="0" w:space="0" w:color="auto"/>
        <w:right w:val="none" w:sz="0" w:space="0" w:color="auto"/>
      </w:divBdr>
    </w:div>
    <w:div w:id="1302350798">
      <w:marLeft w:val="0"/>
      <w:marRight w:val="0"/>
      <w:marTop w:val="0"/>
      <w:marBottom w:val="0"/>
      <w:divBdr>
        <w:top w:val="none" w:sz="0" w:space="0" w:color="auto"/>
        <w:left w:val="none" w:sz="0" w:space="0" w:color="auto"/>
        <w:bottom w:val="none" w:sz="0" w:space="0" w:color="auto"/>
        <w:right w:val="none" w:sz="0" w:space="0" w:color="auto"/>
      </w:divBdr>
    </w:div>
    <w:div w:id="1302350799">
      <w:marLeft w:val="0"/>
      <w:marRight w:val="0"/>
      <w:marTop w:val="0"/>
      <w:marBottom w:val="0"/>
      <w:divBdr>
        <w:top w:val="none" w:sz="0" w:space="0" w:color="auto"/>
        <w:left w:val="none" w:sz="0" w:space="0" w:color="auto"/>
        <w:bottom w:val="none" w:sz="0" w:space="0" w:color="auto"/>
        <w:right w:val="none" w:sz="0" w:space="0" w:color="auto"/>
      </w:divBdr>
    </w:div>
    <w:div w:id="1302350800">
      <w:marLeft w:val="0"/>
      <w:marRight w:val="0"/>
      <w:marTop w:val="0"/>
      <w:marBottom w:val="0"/>
      <w:divBdr>
        <w:top w:val="none" w:sz="0" w:space="0" w:color="auto"/>
        <w:left w:val="none" w:sz="0" w:space="0" w:color="auto"/>
        <w:bottom w:val="none" w:sz="0" w:space="0" w:color="auto"/>
        <w:right w:val="none" w:sz="0" w:space="0" w:color="auto"/>
      </w:divBdr>
    </w:div>
    <w:div w:id="1302350801">
      <w:marLeft w:val="0"/>
      <w:marRight w:val="0"/>
      <w:marTop w:val="0"/>
      <w:marBottom w:val="0"/>
      <w:divBdr>
        <w:top w:val="none" w:sz="0" w:space="0" w:color="auto"/>
        <w:left w:val="none" w:sz="0" w:space="0" w:color="auto"/>
        <w:bottom w:val="none" w:sz="0" w:space="0" w:color="auto"/>
        <w:right w:val="none" w:sz="0" w:space="0" w:color="auto"/>
      </w:divBdr>
    </w:div>
    <w:div w:id="1302350802">
      <w:marLeft w:val="0"/>
      <w:marRight w:val="0"/>
      <w:marTop w:val="0"/>
      <w:marBottom w:val="0"/>
      <w:divBdr>
        <w:top w:val="none" w:sz="0" w:space="0" w:color="auto"/>
        <w:left w:val="none" w:sz="0" w:space="0" w:color="auto"/>
        <w:bottom w:val="none" w:sz="0" w:space="0" w:color="auto"/>
        <w:right w:val="none" w:sz="0" w:space="0" w:color="auto"/>
      </w:divBdr>
    </w:div>
    <w:div w:id="1302350803">
      <w:marLeft w:val="0"/>
      <w:marRight w:val="0"/>
      <w:marTop w:val="0"/>
      <w:marBottom w:val="0"/>
      <w:divBdr>
        <w:top w:val="none" w:sz="0" w:space="0" w:color="auto"/>
        <w:left w:val="none" w:sz="0" w:space="0" w:color="auto"/>
        <w:bottom w:val="none" w:sz="0" w:space="0" w:color="auto"/>
        <w:right w:val="none" w:sz="0" w:space="0" w:color="auto"/>
      </w:divBdr>
    </w:div>
    <w:div w:id="1302350804">
      <w:marLeft w:val="0"/>
      <w:marRight w:val="0"/>
      <w:marTop w:val="0"/>
      <w:marBottom w:val="0"/>
      <w:divBdr>
        <w:top w:val="none" w:sz="0" w:space="0" w:color="auto"/>
        <w:left w:val="none" w:sz="0" w:space="0" w:color="auto"/>
        <w:bottom w:val="none" w:sz="0" w:space="0" w:color="auto"/>
        <w:right w:val="none" w:sz="0" w:space="0" w:color="auto"/>
      </w:divBdr>
    </w:div>
    <w:div w:id="1302350805">
      <w:marLeft w:val="0"/>
      <w:marRight w:val="0"/>
      <w:marTop w:val="0"/>
      <w:marBottom w:val="0"/>
      <w:divBdr>
        <w:top w:val="none" w:sz="0" w:space="0" w:color="auto"/>
        <w:left w:val="none" w:sz="0" w:space="0" w:color="auto"/>
        <w:bottom w:val="none" w:sz="0" w:space="0" w:color="auto"/>
        <w:right w:val="none" w:sz="0" w:space="0" w:color="auto"/>
      </w:divBdr>
    </w:div>
    <w:div w:id="1302350806">
      <w:marLeft w:val="0"/>
      <w:marRight w:val="0"/>
      <w:marTop w:val="0"/>
      <w:marBottom w:val="0"/>
      <w:divBdr>
        <w:top w:val="none" w:sz="0" w:space="0" w:color="auto"/>
        <w:left w:val="none" w:sz="0" w:space="0" w:color="auto"/>
        <w:bottom w:val="none" w:sz="0" w:space="0" w:color="auto"/>
        <w:right w:val="none" w:sz="0" w:space="0" w:color="auto"/>
      </w:divBdr>
    </w:div>
    <w:div w:id="1302350807">
      <w:marLeft w:val="0"/>
      <w:marRight w:val="0"/>
      <w:marTop w:val="0"/>
      <w:marBottom w:val="0"/>
      <w:divBdr>
        <w:top w:val="none" w:sz="0" w:space="0" w:color="auto"/>
        <w:left w:val="none" w:sz="0" w:space="0" w:color="auto"/>
        <w:bottom w:val="none" w:sz="0" w:space="0" w:color="auto"/>
        <w:right w:val="none" w:sz="0" w:space="0" w:color="auto"/>
      </w:divBdr>
    </w:div>
    <w:div w:id="1302350808">
      <w:marLeft w:val="0"/>
      <w:marRight w:val="0"/>
      <w:marTop w:val="0"/>
      <w:marBottom w:val="0"/>
      <w:divBdr>
        <w:top w:val="none" w:sz="0" w:space="0" w:color="auto"/>
        <w:left w:val="none" w:sz="0" w:space="0" w:color="auto"/>
        <w:bottom w:val="none" w:sz="0" w:space="0" w:color="auto"/>
        <w:right w:val="none" w:sz="0" w:space="0" w:color="auto"/>
      </w:divBdr>
    </w:div>
    <w:div w:id="1302350809">
      <w:marLeft w:val="0"/>
      <w:marRight w:val="0"/>
      <w:marTop w:val="0"/>
      <w:marBottom w:val="0"/>
      <w:divBdr>
        <w:top w:val="none" w:sz="0" w:space="0" w:color="auto"/>
        <w:left w:val="none" w:sz="0" w:space="0" w:color="auto"/>
        <w:bottom w:val="none" w:sz="0" w:space="0" w:color="auto"/>
        <w:right w:val="none" w:sz="0" w:space="0" w:color="auto"/>
      </w:divBdr>
    </w:div>
    <w:div w:id="1302350810">
      <w:marLeft w:val="0"/>
      <w:marRight w:val="0"/>
      <w:marTop w:val="0"/>
      <w:marBottom w:val="0"/>
      <w:divBdr>
        <w:top w:val="none" w:sz="0" w:space="0" w:color="auto"/>
        <w:left w:val="none" w:sz="0" w:space="0" w:color="auto"/>
        <w:bottom w:val="none" w:sz="0" w:space="0" w:color="auto"/>
        <w:right w:val="none" w:sz="0" w:space="0" w:color="auto"/>
      </w:divBdr>
    </w:div>
    <w:div w:id="1302350811">
      <w:marLeft w:val="0"/>
      <w:marRight w:val="0"/>
      <w:marTop w:val="0"/>
      <w:marBottom w:val="0"/>
      <w:divBdr>
        <w:top w:val="none" w:sz="0" w:space="0" w:color="auto"/>
        <w:left w:val="none" w:sz="0" w:space="0" w:color="auto"/>
        <w:bottom w:val="none" w:sz="0" w:space="0" w:color="auto"/>
        <w:right w:val="none" w:sz="0" w:space="0" w:color="auto"/>
      </w:divBdr>
    </w:div>
    <w:div w:id="1302350812">
      <w:marLeft w:val="0"/>
      <w:marRight w:val="0"/>
      <w:marTop w:val="0"/>
      <w:marBottom w:val="0"/>
      <w:divBdr>
        <w:top w:val="none" w:sz="0" w:space="0" w:color="auto"/>
        <w:left w:val="none" w:sz="0" w:space="0" w:color="auto"/>
        <w:bottom w:val="none" w:sz="0" w:space="0" w:color="auto"/>
        <w:right w:val="none" w:sz="0" w:space="0" w:color="auto"/>
      </w:divBdr>
    </w:div>
    <w:div w:id="1302350813">
      <w:marLeft w:val="0"/>
      <w:marRight w:val="0"/>
      <w:marTop w:val="0"/>
      <w:marBottom w:val="0"/>
      <w:divBdr>
        <w:top w:val="none" w:sz="0" w:space="0" w:color="auto"/>
        <w:left w:val="none" w:sz="0" w:space="0" w:color="auto"/>
        <w:bottom w:val="none" w:sz="0" w:space="0" w:color="auto"/>
        <w:right w:val="none" w:sz="0" w:space="0" w:color="auto"/>
      </w:divBdr>
    </w:div>
    <w:div w:id="1302350814">
      <w:marLeft w:val="0"/>
      <w:marRight w:val="0"/>
      <w:marTop w:val="0"/>
      <w:marBottom w:val="0"/>
      <w:divBdr>
        <w:top w:val="none" w:sz="0" w:space="0" w:color="auto"/>
        <w:left w:val="none" w:sz="0" w:space="0" w:color="auto"/>
        <w:bottom w:val="none" w:sz="0" w:space="0" w:color="auto"/>
        <w:right w:val="none" w:sz="0" w:space="0" w:color="auto"/>
      </w:divBdr>
    </w:div>
    <w:div w:id="1302350836">
      <w:marLeft w:val="0"/>
      <w:marRight w:val="0"/>
      <w:marTop w:val="0"/>
      <w:marBottom w:val="0"/>
      <w:divBdr>
        <w:top w:val="none" w:sz="0" w:space="0" w:color="auto"/>
        <w:left w:val="none" w:sz="0" w:space="0" w:color="auto"/>
        <w:bottom w:val="none" w:sz="0" w:space="0" w:color="auto"/>
        <w:right w:val="none" w:sz="0" w:space="0" w:color="auto"/>
      </w:divBdr>
      <w:divsChild>
        <w:div w:id="1302350835">
          <w:marLeft w:val="0"/>
          <w:marRight w:val="336"/>
          <w:marTop w:val="120"/>
          <w:marBottom w:val="192"/>
          <w:divBdr>
            <w:top w:val="none" w:sz="0" w:space="0" w:color="auto"/>
            <w:left w:val="none" w:sz="0" w:space="0" w:color="auto"/>
            <w:bottom w:val="none" w:sz="0" w:space="0" w:color="auto"/>
            <w:right w:val="none" w:sz="0" w:space="0" w:color="auto"/>
          </w:divBdr>
          <w:divsChild>
            <w:div w:id="1302350818">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3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350838">
      <w:marLeft w:val="0"/>
      <w:marRight w:val="0"/>
      <w:marTop w:val="0"/>
      <w:marBottom w:val="0"/>
      <w:divBdr>
        <w:top w:val="none" w:sz="0" w:space="0" w:color="auto"/>
        <w:left w:val="none" w:sz="0" w:space="0" w:color="auto"/>
        <w:bottom w:val="none" w:sz="0" w:space="0" w:color="auto"/>
        <w:right w:val="none" w:sz="0" w:space="0" w:color="auto"/>
      </w:divBdr>
      <w:divsChild>
        <w:div w:id="1302350828">
          <w:marLeft w:val="0"/>
          <w:marRight w:val="0"/>
          <w:marTop w:val="0"/>
          <w:marBottom w:val="0"/>
          <w:divBdr>
            <w:top w:val="none" w:sz="0" w:space="0" w:color="auto"/>
            <w:left w:val="none" w:sz="0" w:space="0" w:color="auto"/>
            <w:bottom w:val="none" w:sz="0" w:space="0" w:color="auto"/>
            <w:right w:val="none" w:sz="0" w:space="0" w:color="auto"/>
          </w:divBdr>
        </w:div>
        <w:div w:id="1302350854">
          <w:marLeft w:val="0"/>
          <w:marRight w:val="0"/>
          <w:marTop w:val="0"/>
          <w:marBottom w:val="0"/>
          <w:divBdr>
            <w:top w:val="none" w:sz="0" w:space="0" w:color="auto"/>
            <w:left w:val="none" w:sz="0" w:space="0" w:color="auto"/>
            <w:bottom w:val="none" w:sz="0" w:space="0" w:color="auto"/>
            <w:right w:val="none" w:sz="0" w:space="0" w:color="auto"/>
          </w:divBdr>
          <w:divsChild>
            <w:div w:id="1302350841">
              <w:marLeft w:val="0"/>
              <w:marRight w:val="0"/>
              <w:marTop w:val="0"/>
              <w:marBottom w:val="0"/>
              <w:divBdr>
                <w:top w:val="none" w:sz="0" w:space="0" w:color="auto"/>
                <w:left w:val="none" w:sz="0" w:space="0" w:color="auto"/>
                <w:bottom w:val="none" w:sz="0" w:space="0" w:color="auto"/>
                <w:right w:val="none" w:sz="0" w:space="0" w:color="auto"/>
              </w:divBdr>
            </w:div>
          </w:divsChild>
        </w:div>
        <w:div w:id="1302350871">
          <w:marLeft w:val="0"/>
          <w:marRight w:val="0"/>
          <w:marTop w:val="0"/>
          <w:marBottom w:val="0"/>
          <w:divBdr>
            <w:top w:val="none" w:sz="0" w:space="0" w:color="auto"/>
            <w:left w:val="none" w:sz="0" w:space="0" w:color="auto"/>
            <w:bottom w:val="none" w:sz="0" w:space="0" w:color="auto"/>
            <w:right w:val="none" w:sz="0" w:space="0" w:color="auto"/>
          </w:divBdr>
        </w:div>
        <w:div w:id="1302350878">
          <w:marLeft w:val="0"/>
          <w:marRight w:val="0"/>
          <w:marTop w:val="0"/>
          <w:marBottom w:val="0"/>
          <w:divBdr>
            <w:top w:val="single" w:sz="6" w:space="5" w:color="AAAAAA"/>
            <w:left w:val="single" w:sz="6" w:space="5" w:color="AAAAAA"/>
            <w:bottom w:val="single" w:sz="6" w:space="5" w:color="AAAAAA"/>
            <w:right w:val="single" w:sz="6" w:space="5" w:color="AAAAAA"/>
          </w:divBdr>
        </w:div>
        <w:div w:id="1302350880">
          <w:marLeft w:val="0"/>
          <w:marRight w:val="0"/>
          <w:marTop w:val="0"/>
          <w:marBottom w:val="0"/>
          <w:divBdr>
            <w:top w:val="none" w:sz="0" w:space="0" w:color="auto"/>
            <w:left w:val="none" w:sz="0" w:space="0" w:color="auto"/>
            <w:bottom w:val="none" w:sz="0" w:space="0" w:color="auto"/>
            <w:right w:val="none" w:sz="0" w:space="0" w:color="auto"/>
          </w:divBdr>
          <w:divsChild>
            <w:div w:id="130235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50847">
      <w:marLeft w:val="0"/>
      <w:marRight w:val="0"/>
      <w:marTop w:val="0"/>
      <w:marBottom w:val="0"/>
      <w:divBdr>
        <w:top w:val="none" w:sz="0" w:space="0" w:color="auto"/>
        <w:left w:val="none" w:sz="0" w:space="0" w:color="auto"/>
        <w:bottom w:val="none" w:sz="0" w:space="0" w:color="auto"/>
        <w:right w:val="none" w:sz="0" w:space="0" w:color="auto"/>
      </w:divBdr>
    </w:div>
    <w:div w:id="1302350858">
      <w:marLeft w:val="0"/>
      <w:marRight w:val="0"/>
      <w:marTop w:val="0"/>
      <w:marBottom w:val="0"/>
      <w:divBdr>
        <w:top w:val="none" w:sz="0" w:space="0" w:color="auto"/>
        <w:left w:val="none" w:sz="0" w:space="0" w:color="auto"/>
        <w:bottom w:val="none" w:sz="0" w:space="0" w:color="auto"/>
        <w:right w:val="none" w:sz="0" w:space="0" w:color="auto"/>
      </w:divBdr>
    </w:div>
    <w:div w:id="1302350861">
      <w:marLeft w:val="0"/>
      <w:marRight w:val="0"/>
      <w:marTop w:val="0"/>
      <w:marBottom w:val="0"/>
      <w:divBdr>
        <w:top w:val="none" w:sz="0" w:space="0" w:color="auto"/>
        <w:left w:val="none" w:sz="0" w:space="0" w:color="auto"/>
        <w:bottom w:val="none" w:sz="0" w:space="0" w:color="auto"/>
        <w:right w:val="none" w:sz="0" w:space="0" w:color="auto"/>
      </w:divBdr>
      <w:divsChild>
        <w:div w:id="1302350819">
          <w:marLeft w:val="336"/>
          <w:marRight w:val="0"/>
          <w:marTop w:val="120"/>
          <w:marBottom w:val="192"/>
          <w:divBdr>
            <w:top w:val="none" w:sz="0" w:space="0" w:color="auto"/>
            <w:left w:val="none" w:sz="0" w:space="0" w:color="auto"/>
            <w:bottom w:val="none" w:sz="0" w:space="0" w:color="auto"/>
            <w:right w:val="none" w:sz="0" w:space="0" w:color="auto"/>
          </w:divBdr>
          <w:divsChild>
            <w:div w:id="1302350815">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9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23">
          <w:marLeft w:val="336"/>
          <w:marRight w:val="0"/>
          <w:marTop w:val="120"/>
          <w:marBottom w:val="192"/>
          <w:divBdr>
            <w:top w:val="none" w:sz="0" w:space="0" w:color="auto"/>
            <w:left w:val="none" w:sz="0" w:space="0" w:color="auto"/>
            <w:bottom w:val="none" w:sz="0" w:space="0" w:color="auto"/>
            <w:right w:val="none" w:sz="0" w:space="0" w:color="auto"/>
          </w:divBdr>
          <w:divsChild>
            <w:div w:id="1302350845">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5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24">
          <w:marLeft w:val="843"/>
          <w:marRight w:val="0"/>
          <w:marTop w:val="168"/>
          <w:marBottom w:val="168"/>
          <w:divBdr>
            <w:top w:val="single" w:sz="6" w:space="2" w:color="E0E0E0"/>
            <w:left w:val="single" w:sz="6" w:space="11" w:color="E0E0E0"/>
            <w:bottom w:val="single" w:sz="6" w:space="2" w:color="E0E0E0"/>
            <w:right w:val="single" w:sz="6" w:space="11" w:color="E0E0E0"/>
          </w:divBdr>
          <w:divsChild>
            <w:div w:id="1302350879">
              <w:marLeft w:val="0"/>
              <w:marRight w:val="0"/>
              <w:marTop w:val="0"/>
              <w:marBottom w:val="0"/>
              <w:divBdr>
                <w:top w:val="none" w:sz="0" w:space="0" w:color="auto"/>
                <w:left w:val="none" w:sz="0" w:space="0" w:color="auto"/>
                <w:bottom w:val="none" w:sz="0" w:space="0" w:color="auto"/>
                <w:right w:val="none" w:sz="0" w:space="0" w:color="auto"/>
              </w:divBdr>
            </w:div>
          </w:divsChild>
        </w:div>
        <w:div w:id="1302350831">
          <w:marLeft w:val="336"/>
          <w:marRight w:val="0"/>
          <w:marTop w:val="120"/>
          <w:marBottom w:val="192"/>
          <w:divBdr>
            <w:top w:val="none" w:sz="0" w:space="0" w:color="auto"/>
            <w:left w:val="none" w:sz="0" w:space="0" w:color="auto"/>
            <w:bottom w:val="none" w:sz="0" w:space="0" w:color="auto"/>
            <w:right w:val="none" w:sz="0" w:space="0" w:color="auto"/>
          </w:divBdr>
          <w:divsChild>
            <w:div w:id="1302350852">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7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33">
          <w:marLeft w:val="0"/>
          <w:marRight w:val="0"/>
          <w:marTop w:val="0"/>
          <w:marBottom w:val="0"/>
          <w:divBdr>
            <w:top w:val="none" w:sz="0" w:space="0" w:color="auto"/>
            <w:left w:val="none" w:sz="0" w:space="0" w:color="auto"/>
            <w:bottom w:val="none" w:sz="0" w:space="0" w:color="auto"/>
            <w:right w:val="none" w:sz="0" w:space="0" w:color="auto"/>
          </w:divBdr>
        </w:div>
        <w:div w:id="1302350837">
          <w:marLeft w:val="336"/>
          <w:marRight w:val="336"/>
          <w:marTop w:val="120"/>
          <w:marBottom w:val="192"/>
          <w:divBdr>
            <w:top w:val="none" w:sz="0" w:space="0" w:color="auto"/>
            <w:left w:val="none" w:sz="0" w:space="0" w:color="auto"/>
            <w:bottom w:val="none" w:sz="0" w:space="0" w:color="auto"/>
            <w:right w:val="none" w:sz="0" w:space="0" w:color="auto"/>
          </w:divBdr>
          <w:divsChild>
            <w:div w:id="1302350887">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50840">
          <w:marLeft w:val="571"/>
          <w:marRight w:val="0"/>
          <w:marTop w:val="168"/>
          <w:marBottom w:val="168"/>
          <w:divBdr>
            <w:top w:val="single" w:sz="6" w:space="2" w:color="E0E0E0"/>
            <w:left w:val="single" w:sz="6" w:space="11" w:color="E0E0E0"/>
            <w:bottom w:val="single" w:sz="6" w:space="2" w:color="E0E0E0"/>
            <w:right w:val="single" w:sz="6" w:space="11" w:color="E0E0E0"/>
          </w:divBdr>
          <w:divsChild>
            <w:div w:id="1302350881">
              <w:marLeft w:val="0"/>
              <w:marRight w:val="0"/>
              <w:marTop w:val="0"/>
              <w:marBottom w:val="0"/>
              <w:divBdr>
                <w:top w:val="none" w:sz="0" w:space="0" w:color="auto"/>
                <w:left w:val="none" w:sz="0" w:space="0" w:color="auto"/>
                <w:bottom w:val="none" w:sz="0" w:space="0" w:color="auto"/>
                <w:right w:val="none" w:sz="0" w:space="0" w:color="auto"/>
              </w:divBdr>
            </w:div>
          </w:divsChild>
        </w:div>
        <w:div w:id="1302350843">
          <w:marLeft w:val="336"/>
          <w:marRight w:val="0"/>
          <w:marTop w:val="120"/>
          <w:marBottom w:val="192"/>
          <w:divBdr>
            <w:top w:val="none" w:sz="0" w:space="0" w:color="auto"/>
            <w:left w:val="none" w:sz="0" w:space="0" w:color="auto"/>
            <w:bottom w:val="none" w:sz="0" w:space="0" w:color="auto"/>
            <w:right w:val="none" w:sz="0" w:space="0" w:color="auto"/>
          </w:divBdr>
          <w:divsChild>
            <w:div w:id="1302350816">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3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44">
          <w:marLeft w:val="0"/>
          <w:marRight w:val="0"/>
          <w:marTop w:val="0"/>
          <w:marBottom w:val="0"/>
          <w:divBdr>
            <w:top w:val="single" w:sz="6" w:space="5" w:color="AAAAAA"/>
            <w:left w:val="single" w:sz="6" w:space="5" w:color="AAAAAA"/>
            <w:bottom w:val="single" w:sz="6" w:space="5" w:color="AAAAAA"/>
            <w:right w:val="single" w:sz="6" w:space="5" w:color="AAAAAA"/>
          </w:divBdr>
        </w:div>
        <w:div w:id="1302350850">
          <w:marLeft w:val="0"/>
          <w:marRight w:val="336"/>
          <w:marTop w:val="120"/>
          <w:marBottom w:val="192"/>
          <w:divBdr>
            <w:top w:val="none" w:sz="0" w:space="0" w:color="auto"/>
            <w:left w:val="none" w:sz="0" w:space="0" w:color="auto"/>
            <w:bottom w:val="none" w:sz="0" w:space="0" w:color="auto"/>
            <w:right w:val="none" w:sz="0" w:space="0" w:color="auto"/>
          </w:divBdr>
          <w:divsChild>
            <w:div w:id="1302350834">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2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51">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1302350825">
              <w:marLeft w:val="0"/>
              <w:marRight w:val="0"/>
              <w:marTop w:val="0"/>
              <w:marBottom w:val="0"/>
              <w:divBdr>
                <w:top w:val="none" w:sz="0" w:space="0" w:color="auto"/>
                <w:left w:val="none" w:sz="0" w:space="0" w:color="auto"/>
                <w:bottom w:val="none" w:sz="0" w:space="0" w:color="auto"/>
                <w:right w:val="none" w:sz="0" w:space="0" w:color="auto"/>
              </w:divBdr>
            </w:div>
          </w:divsChild>
        </w:div>
        <w:div w:id="1302350853">
          <w:marLeft w:val="0"/>
          <w:marRight w:val="336"/>
          <w:marTop w:val="120"/>
          <w:marBottom w:val="192"/>
          <w:divBdr>
            <w:top w:val="none" w:sz="0" w:space="0" w:color="auto"/>
            <w:left w:val="none" w:sz="0" w:space="0" w:color="auto"/>
            <w:bottom w:val="none" w:sz="0" w:space="0" w:color="auto"/>
            <w:right w:val="none" w:sz="0" w:space="0" w:color="auto"/>
          </w:divBdr>
          <w:divsChild>
            <w:div w:id="1302350842">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2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60">
          <w:marLeft w:val="336"/>
          <w:marRight w:val="0"/>
          <w:marTop w:val="120"/>
          <w:marBottom w:val="192"/>
          <w:divBdr>
            <w:top w:val="none" w:sz="0" w:space="0" w:color="auto"/>
            <w:left w:val="none" w:sz="0" w:space="0" w:color="auto"/>
            <w:bottom w:val="none" w:sz="0" w:space="0" w:color="auto"/>
            <w:right w:val="none" w:sz="0" w:space="0" w:color="auto"/>
          </w:divBdr>
          <w:divsChild>
            <w:div w:id="1302350821">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5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63">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1302350848">
              <w:marLeft w:val="0"/>
              <w:marRight w:val="0"/>
              <w:marTop w:val="0"/>
              <w:marBottom w:val="0"/>
              <w:divBdr>
                <w:top w:val="none" w:sz="0" w:space="0" w:color="auto"/>
                <w:left w:val="none" w:sz="0" w:space="0" w:color="auto"/>
                <w:bottom w:val="none" w:sz="0" w:space="0" w:color="auto"/>
                <w:right w:val="none" w:sz="0" w:space="0" w:color="auto"/>
              </w:divBdr>
            </w:div>
          </w:divsChild>
        </w:div>
        <w:div w:id="1302350864">
          <w:marLeft w:val="336"/>
          <w:marRight w:val="0"/>
          <w:marTop w:val="120"/>
          <w:marBottom w:val="192"/>
          <w:divBdr>
            <w:top w:val="none" w:sz="0" w:space="0" w:color="auto"/>
            <w:left w:val="none" w:sz="0" w:space="0" w:color="auto"/>
            <w:bottom w:val="none" w:sz="0" w:space="0" w:color="auto"/>
            <w:right w:val="none" w:sz="0" w:space="0" w:color="auto"/>
          </w:divBdr>
          <w:divsChild>
            <w:div w:id="1302350869">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6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66">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1302350846">
              <w:marLeft w:val="0"/>
              <w:marRight w:val="0"/>
              <w:marTop w:val="0"/>
              <w:marBottom w:val="0"/>
              <w:divBdr>
                <w:top w:val="none" w:sz="0" w:space="0" w:color="auto"/>
                <w:left w:val="none" w:sz="0" w:space="0" w:color="auto"/>
                <w:bottom w:val="none" w:sz="0" w:space="0" w:color="auto"/>
                <w:right w:val="none" w:sz="0" w:space="0" w:color="auto"/>
              </w:divBdr>
            </w:div>
          </w:divsChild>
        </w:div>
        <w:div w:id="1302350874">
          <w:marLeft w:val="336"/>
          <w:marRight w:val="0"/>
          <w:marTop w:val="120"/>
          <w:marBottom w:val="192"/>
          <w:divBdr>
            <w:top w:val="none" w:sz="0" w:space="0" w:color="auto"/>
            <w:left w:val="none" w:sz="0" w:space="0" w:color="auto"/>
            <w:bottom w:val="none" w:sz="0" w:space="0" w:color="auto"/>
            <w:right w:val="none" w:sz="0" w:space="0" w:color="auto"/>
          </w:divBdr>
          <w:divsChild>
            <w:div w:id="1302350862">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2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75">
          <w:marLeft w:val="336"/>
          <w:marRight w:val="0"/>
          <w:marTop w:val="120"/>
          <w:marBottom w:val="192"/>
          <w:divBdr>
            <w:top w:val="none" w:sz="0" w:space="0" w:color="auto"/>
            <w:left w:val="none" w:sz="0" w:space="0" w:color="auto"/>
            <w:bottom w:val="none" w:sz="0" w:space="0" w:color="auto"/>
            <w:right w:val="none" w:sz="0" w:space="0" w:color="auto"/>
          </w:divBdr>
          <w:divsChild>
            <w:div w:id="1302350817">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2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76">
          <w:marLeft w:val="0"/>
          <w:marRight w:val="336"/>
          <w:marTop w:val="120"/>
          <w:marBottom w:val="192"/>
          <w:divBdr>
            <w:top w:val="none" w:sz="0" w:space="0" w:color="auto"/>
            <w:left w:val="none" w:sz="0" w:space="0" w:color="auto"/>
            <w:bottom w:val="none" w:sz="0" w:space="0" w:color="auto"/>
            <w:right w:val="none" w:sz="0" w:space="0" w:color="auto"/>
          </w:divBdr>
          <w:divsChild>
            <w:div w:id="1302350839">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4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88">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1302350877">
              <w:marLeft w:val="0"/>
              <w:marRight w:val="0"/>
              <w:marTop w:val="0"/>
              <w:marBottom w:val="0"/>
              <w:divBdr>
                <w:top w:val="none" w:sz="0" w:space="0" w:color="auto"/>
                <w:left w:val="none" w:sz="0" w:space="0" w:color="auto"/>
                <w:bottom w:val="none" w:sz="0" w:space="0" w:color="auto"/>
                <w:right w:val="none" w:sz="0" w:space="0" w:color="auto"/>
              </w:divBdr>
            </w:div>
          </w:divsChild>
        </w:div>
        <w:div w:id="1302350889">
          <w:marLeft w:val="0"/>
          <w:marRight w:val="336"/>
          <w:marTop w:val="120"/>
          <w:marBottom w:val="192"/>
          <w:divBdr>
            <w:top w:val="none" w:sz="0" w:space="0" w:color="auto"/>
            <w:left w:val="none" w:sz="0" w:space="0" w:color="auto"/>
            <w:bottom w:val="none" w:sz="0" w:space="0" w:color="auto"/>
            <w:right w:val="none" w:sz="0" w:space="0" w:color="auto"/>
          </w:divBdr>
          <w:divsChild>
            <w:div w:id="1302350868">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73">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91">
          <w:marLeft w:val="838"/>
          <w:marRight w:val="0"/>
          <w:marTop w:val="168"/>
          <w:marBottom w:val="168"/>
          <w:divBdr>
            <w:top w:val="single" w:sz="6" w:space="2" w:color="E0E0E0"/>
            <w:left w:val="single" w:sz="6" w:space="11" w:color="E0E0E0"/>
            <w:bottom w:val="single" w:sz="6" w:space="2" w:color="E0E0E0"/>
            <w:right w:val="single" w:sz="6" w:space="11" w:color="E0E0E0"/>
          </w:divBdr>
          <w:divsChild>
            <w:div w:id="130235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350867">
      <w:marLeft w:val="0"/>
      <w:marRight w:val="0"/>
      <w:marTop w:val="0"/>
      <w:marBottom w:val="0"/>
      <w:divBdr>
        <w:top w:val="none" w:sz="0" w:space="0" w:color="auto"/>
        <w:left w:val="none" w:sz="0" w:space="0" w:color="auto"/>
        <w:bottom w:val="none" w:sz="0" w:space="0" w:color="auto"/>
        <w:right w:val="none" w:sz="0" w:space="0" w:color="auto"/>
      </w:divBdr>
      <w:divsChild>
        <w:div w:id="1302350884">
          <w:marLeft w:val="0"/>
          <w:marRight w:val="0"/>
          <w:marTop w:val="0"/>
          <w:marBottom w:val="0"/>
          <w:divBdr>
            <w:top w:val="none" w:sz="0" w:space="0" w:color="auto"/>
            <w:left w:val="none" w:sz="0" w:space="0" w:color="auto"/>
            <w:bottom w:val="none" w:sz="0" w:space="0" w:color="auto"/>
            <w:right w:val="none" w:sz="0" w:space="0" w:color="auto"/>
          </w:divBdr>
        </w:div>
      </w:divsChild>
    </w:div>
    <w:div w:id="1302350882">
      <w:marLeft w:val="0"/>
      <w:marRight w:val="0"/>
      <w:marTop w:val="0"/>
      <w:marBottom w:val="0"/>
      <w:divBdr>
        <w:top w:val="none" w:sz="0" w:space="0" w:color="auto"/>
        <w:left w:val="none" w:sz="0" w:space="0" w:color="auto"/>
        <w:bottom w:val="none" w:sz="0" w:space="0" w:color="auto"/>
        <w:right w:val="none" w:sz="0" w:space="0" w:color="auto"/>
      </w:divBdr>
      <w:divsChild>
        <w:div w:id="1302350855">
          <w:marLeft w:val="336"/>
          <w:marRight w:val="0"/>
          <w:marTop w:val="120"/>
          <w:marBottom w:val="192"/>
          <w:divBdr>
            <w:top w:val="none" w:sz="0" w:space="0" w:color="auto"/>
            <w:left w:val="none" w:sz="0" w:space="0" w:color="auto"/>
            <w:bottom w:val="none" w:sz="0" w:space="0" w:color="auto"/>
            <w:right w:val="none" w:sz="0" w:space="0" w:color="auto"/>
          </w:divBdr>
          <w:divsChild>
            <w:div w:id="1302350886">
              <w:marLeft w:val="0"/>
              <w:marRight w:val="0"/>
              <w:marTop w:val="0"/>
              <w:marBottom w:val="0"/>
              <w:divBdr>
                <w:top w:val="single" w:sz="6" w:space="2" w:color="CCCCCC"/>
                <w:left w:val="single" w:sz="6" w:space="2" w:color="CCCCCC"/>
                <w:bottom w:val="single" w:sz="6" w:space="2" w:color="CCCCCC"/>
                <w:right w:val="single" w:sz="6" w:space="2" w:color="CCCCCC"/>
              </w:divBdr>
              <w:divsChild>
                <w:div w:id="130235085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302350885">
          <w:marLeft w:val="0"/>
          <w:marRight w:val="0"/>
          <w:marTop w:val="0"/>
          <w:marBottom w:val="0"/>
          <w:divBdr>
            <w:top w:val="none" w:sz="0" w:space="0" w:color="auto"/>
            <w:left w:val="none" w:sz="0" w:space="0" w:color="auto"/>
            <w:bottom w:val="none" w:sz="0" w:space="0" w:color="auto"/>
            <w:right w:val="none" w:sz="0" w:space="0" w:color="auto"/>
          </w:divBdr>
        </w:div>
      </w:divsChild>
    </w:div>
    <w:div w:id="1302350892">
      <w:marLeft w:val="0"/>
      <w:marRight w:val="0"/>
      <w:marTop w:val="0"/>
      <w:marBottom w:val="0"/>
      <w:divBdr>
        <w:top w:val="none" w:sz="0" w:space="0" w:color="auto"/>
        <w:left w:val="none" w:sz="0" w:space="0" w:color="auto"/>
        <w:bottom w:val="none" w:sz="0" w:space="0" w:color="auto"/>
        <w:right w:val="none" w:sz="0" w:space="0" w:color="auto"/>
      </w:divBdr>
      <w:divsChild>
        <w:div w:id="1302350894">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1302350895">
      <w:marLeft w:val="0"/>
      <w:marRight w:val="0"/>
      <w:marTop w:val="0"/>
      <w:marBottom w:val="0"/>
      <w:divBdr>
        <w:top w:val="none" w:sz="0" w:space="0" w:color="auto"/>
        <w:left w:val="none" w:sz="0" w:space="0" w:color="auto"/>
        <w:bottom w:val="none" w:sz="0" w:space="0" w:color="auto"/>
        <w:right w:val="none" w:sz="0" w:space="0" w:color="auto"/>
      </w:divBdr>
      <w:divsChild>
        <w:div w:id="1302350896">
          <w:marLeft w:val="0"/>
          <w:marRight w:val="0"/>
          <w:marTop w:val="0"/>
          <w:marBottom w:val="0"/>
          <w:divBdr>
            <w:top w:val="none" w:sz="0" w:space="0" w:color="auto"/>
            <w:left w:val="none" w:sz="0" w:space="0" w:color="auto"/>
            <w:bottom w:val="none" w:sz="0" w:space="0" w:color="auto"/>
            <w:right w:val="none" w:sz="0" w:space="0" w:color="auto"/>
          </w:divBdr>
          <w:divsChild>
            <w:div w:id="1302350893">
              <w:marLeft w:val="0"/>
              <w:marRight w:val="0"/>
              <w:marTop w:val="0"/>
              <w:marBottom w:val="0"/>
              <w:divBdr>
                <w:top w:val="none" w:sz="0" w:space="0" w:color="auto"/>
                <w:left w:val="none" w:sz="0" w:space="0" w:color="auto"/>
                <w:bottom w:val="none" w:sz="0" w:space="0" w:color="auto"/>
                <w:right w:val="none" w:sz="0" w:space="0" w:color="auto"/>
              </w:divBdr>
            </w:div>
          </w:divsChild>
        </w:div>
        <w:div w:id="1302350897">
          <w:marLeft w:val="0"/>
          <w:marRight w:val="0"/>
          <w:marTop w:val="0"/>
          <w:marBottom w:val="0"/>
          <w:divBdr>
            <w:top w:val="single" w:sz="6" w:space="5" w:color="AAAAAA"/>
            <w:left w:val="single" w:sz="6" w:space="5" w:color="AAAAAA"/>
            <w:bottom w:val="single" w:sz="6" w:space="5" w:color="AAAAAA"/>
            <w:right w:val="single" w:sz="6" w:space="5" w:color="AAAAAA"/>
          </w:divBdr>
        </w:div>
        <w:div w:id="1302350899">
          <w:marLeft w:val="0"/>
          <w:marRight w:val="0"/>
          <w:marTop w:val="0"/>
          <w:marBottom w:val="0"/>
          <w:divBdr>
            <w:top w:val="none" w:sz="0" w:space="0" w:color="auto"/>
            <w:left w:val="none" w:sz="0" w:space="0" w:color="auto"/>
            <w:bottom w:val="none" w:sz="0" w:space="0" w:color="auto"/>
            <w:right w:val="none" w:sz="0" w:space="0" w:color="auto"/>
          </w:divBdr>
        </w:div>
        <w:div w:id="1302350901">
          <w:marLeft w:val="0"/>
          <w:marRight w:val="0"/>
          <w:marTop w:val="0"/>
          <w:marBottom w:val="0"/>
          <w:divBdr>
            <w:top w:val="none" w:sz="0" w:space="0" w:color="auto"/>
            <w:left w:val="none" w:sz="0" w:space="0" w:color="auto"/>
            <w:bottom w:val="none" w:sz="0" w:space="0" w:color="auto"/>
            <w:right w:val="none" w:sz="0" w:space="0" w:color="auto"/>
          </w:divBdr>
          <w:divsChild>
            <w:div w:id="1302350900">
              <w:marLeft w:val="0"/>
              <w:marRight w:val="0"/>
              <w:marTop w:val="0"/>
              <w:marBottom w:val="0"/>
              <w:divBdr>
                <w:top w:val="none" w:sz="0" w:space="0" w:color="auto"/>
                <w:left w:val="none" w:sz="0" w:space="0" w:color="auto"/>
                <w:bottom w:val="none" w:sz="0" w:space="0" w:color="auto"/>
                <w:right w:val="none" w:sz="0" w:space="0" w:color="auto"/>
              </w:divBdr>
            </w:div>
          </w:divsChild>
        </w:div>
        <w:div w:id="1302350902">
          <w:marLeft w:val="0"/>
          <w:marRight w:val="0"/>
          <w:marTop w:val="0"/>
          <w:marBottom w:val="0"/>
          <w:divBdr>
            <w:top w:val="none" w:sz="0" w:space="0" w:color="auto"/>
            <w:left w:val="none" w:sz="0" w:space="0" w:color="auto"/>
            <w:bottom w:val="none" w:sz="0" w:space="0" w:color="auto"/>
            <w:right w:val="none" w:sz="0" w:space="0" w:color="auto"/>
          </w:divBdr>
        </w:div>
      </w:divsChild>
    </w:div>
    <w:div w:id="1302350898">
      <w:marLeft w:val="0"/>
      <w:marRight w:val="0"/>
      <w:marTop w:val="0"/>
      <w:marBottom w:val="0"/>
      <w:divBdr>
        <w:top w:val="none" w:sz="0" w:space="0" w:color="auto"/>
        <w:left w:val="none" w:sz="0" w:space="0" w:color="auto"/>
        <w:bottom w:val="none" w:sz="0" w:space="0" w:color="auto"/>
        <w:right w:val="none" w:sz="0" w:space="0" w:color="auto"/>
      </w:divBdr>
    </w:div>
    <w:div w:id="13023509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2%D0%B5%D1%80%D0%B5%D1%81%D0%BA" TargetMode="External"/><Relationship Id="rId117" Type="http://schemas.openxmlformats.org/officeDocument/2006/relationships/hyperlink" Target="https://ru.wikipedia.org/wiki/%D0%A3%D1%87%D0%B8%D1%82%D0%B5%D0%BB%D1%8C" TargetMode="External"/><Relationship Id="rId21" Type="http://schemas.openxmlformats.org/officeDocument/2006/relationships/hyperlink" Target="https://ru.wikipedia.org/wiki/%D0%A0%D1%83%D1%81%D1%8C" TargetMode="External"/><Relationship Id="rId42" Type="http://schemas.openxmlformats.org/officeDocument/2006/relationships/hyperlink" Target="https://ru.wikipedia.org/wiki/3_%D1%81%D0%B5%D0%BD%D1%82%D1%8F%D0%B1%D1%80%D1%8F" TargetMode="External"/><Relationship Id="rId47" Type="http://schemas.openxmlformats.org/officeDocument/2006/relationships/hyperlink" Target="https://ru.wikipedia.org/wiki/26_%D1%81%D0%B5%D0%BD%D1%82%D1%8F%D0%B1%D1%80%D1%8F" TargetMode="External"/><Relationship Id="rId63" Type="http://schemas.openxmlformats.org/officeDocument/2006/relationships/hyperlink" Target="https://ru.wikipedia.org/wiki/%D0%9E%D0%9E%D0%9D" TargetMode="External"/><Relationship Id="rId68" Type="http://schemas.openxmlformats.org/officeDocument/2006/relationships/hyperlink" Target="https://ru.wikipedia.org/wiki/%D0%94%D0%B5%D0%BD%D1%8C_%D1%80%D0%B0%D0%B1%D0%BE%D1%82%D0%BD%D0%B8%D0%BA%D0%BE%D0%B2_%D0%BB%D0%B5%D1%81%D0%B0" TargetMode="External"/><Relationship Id="rId84" Type="http://schemas.openxmlformats.org/officeDocument/2006/relationships/hyperlink" Target="https://ru.wikipedia.org/wiki/%D0%9C%D0%B5%D0%BA%D1%81%D0%B8%D0%BA%D0%B0" TargetMode="External"/><Relationship Id="rId89" Type="http://schemas.openxmlformats.org/officeDocument/2006/relationships/hyperlink" Target="https://ru.wikipedia.org/wiki/9_%D1%81%D0%B5%D0%BD%D1%82%D1%8F%D0%B1%D1%80%D1%8F" TargetMode="External"/><Relationship Id="rId112" Type="http://schemas.openxmlformats.org/officeDocument/2006/relationships/hyperlink" Target="https://ru.wikipedia.org/wiki/%D0%9A%D0%B0%D0%BD%D0%B8%D0%BA%D1%83%D0%BB%D1%8B" TargetMode="External"/><Relationship Id="rId133" Type="http://schemas.openxmlformats.org/officeDocument/2006/relationships/theme" Target="theme/theme1.xml"/><Relationship Id="rId16" Type="http://schemas.openxmlformats.org/officeDocument/2006/relationships/hyperlink" Target="https://ru.wikipedia.org/wiki/%D0%AE%D0%B6%D0%BD%D0%BE%D0%B5_%D0%BF%D0%BE%D0%BB%D1%83%D1%88%D0%B0%D1%80%D0%B8%D0%B5" TargetMode="External"/><Relationship Id="rId107" Type="http://schemas.openxmlformats.org/officeDocument/2006/relationships/hyperlink" Target="https://ru.wikipedia.org/wiki/3_%D1%81%D0%B5%D0%BD%D1%82%D1%8F%D0%B1%D1%80%D1%8F" TargetMode="External"/><Relationship Id="rId11" Type="http://schemas.openxmlformats.org/officeDocument/2006/relationships/hyperlink" Target="https://ru.wikipedia.org/wiki/%D0%9C%D0%B5%D1%81%D1%8F%D1%86" TargetMode="External"/><Relationship Id="rId32" Type="http://schemas.openxmlformats.org/officeDocument/2006/relationships/hyperlink" Target="https://ru.wikipedia.org/wiki/1939_%D0%B3%D0%BE%D0%B4" TargetMode="External"/><Relationship Id="rId37" Type="http://schemas.openxmlformats.org/officeDocument/2006/relationships/hyperlink" Target="https://ru.wikipedia.org/wiki/11_%D1%81%D0%B5%D0%BD%D1%82%D1%8F%D0%B1%D1%80%D1%8F" TargetMode="External"/><Relationship Id="rId53" Type="http://schemas.openxmlformats.org/officeDocument/2006/relationships/hyperlink" Target="https://ru.wikipedia.org/wiki/1981_%D0%B3%D0%BE%D0%B4" TargetMode="External"/><Relationship Id="rId58" Type="http://schemas.openxmlformats.org/officeDocument/2006/relationships/hyperlink" Target="https://ru.wikipedia.org/wiki/%D0%9C%D0%B5%D0%B6%D0%B4%D1%83%D0%BD%D0%B0%D1%80%D0%BE%D0%B4%D0%BD%D1%8B%D0%B9_%D0%B4%D0%B5%D0%BD%D1%8C_%D0%B3%D0%BB%D1%83%D1%85%D0%B8%D1%85" TargetMode="External"/><Relationship Id="rId74" Type="http://schemas.openxmlformats.org/officeDocument/2006/relationships/hyperlink" Target="https://ru.wikipedia.org/wiki/%D0%A3%D1%81%D0%B5%D0%BA%D0%BD%D0%BE%D0%B2%D0%B5%D0%BD%D0%B8%D0%B5_%D0%B3%D0%BB%D0%B0%D0%B2%D1%8B_%D0%98%D0%BE%D0%B0%D0%BD%D0%BD%D0%B0_%D0%9F%D1%80%D0%B5%D0%B4%D1%82%D0%B5%D1%87%D0%B8" TargetMode="External"/><Relationship Id="rId79" Type="http://schemas.openxmlformats.org/officeDocument/2006/relationships/hyperlink" Target="https://ru.wikipedia.org/wiki/%D0%90%D0%B2%D1%81%D1%82%D1%80%D0%B0%D0%BB%D0%B8%D1%8F" TargetMode="External"/><Relationship Id="rId102" Type="http://schemas.openxmlformats.org/officeDocument/2006/relationships/hyperlink" Target="https://ru.wikipedia.org/wiki/%D0%9F%D1%91%D1%82%D1%80_I" TargetMode="External"/><Relationship Id="rId123" Type="http://schemas.openxmlformats.org/officeDocument/2006/relationships/hyperlink" Target="https://ru.wikipedia.org/wiki/%D0%A1%D1%80%D0%B5%D0%B4%D0%BD%D0%B5%D0%B5_%D1%81%D0%BF%D0%B5%D1%86%D0%B8%D0%B0%D0%BB%D1%8C%D0%BD%D0%BE%D0%B5_%D1%83%D1%87%D0%B5%D0%B1%D0%BD%D0%BE%D0%B5_%D0%B7%D0%B0%D0%B2%D0%B5%D0%B4%D0%B5%D0%BD%D0%B8%D0%B5" TargetMode="External"/><Relationship Id="rId128" Type="http://schemas.openxmlformats.org/officeDocument/2006/relationships/image" Target="media/image5.gif"/><Relationship Id="rId5" Type="http://schemas.openxmlformats.org/officeDocument/2006/relationships/footnotes" Target="footnotes.xml"/><Relationship Id="rId90" Type="http://schemas.openxmlformats.org/officeDocument/2006/relationships/hyperlink" Target="https://ru.wikipedia.org/wiki/14_%D1%81%D0%B5%D0%BD%D1%82%D1%8F%D0%B1%D1%80%D1%8F" TargetMode="External"/><Relationship Id="rId95" Type="http://schemas.openxmlformats.org/officeDocument/2006/relationships/hyperlink" Target="https://ru.wikipedia.org/wiki/%D0%92%D0%B5%D1%80%D1%85%D0%BE%D0%B2%D0%BD%D1%8B%D0%B9_%D0%A1%D0%BE%D0%B2%D0%B5%D1%82_%D0%A1%D0%A1%D0%A1%D0%A0" TargetMode="External"/><Relationship Id="rId14" Type="http://schemas.openxmlformats.org/officeDocument/2006/relationships/hyperlink" Target="https://ru.wikipedia.org/wiki/%D0%A1%D0%B5%D0%B2%D0%B5%D1%80%D0%BD%D0%BE%D0%B5_%D0%BF%D0%BE%D0%BB%D1%83%D1%88%D0%B0%D1%80%D0%B8%D0%B5" TargetMode="External"/><Relationship Id="rId22" Type="http://schemas.openxmlformats.org/officeDocument/2006/relationships/hyperlink" Target="https://ru.wikipedia.org/wiki/%D0%A0%D1%83%D1%81%D1%81%D0%BA%D0%BE%D0%B5_%D0%B3%D0%BE%D1%81%D1%83%D0%B4%D0%B0%D1%80%D1%81%D1%82%D0%B2%D0%BE" TargetMode="External"/><Relationship Id="rId27" Type="http://schemas.openxmlformats.org/officeDocument/2006/relationships/hyperlink" Target="https://ru.wikipedia.org/wiki/16_%D1%81%D0%B5%D0%BD%D1%82%D1%8F%D0%B1%D1%80%D1%8F" TargetMode="External"/><Relationship Id="rId30" Type="http://schemas.openxmlformats.org/officeDocument/2006/relationships/hyperlink" Target="https://ru.wikipedia.org/wiki/17_%D1%81%D0%B5%D0%BD%D1%82%D1%8F%D0%B1%D1%80%D1%8F" TargetMode="External"/><Relationship Id="rId35" Type="http://schemas.openxmlformats.org/officeDocument/2006/relationships/hyperlink" Target="https://ru.wikipedia.org/wiki/%D0%94%D0%BD%D0%B8_%D0%B2%D0%BE%D0%B8%D0%BD%D1%81%D0%BA%D0%BE%D0%B9_%D1%81%D0%BB%D0%B0%D0%B2%D1%8B_%D0%A0%D0%BE%D1%81%D1%81%D0%B8%D0%B8" TargetMode="External"/><Relationship Id="rId43" Type="http://schemas.openxmlformats.org/officeDocument/2006/relationships/hyperlink" Target="https://ru.wikipedia.org/wiki/%D0%94%D0%B5%D0%BD%D1%8C_%D1%81%D0%BE%D0%BB%D0%B8%D0%B4%D0%B0%D1%80%D0%BD%D0%BE%D1%81%D1%82%D0%B8_%D0%B2_%D0%B1%D0%BE%D1%80%D1%8C%D0%B1%D0%B5_%D1%81_%D1%82%D0%B5%D1%80%D1%80%D0%BE%D1%80%D0%B8%D0%B7%D0%BC%D0%BE%D0%BC" TargetMode="External"/><Relationship Id="rId48" Type="http://schemas.openxmlformats.org/officeDocument/2006/relationships/hyperlink" Target="https://ru.wikipedia.org/wiki/%D0%92%D1%81%D0%B5%D0%BC%D0%B8%D1%80%D0%BD%D1%8B%D0%B9_%D0%B4%D0%B5%D0%BD%D1%8C_%D0%BA%D0%BE%D0%BD%D1%82%D1%80%D0%B0%D1%86%D0%B5%D0%BF%D1%86%D0%B8%D0%B8" TargetMode="External"/><Relationship Id="rId56" Type="http://schemas.openxmlformats.org/officeDocument/2006/relationships/hyperlink" Target="https://ru.wikipedia.org/wiki/19_%D1%81%D0%B5%D0%BD%D1%82%D1%8F%D0%B1%D1%80%D1%8F" TargetMode="External"/><Relationship Id="rId64" Type="http://schemas.openxmlformats.org/officeDocument/2006/relationships/hyperlink" Target="https://ru.wikipedia.org/wiki/1_%D1%81%D0%B5%D0%BD%D1%82%D1%8F%D0%B1%D1%80%D1%8F" TargetMode="External"/><Relationship Id="rId69" Type="http://schemas.openxmlformats.org/officeDocument/2006/relationships/hyperlink" Target="https://ru.wikipedia.org/wiki/%D0%94%D0%B5%D0%BD%D1%8C_%D0%BC%D0%B0%D1%88%D0%B8%D0%BD%D0%BE%D1%81%D1%82%D1%80%D0%BE%D0%B8%D1%82%D0%B5%D0%BB%D1%8F" TargetMode="External"/><Relationship Id="rId77" Type="http://schemas.openxmlformats.org/officeDocument/2006/relationships/hyperlink" Target="https://ru.wikipedia.org/wiki/9_%D1%81%D0%B5%D0%BD%D1%82%D1%8F%D0%B1%D1%80%D1%8F" TargetMode="External"/><Relationship Id="rId100" Type="http://schemas.openxmlformats.org/officeDocument/2006/relationships/hyperlink" Target="https://ru.wikipedia.org/wiki/%D0%A8%D0%BA%D0%BE%D0%BB%D0%B0" TargetMode="External"/><Relationship Id="rId105" Type="http://schemas.openxmlformats.org/officeDocument/2006/relationships/hyperlink" Target="https://ru.wikipedia.org/wiki/XX_%D0%B2%D0%B5%D0%BA" TargetMode="External"/><Relationship Id="rId113" Type="http://schemas.openxmlformats.org/officeDocument/2006/relationships/hyperlink" Target="https://ru.wikipedia.org/wiki/%D0%97%D0%B0%D1%81%D0%BB%D1%83%D0%B6%D0%B5%D0%BD%D0%BD%D1%8B%D0%B9_%D1%83%D1%87%D0%B8%D1%82%D0%B5%D0%BB%D1%8C_%D1%88%D0%BA%D0%BE%D0%BB%D1%8B_%D0%A0%D0%A1%D0%A4%D0%A1%D0%A0" TargetMode="External"/><Relationship Id="rId118" Type="http://schemas.openxmlformats.org/officeDocument/2006/relationships/hyperlink" Target="https://ru.wikipedia.org/wiki/%D0%A6%D0%B2%D0%B5%D1%82%D1%8B" TargetMode="External"/><Relationship Id="rId126" Type="http://schemas.openxmlformats.org/officeDocument/2006/relationships/image" Target="media/image3.jpeg"/><Relationship Id="rId8" Type="http://schemas.openxmlformats.org/officeDocument/2006/relationships/footer" Target="footer2.xml"/><Relationship Id="rId51" Type="http://schemas.openxmlformats.org/officeDocument/2006/relationships/hyperlink" Target="https://ru.wikipedia.org/wiki/%D0%93%D0%B5%D0%BD%D0%B5%D1%80%D0%B0%D0%BB%D1%8C%D0%BD%D0%B0%D1%8F_%D0%90%D1%81%D1%81%D0%B0%D0%BC%D0%B1%D0%BB%D0%B5%D1%8F_%D0%9E%D0%9E%D0%9D" TargetMode="External"/><Relationship Id="rId72" Type="http://schemas.openxmlformats.org/officeDocument/2006/relationships/hyperlink" Target="https://ru.wikipedia.org/wiki/%D0%9E%D1%81%D0%B5%D0%BD%D0%B8%D0%BD%D1%8B" TargetMode="External"/><Relationship Id="rId80" Type="http://schemas.openxmlformats.org/officeDocument/2006/relationships/hyperlink" Target="https://ru.wikipedia.org/wiki/%D0%9D%D0%BE%D0%B2%D0%B0%D1%8F_%D0%97%D0%B5%D0%BB%D0%B0%D0%BD%D0%B4%D0%B8%D1%8F" TargetMode="External"/><Relationship Id="rId85" Type="http://schemas.openxmlformats.org/officeDocument/2006/relationships/hyperlink" Target="https://ru.wikipedia.org/wiki/%D0%A3%D0%BA%D1%80%D0%B0%D0%B8%D0%BD%D0%B0" TargetMode="External"/><Relationship Id="rId93" Type="http://schemas.openxmlformats.org/officeDocument/2006/relationships/hyperlink" Target="https://ru.wikipedia.org/wiki/%D0%A0%D0%BE%D1%81%D1%81%D0%B8%D1%8F" TargetMode="External"/><Relationship Id="rId98" Type="http://schemas.openxmlformats.org/officeDocument/2006/relationships/hyperlink" Target="https://ru.wikipedia.org/wiki/%D0%A3%D0%BA%D1%80%D0%B0%D0%B8%D0%BD%D0%B0" TargetMode="External"/><Relationship Id="rId121" Type="http://schemas.openxmlformats.org/officeDocument/2006/relationships/hyperlink" Target="https://ru.wikipedia.org/wiki/%D0%A1%D1%82%D1%80%D0%B0%D0%BD%D0%B0" TargetMode="External"/><Relationship Id="rId3" Type="http://schemas.openxmlformats.org/officeDocument/2006/relationships/settings" Target="settings.xml"/><Relationship Id="rId12" Type="http://schemas.openxmlformats.org/officeDocument/2006/relationships/hyperlink" Target="https://ru.wikipedia.org/wiki/%D0%93%D1%80%D0%B8%D0%B3%D0%BE%D1%80%D0%B8%D0%B0%D0%BD%D1%81%D0%BA%D0%B8%D0%B9_%D0%BA%D0%B0%D0%BB%D0%B5%D0%BD%D0%B4%D0%B0%D1%80%D1%8C" TargetMode="External"/><Relationship Id="rId17" Type="http://schemas.openxmlformats.org/officeDocument/2006/relationships/hyperlink" Target="https://ru.wikipedia.org/wiki/%D0%9B%D0%B0%D1%82%D0%B8%D0%BD%D1%81%D0%BA%D0%B8%D0%B9_%D1%8F%D0%B7%D1%8B%D0%BA" TargetMode="External"/><Relationship Id="rId25" Type="http://schemas.openxmlformats.org/officeDocument/2006/relationships/hyperlink" Target="https://ru.wikipedia.org/wiki/%D0%9F%D0%BE%D0%BB%D1%8C%D1%81%D0%BA%D0%B8%D0%B9_%D1%8F%D0%B7%D1%8B%D0%BA" TargetMode="External"/><Relationship Id="rId33" Type="http://schemas.openxmlformats.org/officeDocument/2006/relationships/hyperlink" Target="https://ru.wikipedia.org/wiki/2_%D1%81%D0%B5%D0%BD%D1%82%D1%8F%D0%B1%D1%80%D1%8F" TargetMode="External"/><Relationship Id="rId38" Type="http://schemas.openxmlformats.org/officeDocument/2006/relationships/hyperlink" Target="https://ru.wikipedia.org/wiki/%D0%94%D0%B5%D0%BD%D1%8C_%D0%BF%D0%B0%D1%82%D1%80%D0%B8%D0%BE%D1%82%D0%B0" TargetMode="External"/><Relationship Id="rId46" Type="http://schemas.openxmlformats.org/officeDocument/2006/relationships/hyperlink" Target="https://ru.wikipedia.org/wiki/%D0%92%D1%81%D0%B5%D0%BC%D0%B8%D1%80%D0%BD%D1%8B%D0%B9_%D0%B4%D0%B5%D0%BD%D1%8C_%D0%BF%D1%80%D0%B5%D0%B4%D0%BE%D1%82%D0%B2%D1%80%D0%B0%D1%89%D0%B5%D0%BD%D0%B8%D1%8F_%D1%81%D0%B0%D0%BC%D0%BE%D1%83%D0%B1%D0%B8%D0%B9%D1%81%D1%82%D0%B2" TargetMode="External"/><Relationship Id="rId59" Type="http://schemas.openxmlformats.org/officeDocument/2006/relationships/hyperlink" Target="https://ru.wikipedia.org/wiki/%D0%A1%D0%B5%D0%BD%D1%82%D1%8F%D0%B1%D1%80%D1%8C" TargetMode="External"/><Relationship Id="rId67" Type="http://schemas.openxmlformats.org/officeDocument/2006/relationships/hyperlink" Target="https://ru.wikipedia.org/wiki/%D0%94%D0%B5%D0%BD%D1%8C_%D1%82%D0%B0%D0%BD%D0%BA%D0%B8%D1%81%D1%82%D0%B0" TargetMode="External"/><Relationship Id="rId103" Type="http://schemas.openxmlformats.org/officeDocument/2006/relationships/hyperlink" Target="https://ru.wikipedia.org/wiki/%D0%94%D0%B5%D0%BD%D1%8C_%D0%B7%D0%BD%D0%B0%D0%BD%D0%B8%D0%B9" TargetMode="External"/><Relationship Id="rId108" Type="http://schemas.openxmlformats.org/officeDocument/2006/relationships/hyperlink" Target="https://ru.wikipedia.org/wiki/1935_%D0%B3%D0%BE%D0%B4" TargetMode="External"/><Relationship Id="rId116" Type="http://schemas.openxmlformats.org/officeDocument/2006/relationships/hyperlink" Target="https://ru.wikipedia.org/wiki/1980_%D0%B3%D0%BE%D0%B4" TargetMode="External"/><Relationship Id="rId124" Type="http://schemas.openxmlformats.org/officeDocument/2006/relationships/hyperlink" Target="https://ru.wikipedia.org/wiki/%D0%92%D1%8B%D1%81%D1%88%D0%B5%D0%B5_%D1%83%D1%87%D0%B5%D0%B1%D0%BD%D0%BE%D0%B5_%D0%B7%D0%B0%D0%B2%D0%B5%D0%B4%D0%B5%D0%BD%D0%B8%D0%B5" TargetMode="External"/><Relationship Id="rId129" Type="http://schemas.openxmlformats.org/officeDocument/2006/relationships/image" Target="media/image6.wmf"/><Relationship Id="rId20" Type="http://schemas.openxmlformats.org/officeDocument/2006/relationships/hyperlink" Target="https://ru.wikipedia.org/wiki/%D0%9C%D0%B0%D1%80%D1%82" TargetMode="External"/><Relationship Id="rId41" Type="http://schemas.openxmlformats.org/officeDocument/2006/relationships/hyperlink" Target="https://ru.wikipedia.org/wiki/%D0%9A%D1%83%D0%BB%D0%B8%D0%BA%D0%BE%D0%B2%D1%81%D0%BA%D0%B0%D1%8F_%D0%B1%D0%B8%D1%82%D0%B2%D0%B0" TargetMode="External"/><Relationship Id="rId54" Type="http://schemas.openxmlformats.org/officeDocument/2006/relationships/hyperlink" Target="https://ru.wikipedia.org/wiki/21_%D1%81%D0%B5%D0%BD%D1%82%D1%8F%D0%B1%D1%80%D1%8F" TargetMode="External"/><Relationship Id="rId62" Type="http://schemas.openxmlformats.org/officeDocument/2006/relationships/hyperlink" Target="https://ru.wikipedia.org/wiki/%D0%92%D1%81%D0%B5%D0%BC%D0%B8%D1%80%D0%BD%D1%8B%D0%B9_%D0%B4%D0%B5%D0%BD%D1%8C_%D0%BC%D0%BE%D1%80%D1%8F" TargetMode="External"/><Relationship Id="rId70" Type="http://schemas.openxmlformats.org/officeDocument/2006/relationships/hyperlink" Target="https://ru.wikipedia.org/wiki/%D0%93%D0%BE%D0%BB%D0%BE%D0%B2%D0%BE%D1%81%D0%B5%D0%BA" TargetMode="External"/><Relationship Id="rId75" Type="http://schemas.openxmlformats.org/officeDocument/2006/relationships/hyperlink" Target="https://ru.wikipedia.org/wiki/%D0%A0%D0%BE%D0%B6%D0%B4%D0%B5%D1%81%D1%82%D0%B2%D0%BE_%D0%9F%D1%80%D0%B5%D1%81%D0%B2%D1%8F%D1%82%D0%BE%D0%B9_%D0%91%D0%BE%D0%B3%D0%BE%D1%80%D0%BE%D0%B4%D0%B8%D1%86%D1%8B" TargetMode="External"/><Relationship Id="rId83" Type="http://schemas.openxmlformats.org/officeDocument/2006/relationships/hyperlink" Target="https://ru.wikipedia.org/wiki/%D0%94%D0%B5%D0%BD%D1%8C_%D0%BD%D0%B5%D0%B7%D0%B0%D0%B2%D0%B8%D1%81%D0%B8%D0%BC%D0%BE%D1%81%D1%82%D0%B8" TargetMode="External"/><Relationship Id="rId88" Type="http://schemas.openxmlformats.org/officeDocument/2006/relationships/hyperlink" Target="https://ru.wikipedia.org/wiki/6_%D1%81%D0%B5%D0%BD%D1%82%D1%8F%D0%B1%D1%80%D1%8F" TargetMode="External"/><Relationship Id="rId91" Type="http://schemas.openxmlformats.org/officeDocument/2006/relationships/hyperlink" Target="https://ru.wikipedia.org/wiki/1_%D1%81%D0%B5%D0%BD%D1%82%D1%8F%D0%B1%D1%80%D1%8F" TargetMode="External"/><Relationship Id="rId96" Type="http://schemas.openxmlformats.org/officeDocument/2006/relationships/hyperlink" Target="https://ru.wikipedia.org/wiki/15_%D0%B8%D1%8E%D0%BD%D1%8F" TargetMode="External"/><Relationship Id="rId111" Type="http://schemas.openxmlformats.org/officeDocument/2006/relationships/hyperlink" Target="https://ru.wikipedia.org/wiki/%D0%95%D0%93%D0%AD"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ru.wikipedia.org/wiki/%D0%92%D0%B5%D1%81%D0%BD%D0%B0" TargetMode="External"/><Relationship Id="rId23" Type="http://schemas.openxmlformats.org/officeDocument/2006/relationships/hyperlink" Target="https://ru.wikipedia.org/wiki/%D0%91%D0%B5%D0%BB%D0%BE%D1%80%D1%83%D1%81%D1%81%D0%BA%D0%B8%D0%B9_%D1%8F%D0%B7%D1%8B%D0%BA" TargetMode="External"/><Relationship Id="rId28" Type="http://schemas.openxmlformats.org/officeDocument/2006/relationships/hyperlink" Target="https://ru.wikipedia.org/wiki/%D0%9B%D0%B5%D0%B2_(%D1%81%D0%BE%D0%B7%D0%B2%D0%B5%D0%B7%D0%B4%D0%B8%D0%B5)" TargetMode="External"/><Relationship Id="rId36" Type="http://schemas.openxmlformats.org/officeDocument/2006/relationships/hyperlink" Target="https://ru.wikipedia.org/wiki/%D0%91%D0%BE%D1%80%D0%BE%D0%B4%D0%B8%D0%BD%D1%81%D0%BA%D0%BE%D0%B5_%D1%81%D1%80%D0%B0%D0%B6%D0%B5%D0%BD%D0%B8%D0%B5" TargetMode="External"/><Relationship Id="rId49" Type="http://schemas.openxmlformats.org/officeDocument/2006/relationships/hyperlink" Target="https://ru.wikipedia.org/wiki/%D0%95%D0%B2%D1%80%D0%BE%D0%BF%D0%B5%D0%B9%D1%81%D0%BA%D0%B8%D0%B9_%D0%B4%D0%B5%D0%BD%D1%8C_%D1%8F%D0%B7%D1%8B%D0%BA%D0%BE%D0%B2" TargetMode="External"/><Relationship Id="rId57" Type="http://schemas.openxmlformats.org/officeDocument/2006/relationships/hyperlink" Target="https://ru.wikipedia.org/wiki/%D0%9C%D0%B5%D0%B6%D0%B4%D1%83%D0%BD%D0%B0%D1%80%D0%BE%D0%B4%D0%BD%D1%8B%D0%B9_%D0%BF%D0%B8%D1%80%D0%B0%D1%82%D1%81%D0%BA%D0%B8%D0%B9_%D0%B4%D0%B5%D0%BD%D1%8C" TargetMode="External"/><Relationship Id="rId106" Type="http://schemas.openxmlformats.org/officeDocument/2006/relationships/hyperlink" Target="https://ru.wikipedia.org/wiki/%D0%A1%D0%BE%D0%B2%D0%B5%D1%82_%D0%9D%D0%B0%D1%80%D0%BE%D0%B4%D0%BD%D1%8B%D1%85_%D0%9A%D0%BE%D0%BC%D0%B8%D1%81%D1%81%D0%B0%D1%80%D0%BE%D0%B2_%D0%A1%D0%A1%D0%A1%D0%A0" TargetMode="External"/><Relationship Id="rId114" Type="http://schemas.openxmlformats.org/officeDocument/2006/relationships/hyperlink" Target="https://ru.wikipedia.org/wiki/%D0%91%D1%80%D1%8E%D1%85%D0%BE%D0%B2%D0%B5%D1%86%D0%BA%D0%B8%D0%B9,_%D0%A4%D1%91%D0%B4%D0%BE%D1%80_%D0%A4%D1%91%D0%B4%D0%BE%D1%80%D0%BE%D0%B2%D0%B8%D1%87" TargetMode="External"/><Relationship Id="rId119" Type="http://schemas.openxmlformats.org/officeDocument/2006/relationships/hyperlink" Target="https://ru.wikipedia.org/wiki/%D0%A3%D1%87%D0%B5%D0%B1%D0%BD%D1%8B%D0%B9_%D0%B3%D0%BE%D0%B4" TargetMode="External"/><Relationship Id="rId127" Type="http://schemas.openxmlformats.org/officeDocument/2006/relationships/image" Target="media/image4.png"/><Relationship Id="rId10" Type="http://schemas.openxmlformats.org/officeDocument/2006/relationships/image" Target="media/image2.jpeg"/><Relationship Id="rId31" Type="http://schemas.openxmlformats.org/officeDocument/2006/relationships/hyperlink" Target="https://ru.wikipedia.org/wiki/1_%D1%81%D0%B5%D0%BD%D1%82%D1%8F%D0%B1%D1%80%D1%8F" TargetMode="External"/><Relationship Id="rId44" Type="http://schemas.openxmlformats.org/officeDocument/2006/relationships/hyperlink" Target="https://ru.wikipedia.org/wiki/%D0%9C%D0%B5%D0%B6%D0%B4%D1%83%D0%BD%D0%B0%D1%80%D0%BE%D0%B4%D0%BD%D1%8B%D0%B9_%D0%B4%D0%B5%D0%BD%D1%8C_%D0%BF%D0%B0%D0%BC%D1%8F%D1%82%D0%B8_%D0%B6%D0%B5%D1%80%D1%82%D0%B2_%D1%84%D0%B0%D1%88%D0%B8%D0%B7%D0%BC%D0%B0" TargetMode="External"/><Relationship Id="rId52" Type="http://schemas.openxmlformats.org/officeDocument/2006/relationships/hyperlink" Target="https://ru.wikipedia.org/wiki/30_%D0%BD%D0%BE%D1%8F%D0%B1%D1%80%D1%8F" TargetMode="External"/><Relationship Id="rId60" Type="http://schemas.openxmlformats.org/officeDocument/2006/relationships/hyperlink" Target="https://ru.wikipedia.org/wiki/30_%D1%81%D0%B5%D0%BD%D1%82%D1%8F%D0%B1%D1%80%D1%8F" TargetMode="External"/><Relationship Id="rId65" Type="http://schemas.openxmlformats.org/officeDocument/2006/relationships/hyperlink" Target="https://ru.wikipedia.org/wiki/%D0%94%D0%B5%D0%BD%D1%8C_%D0%B7%D0%BD%D0%B0%D0%BD%D0%B8%D0%B9" TargetMode="External"/><Relationship Id="rId73" Type="http://schemas.openxmlformats.org/officeDocument/2006/relationships/hyperlink" Target="https://ru.wikipedia.org/wiki/%D0%92%D0%BE%D0%B7%D0%B4%D0%B2%D0%B8%D0%B6%D0%B5%D0%BD%D1%8C%D0%B5" TargetMode="External"/><Relationship Id="rId78" Type="http://schemas.openxmlformats.org/officeDocument/2006/relationships/hyperlink" Target="https://ru.wikipedia.org/wiki/%D0%94%D0%B5%D0%BD%D1%8C_%D0%BD%D0%B5%D0%B7%D0%B0%D0%B2%D0%B8%D1%81%D0%B8%D0%BC%D0%BE%D1%81%D1%82%D0%B8_%D0%A0%D0%B5%D1%81%D0%BF%D1%83%D0%B1%D0%BB%D0%B8%D0%BA%D0%B8_%D0%A2%D0%B0%D0%B4%D0%B6%D0%B8%D0%BA%D0%B8%D1%81%D1%82%D0%B0%D0%BD" TargetMode="External"/><Relationship Id="rId81" Type="http://schemas.openxmlformats.org/officeDocument/2006/relationships/hyperlink" Target="https://ru.wikipedia.org/w/index.php?title=%D0%94%D0%B5%D0%BD%D1%8C_%D0%9E%D1%82%D1%86%D0%B0&amp;action=edit&amp;redlink=1" TargetMode="External"/><Relationship Id="rId86" Type="http://schemas.openxmlformats.org/officeDocument/2006/relationships/hyperlink" Target="https://ru.wikipedia.org/wiki/%D0%91%D0%B5%D0%BB%D0%BE%D1%80%D1%83%D1%81%D1%81%D0%B8%D1%8F" TargetMode="External"/><Relationship Id="rId94" Type="http://schemas.openxmlformats.org/officeDocument/2006/relationships/hyperlink" Target="https://ru.wikipedia.org/wiki/1984_%D0%B3%D0%BE%D0%B4" TargetMode="External"/><Relationship Id="rId99" Type="http://schemas.openxmlformats.org/officeDocument/2006/relationships/hyperlink" Target="https://ru.wikipedia.org/wiki/%D0%91%D0%B5%D0%BB%D0%BE%D1%80%D1%83%D1%81%D1%81%D0%B8%D1%8F" TargetMode="External"/><Relationship Id="rId101" Type="http://schemas.openxmlformats.org/officeDocument/2006/relationships/hyperlink" Target="https://ru.wikipedia.org/wiki/%D0%A3%D1%87%D0%B5%D0%B1%D0%BD%D1%8B%D0%B9_%D0%B3%D0%BE%D0%B4" TargetMode="External"/><Relationship Id="rId122" Type="http://schemas.openxmlformats.org/officeDocument/2006/relationships/hyperlink" Target="https://ru.wikipedia.org/wiki/%D0%9F%D0%B5%D1%80%D0%B2%D1%8B%D0%B9_%D1%83%D1%80%D0%BE%D0%BA" TargetMode="External"/><Relationship Id="rId13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jpeg"/><Relationship Id="rId13" Type="http://schemas.openxmlformats.org/officeDocument/2006/relationships/hyperlink" Target="https://ru.wikipedia.org/wiki/%D0%9E%D1%81%D0%B5%D0%BD%D1%8C" TargetMode="External"/><Relationship Id="rId18" Type="http://schemas.openxmlformats.org/officeDocument/2006/relationships/hyperlink" Target="https://ru.wikipedia.org/wiki/%D0%94%D1%80%D0%B5%D0%B2%D0%BD%D0%B8%D0%B9_%D0%A0%D0%B8%D0%BC" TargetMode="External"/><Relationship Id="rId39" Type="http://schemas.openxmlformats.org/officeDocument/2006/relationships/hyperlink" Target="https://ru.wikipedia.org/wiki/%D0%A1%D0%A8%D0%90" TargetMode="External"/><Relationship Id="rId109" Type="http://schemas.openxmlformats.org/officeDocument/2006/relationships/hyperlink" Target="https://ru.wikipedia.org/wiki/%D0%A6%D0%B5%D0%BD%D1%82%D1%80%D0%B0%D0%BB%D1%8C%D0%BD%D1%8B%D0%B9_%D0%9A%D0%BE%D0%BC%D0%B8%D1%82%D0%B5%D1%82_%D0%9A%D0%9F%D0%A1%D0%A1" TargetMode="External"/><Relationship Id="rId34" Type="http://schemas.openxmlformats.org/officeDocument/2006/relationships/hyperlink" Target="https://ru.wikipedia.org/wiki/8_%D1%81%D0%B5%D0%BD%D1%82%D1%8F%D0%B1%D1%80%D1%8F" TargetMode="External"/><Relationship Id="rId50" Type="http://schemas.openxmlformats.org/officeDocument/2006/relationships/hyperlink" Target="https://ru.wikipedia.org/wiki/%D0%9C%D0%B5%D0%B6%D0%B4%D1%83%D0%BD%D0%B0%D1%80%D0%BE%D0%B4%D0%BD%D1%8B%D0%B9_%D0%B4%D0%B5%D0%BD%D1%8C_%D0%BC%D0%B8%D1%80%D0%B0" TargetMode="External"/><Relationship Id="rId55" Type="http://schemas.openxmlformats.org/officeDocument/2006/relationships/hyperlink" Target="https://ru.wikipedia.org/wiki/%D0%94%D0%B5%D0%BD%D1%8C_%D0%BF%D1%80%D0%BE%D0%B3%D1%80%D0%B0%D0%BC%D0%BC%D0%B8%D1%81%D1%82%D0%B0" TargetMode="External"/><Relationship Id="rId76" Type="http://schemas.openxmlformats.org/officeDocument/2006/relationships/hyperlink" Target="https://ru.wikipedia.org/wiki/%D0%92%D0%BE%D0%B7%D0%B4%D0%B2%D0%B8%D0%B6%D0%B5%D0%BD%D0%B8%D0%B5_%D0%9A%D1%80%D0%B5%D1%81%D1%82%D0%B0_%D0%93%D0%BE%D1%81%D0%BF%D0%BE%D0%B4%D0%BD%D1%8F" TargetMode="External"/><Relationship Id="rId97" Type="http://schemas.openxmlformats.org/officeDocument/2006/relationships/hyperlink" Target="https://ru.wikipedia.org/wiki/1984_%D0%B3%D0%BE%D0%B4" TargetMode="External"/><Relationship Id="rId104"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120" Type="http://schemas.openxmlformats.org/officeDocument/2006/relationships/hyperlink" Target="https://ru.wikipedia.org/wiki/%D0%93%D0%BE%D1%80%D0%BE%D0%B4" TargetMode="External"/><Relationship Id="rId125" Type="http://schemas.openxmlformats.org/officeDocument/2006/relationships/hyperlink" Target="http://historykratko.com/kratkoe-soderzhanie-otechestvennoy-voyny-1812-goda" TargetMode="External"/><Relationship Id="rId7" Type="http://schemas.openxmlformats.org/officeDocument/2006/relationships/footer" Target="footer1.xml"/><Relationship Id="rId71" Type="http://schemas.openxmlformats.org/officeDocument/2006/relationships/hyperlink" Target="https://ru.wikipedia.org/wiki/%D0%A1%D0%B5%D0%BC%D1%91%D0%BD_%D0%9B%D0%B5%D1%82%D0%BE%D0%BF%D1%80%D0%BE%D0%B2%D0%BE%D0%B4%D0%B5%D1%86" TargetMode="External"/><Relationship Id="rId92" Type="http://schemas.openxmlformats.org/officeDocument/2006/relationships/hyperlink" Target="https://ru.wikipedia.org/wiki/%D0%A1%D0%BE%D1%8E%D0%B7_%D0%A1%D0%BE%D0%B2%D0%B5%D1%82%D1%81%D0%BA%D0%B8%D1%85_%D0%A1%D0%BE%D1%86%D0%B8%D0%B0%D0%BB%D0%B8%D1%81%D1%82%D0%B8%D1%87%D0%B5%D1%81%D0%BA%D0%B8%D1%85_%D0%A0%D0%B5%D1%81%D0%BF%D1%83%D0%B1%D0%BB%D0%B8%D0%BA" TargetMode="External"/><Relationship Id="rId2" Type="http://schemas.openxmlformats.org/officeDocument/2006/relationships/styles" Target="styles.xml"/><Relationship Id="rId29" Type="http://schemas.openxmlformats.org/officeDocument/2006/relationships/hyperlink" Target="https://ru.wikipedia.org/wiki/%D0%94%D0%B5%D0%B2%D0%B0_(%D1%81%D0%BE%D0%B7%D0%B2%D0%B5%D0%B7%D0%B4%D0%B8%D0%B5)" TargetMode="External"/><Relationship Id="rId24" Type="http://schemas.openxmlformats.org/officeDocument/2006/relationships/hyperlink" Target="https://ru.wikipedia.org/wiki/%D0%A3%D0%BA%D1%80%D0%B0%D0%B8%D0%BD%D1%81%D0%BA%D0%B8%D0%B9_%D1%8F%D0%B7%D1%8B%D0%BA" TargetMode="External"/><Relationship Id="rId40" Type="http://schemas.openxmlformats.org/officeDocument/2006/relationships/hyperlink" Target="https://ru.wikipedia.org/wiki/21_%D1%81%D0%B5%D0%BD%D1%82%D1%8F%D0%B1%D1%80%D1%8F" TargetMode="External"/><Relationship Id="rId45" Type="http://schemas.openxmlformats.org/officeDocument/2006/relationships/hyperlink" Target="https://ru.wikipedia.org/wiki/10_%D1%81%D0%B5%D0%BD%D1%82%D1%8F%D0%B1%D1%80%D1%8F" TargetMode="External"/><Relationship Id="rId66" Type="http://schemas.openxmlformats.org/officeDocument/2006/relationships/hyperlink" Target="https://ru.wikipedia.org/wiki/%D0%94%D0%B5%D0%BD%D1%8C_%D1%80%D0%B0%D0%B1%D0%BE%D1%82%D0%BD%D0%B8%D0%BA%D0%BE%D0%B2_%D0%BD%D0%B5%D1%84%D1%82%D1%8F%D0%BD%D0%BE%D0%B9_%D0%B8_%D0%B3%D0%B0%D0%B7%D0%BE%D0%B2%D0%BE%D0%B9_%D0%BF%D1%80%D0%BE%D0%BC%D1%8B%D1%88%D0%BB%D0%B5%D0%BD%D0%BD%D0%BE%D1%81%D1%82%D0%B8" TargetMode="External"/><Relationship Id="rId87" Type="http://schemas.openxmlformats.org/officeDocument/2006/relationships/hyperlink" Target="https://ru.wikipedia.org/wiki/%D0%A1%D0%B5%D0%BD%D1%82%D1%8F%D0%B1%D1%80%D1%8C" TargetMode="External"/><Relationship Id="rId110" Type="http://schemas.openxmlformats.org/officeDocument/2006/relationships/hyperlink" Target="https://ru.wikipedia.org/wiki/%D0%93%D0%98%D0%90" TargetMode="External"/><Relationship Id="rId115" Type="http://schemas.openxmlformats.org/officeDocument/2006/relationships/hyperlink" Target="https://ru.wikipedia.org/wiki/%D0%92%D0%B5%D1%80%D1%85%D0%BE%D0%B2%D0%BD%D1%8B%D0%B9_%D0%A1%D0%BE%D0%B2%D0%B5%D1%82_%D0%A1%D0%A1%D0%A1%D0%A0" TargetMode="External"/><Relationship Id="rId131" Type="http://schemas.openxmlformats.org/officeDocument/2006/relationships/footer" Target="footer4.xml"/><Relationship Id="rId61" Type="http://schemas.openxmlformats.org/officeDocument/2006/relationships/hyperlink" Target="https://ru.wikipedia.org/wiki/%D0%9C%D0%B5%D0%B6%D0%B4%D1%83%D0%BD%D0%B0%D1%80%D0%BE%D0%B4%D0%BD%D1%8B%D0%B9_%D0%B4%D0%B5%D0%BD%D1%8C_%D0%BF%D0%B5%D1%80%D0%B5%D0%B2%D0%BE%D0%B4%D1%87%D0%B8%D0%BA%D0%B0" TargetMode="External"/><Relationship Id="rId82" Type="http://schemas.openxmlformats.org/officeDocument/2006/relationships/hyperlink" Target="https://ru.wikipedia.org/wiki/16_%D1%81%D0%B5%D0%BD%D1%82%D1%8F%D0%B1%D1%80%D1%8F" TargetMode="External"/><Relationship Id="rId19" Type="http://schemas.openxmlformats.org/officeDocument/2006/relationships/hyperlink" Target="https://ru.wikipedia.org/wiki/%D0%93%D0%B0%D0%B9_%D0%AE%D0%BB%D0%B8%D0%B9_%D0%A6%D0%B5%D0%B7%D0%B0%D1%80%D1%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1542</TotalTime>
  <Pages>8</Pages>
  <Words>6516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23</cp:revision>
  <cp:lastPrinted>2012-09-03T05:24:00Z</cp:lastPrinted>
  <dcterms:created xsi:type="dcterms:W3CDTF">2003-01-13T18:30:00Z</dcterms:created>
  <dcterms:modified xsi:type="dcterms:W3CDTF">2015-09-25T02:28:00Z</dcterms:modified>
</cp:coreProperties>
</file>